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A74A52" w14:textId="5E2B5B72" w:rsidR="004D36D7" w:rsidRPr="00FD4A68" w:rsidRDefault="00505AF0" w:rsidP="00C42133">
      <w:pPr>
        <w:pStyle w:val="Title"/>
        <w:rPr>
          <w:rStyle w:val="LabTitleInstVersred"/>
          <w:b/>
          <w:color w:val="auto"/>
        </w:rPr>
      </w:pPr>
      <w:sdt>
        <w:sdtPr>
          <w:rPr>
            <w:b w:val="0"/>
            <w:color w:val="EE0000"/>
          </w:rPr>
          <w:alias w:val="Title"/>
          <w:tag w:val=""/>
          <w:id w:val="-487021785"/>
          <w:placeholder>
            <w:docPart w:val="4CE53E9B6576436CA9E6550499783298"/>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C42133" w:rsidRPr="00C42133">
            <w:t xml:space="preserve">Optional </w:t>
          </w:r>
          <w:r w:rsidR="00A4336F" w:rsidRPr="00C42133">
            <w:t xml:space="preserve">Lab - Configure ASA Network </w:t>
          </w:r>
          <w:r w:rsidR="00DC509B" w:rsidRPr="00C42133">
            <w:t>Services</w:t>
          </w:r>
          <w:r w:rsidR="00A4336F" w:rsidRPr="00C42133">
            <w:t>, Routing, and DMZ with ACLs Using CLI</w:t>
          </w:r>
        </w:sdtContent>
      </w:sdt>
      <w:r w:rsidR="004D36D7" w:rsidRPr="00FD4A68">
        <w:t xml:space="preserve"> </w:t>
      </w:r>
    </w:p>
    <w:p w14:paraId="61741A2E" w14:textId="77777777" w:rsidR="00D778DF" w:rsidRPr="00E70096" w:rsidRDefault="00D778DF" w:rsidP="00D452F4">
      <w:pPr>
        <w:pStyle w:val="Heading1"/>
      </w:pPr>
      <w:r w:rsidRPr="00E70096">
        <w:t>Topology</w:t>
      </w:r>
    </w:p>
    <w:p w14:paraId="3E1D34BF" w14:textId="116846AA" w:rsidR="00D778DF" w:rsidRDefault="00E949FA" w:rsidP="00D778DF">
      <w:pPr>
        <w:pStyle w:val="Visual"/>
      </w:pPr>
      <w:r>
        <w:rPr>
          <w:noProof/>
        </w:rPr>
        <w:drawing>
          <wp:inline distT="0" distB="0" distL="0" distR="0" wp14:anchorId="686BA832" wp14:editId="05206819">
            <wp:extent cx="6411595" cy="3060079"/>
            <wp:effectExtent l="0" t="0" r="8255" b="6985"/>
            <wp:docPr id="3" name="Picture 3" descr="This topology has 1 router, 1 ASA, 3 switches and 3 PC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his topology has 1 router, 1 ASA, 3 switches and 3 PC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24671" cy="3066320"/>
                    </a:xfrm>
                    <a:prstGeom prst="rect">
                      <a:avLst/>
                    </a:prstGeom>
                    <a:noFill/>
                  </pic:spPr>
                </pic:pic>
              </a:graphicData>
            </a:graphic>
          </wp:inline>
        </w:drawing>
      </w:r>
    </w:p>
    <w:p w14:paraId="017D5BA8" w14:textId="77777777" w:rsidR="00D778DF" w:rsidRPr="00E70096" w:rsidRDefault="00D778DF" w:rsidP="00D452F4">
      <w:pPr>
        <w:pStyle w:val="Heading1"/>
      </w:pPr>
      <w:r w:rsidRPr="00E70096">
        <w:t>Addressing Table</w:t>
      </w:r>
    </w:p>
    <w:tbl>
      <w:tblPr>
        <w:tblW w:w="100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Description w:val="This table shows the addressing for the Device, Interface, IP Address, Subnet Mask, Default Gateway, and switch port."/>
      </w:tblPr>
      <w:tblGrid>
        <w:gridCol w:w="1122"/>
        <w:gridCol w:w="1870"/>
        <w:gridCol w:w="1907"/>
        <w:gridCol w:w="1816"/>
        <w:gridCol w:w="1593"/>
        <w:gridCol w:w="1772"/>
      </w:tblGrid>
      <w:tr w:rsidR="008C22D9" w:rsidRPr="00E87D62" w14:paraId="692DF2C0" w14:textId="77777777" w:rsidTr="00E949FA">
        <w:trPr>
          <w:cantSplit/>
          <w:tblHeader/>
          <w:jc w:val="center"/>
        </w:trPr>
        <w:tc>
          <w:tcPr>
            <w:tcW w:w="1112" w:type="dxa"/>
            <w:tcBorders>
              <w:top w:val="single" w:sz="2" w:space="0" w:color="auto"/>
              <w:left w:val="single" w:sz="2" w:space="0" w:color="auto"/>
              <w:bottom w:val="single" w:sz="4" w:space="0" w:color="auto"/>
              <w:right w:val="single" w:sz="2" w:space="0" w:color="auto"/>
              <w:tl2br w:val="nil"/>
              <w:tr2bl w:val="nil"/>
            </w:tcBorders>
            <w:shd w:val="clear" w:color="auto" w:fill="DBE5F1"/>
            <w:vAlign w:val="bottom"/>
          </w:tcPr>
          <w:p w14:paraId="494E5AF9" w14:textId="77777777" w:rsidR="008C22D9" w:rsidRPr="00E87D62" w:rsidRDefault="008C22D9" w:rsidP="00B402D3">
            <w:pPr>
              <w:pStyle w:val="TableHeading"/>
            </w:pPr>
            <w:r w:rsidRPr="00E87D62">
              <w:t>Device</w:t>
            </w:r>
          </w:p>
        </w:tc>
        <w:tc>
          <w:tcPr>
            <w:tcW w:w="1853"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5E04DB18" w14:textId="77777777" w:rsidR="008C22D9" w:rsidRPr="00E87D62" w:rsidRDefault="008C22D9" w:rsidP="00B402D3">
            <w:pPr>
              <w:pStyle w:val="TableHeading"/>
            </w:pPr>
            <w:r w:rsidRPr="00E87D62">
              <w:t>Interface</w:t>
            </w:r>
          </w:p>
        </w:tc>
        <w:tc>
          <w:tcPr>
            <w:tcW w:w="189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7B562359" w14:textId="77777777" w:rsidR="008C22D9" w:rsidRPr="00E87D62" w:rsidRDefault="008C22D9" w:rsidP="00B402D3">
            <w:pPr>
              <w:pStyle w:val="TableHeading"/>
            </w:pPr>
            <w:r w:rsidRPr="00E87D62">
              <w:t>IP Address</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3297024C" w14:textId="77777777" w:rsidR="008C22D9" w:rsidRPr="00E87D62" w:rsidRDefault="008C22D9" w:rsidP="00B402D3">
            <w:pPr>
              <w:pStyle w:val="TableHeading"/>
            </w:pPr>
            <w:r w:rsidRPr="00E87D62">
              <w:t>Subnet Mask</w:t>
            </w:r>
          </w:p>
        </w:tc>
        <w:tc>
          <w:tcPr>
            <w:tcW w:w="1579"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663FE5EA" w14:textId="77777777" w:rsidR="008C22D9" w:rsidRPr="00E87D62" w:rsidRDefault="008C22D9" w:rsidP="00B402D3">
            <w:pPr>
              <w:pStyle w:val="TableHeading"/>
            </w:pPr>
            <w:r w:rsidRPr="00E87D62">
              <w:t>Default Gateway</w:t>
            </w:r>
          </w:p>
        </w:tc>
        <w:tc>
          <w:tcPr>
            <w:tcW w:w="1756"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3C6426B6" w14:textId="77777777" w:rsidR="008C22D9" w:rsidRPr="00E87D62" w:rsidRDefault="008C22D9" w:rsidP="00E949FA">
            <w:pPr>
              <w:pStyle w:val="TableHeading"/>
            </w:pPr>
            <w:r>
              <w:t>Switch Port</w:t>
            </w:r>
          </w:p>
        </w:tc>
      </w:tr>
      <w:tr w:rsidR="008F1798" w:rsidRPr="00E87D62" w14:paraId="228E8896" w14:textId="77777777" w:rsidTr="00330FA3">
        <w:trPr>
          <w:cantSplit/>
          <w:jc w:val="center"/>
        </w:trPr>
        <w:tc>
          <w:tcPr>
            <w:tcW w:w="1112" w:type="dxa"/>
            <w:tcBorders>
              <w:top w:val="single" w:sz="4" w:space="0" w:color="auto"/>
              <w:left w:val="single" w:sz="4" w:space="0" w:color="auto"/>
              <w:bottom w:val="nil"/>
              <w:right w:val="single" w:sz="4" w:space="0" w:color="auto"/>
            </w:tcBorders>
            <w:vAlign w:val="center"/>
          </w:tcPr>
          <w:p w14:paraId="22C69967" w14:textId="77777777" w:rsidR="008F1798" w:rsidRPr="00E87D62" w:rsidRDefault="008F1798" w:rsidP="008F1798">
            <w:pPr>
              <w:pStyle w:val="TableText"/>
            </w:pPr>
            <w:r>
              <w:t>R1</w:t>
            </w:r>
          </w:p>
        </w:tc>
        <w:tc>
          <w:tcPr>
            <w:tcW w:w="1853" w:type="dxa"/>
            <w:tcBorders>
              <w:left w:val="single" w:sz="4" w:space="0" w:color="auto"/>
            </w:tcBorders>
            <w:vAlign w:val="bottom"/>
          </w:tcPr>
          <w:p w14:paraId="37F7BC3E" w14:textId="77777777" w:rsidR="008F1798" w:rsidRPr="00E87D62" w:rsidRDefault="008F1798" w:rsidP="008F1798">
            <w:pPr>
              <w:pStyle w:val="TableText"/>
            </w:pPr>
            <w:r>
              <w:t>G</w:t>
            </w:r>
            <w:r w:rsidRPr="00E87D62">
              <w:t>0/0/0</w:t>
            </w:r>
          </w:p>
        </w:tc>
        <w:tc>
          <w:tcPr>
            <w:tcW w:w="1890" w:type="dxa"/>
            <w:vAlign w:val="bottom"/>
          </w:tcPr>
          <w:p w14:paraId="35FD565D" w14:textId="55E059C5" w:rsidR="008F1798" w:rsidRPr="00E87D62" w:rsidRDefault="008F1798" w:rsidP="008F1798">
            <w:pPr>
              <w:pStyle w:val="TableText"/>
            </w:pPr>
            <w:r>
              <w:t>172.16.3.1</w:t>
            </w:r>
          </w:p>
        </w:tc>
        <w:tc>
          <w:tcPr>
            <w:tcW w:w="1800" w:type="dxa"/>
            <w:vAlign w:val="bottom"/>
          </w:tcPr>
          <w:p w14:paraId="52E6FE55" w14:textId="3A89BF0A" w:rsidR="008F1798" w:rsidRPr="00E87D62" w:rsidRDefault="008F1798" w:rsidP="008F1798">
            <w:pPr>
              <w:pStyle w:val="TableText"/>
            </w:pPr>
            <w:r w:rsidRPr="00E87D62">
              <w:t>255.255.255.0</w:t>
            </w:r>
          </w:p>
        </w:tc>
        <w:tc>
          <w:tcPr>
            <w:tcW w:w="1579" w:type="dxa"/>
            <w:tcBorders>
              <w:bottom w:val="nil"/>
            </w:tcBorders>
            <w:vAlign w:val="bottom"/>
          </w:tcPr>
          <w:p w14:paraId="02B7E6D6" w14:textId="77777777" w:rsidR="008F1798" w:rsidRPr="00E87D62" w:rsidRDefault="008F1798" w:rsidP="008F1798">
            <w:pPr>
              <w:pStyle w:val="TableText"/>
            </w:pPr>
            <w:r w:rsidRPr="00E87D62">
              <w:t>N/A</w:t>
            </w:r>
          </w:p>
        </w:tc>
        <w:tc>
          <w:tcPr>
            <w:tcW w:w="1756" w:type="dxa"/>
          </w:tcPr>
          <w:p w14:paraId="641F5F0E" w14:textId="67B57FA9" w:rsidR="008F1798" w:rsidRPr="00E87D62" w:rsidRDefault="008F1798" w:rsidP="008F1798">
            <w:pPr>
              <w:pStyle w:val="TableText"/>
            </w:pPr>
            <w:r>
              <w:t>S3 F0/5</w:t>
            </w:r>
          </w:p>
        </w:tc>
      </w:tr>
      <w:tr w:rsidR="008C22D9" w:rsidRPr="00E87D62" w14:paraId="2DAB5DDC" w14:textId="77777777" w:rsidTr="00330FA3">
        <w:trPr>
          <w:cantSplit/>
          <w:jc w:val="center"/>
        </w:trPr>
        <w:tc>
          <w:tcPr>
            <w:tcW w:w="1112" w:type="dxa"/>
            <w:tcBorders>
              <w:top w:val="nil"/>
              <w:left w:val="single" w:sz="4" w:space="0" w:color="auto"/>
              <w:bottom w:val="single" w:sz="4" w:space="0" w:color="auto"/>
              <w:right w:val="single" w:sz="4" w:space="0" w:color="auto"/>
            </w:tcBorders>
            <w:vAlign w:val="bottom"/>
          </w:tcPr>
          <w:p w14:paraId="511AAD92" w14:textId="77777777" w:rsidR="008C22D9" w:rsidRDefault="008C22D9" w:rsidP="00B402D3">
            <w:pPr>
              <w:pStyle w:val="ConfigWindow"/>
            </w:pPr>
            <w:r>
              <w:t>R1</w:t>
            </w:r>
          </w:p>
        </w:tc>
        <w:tc>
          <w:tcPr>
            <w:tcW w:w="1853" w:type="dxa"/>
            <w:tcBorders>
              <w:left w:val="single" w:sz="4" w:space="0" w:color="auto"/>
            </w:tcBorders>
            <w:vAlign w:val="bottom"/>
          </w:tcPr>
          <w:p w14:paraId="07819408" w14:textId="77777777" w:rsidR="008C22D9" w:rsidRDefault="008C22D9" w:rsidP="00B402D3">
            <w:pPr>
              <w:pStyle w:val="TableText"/>
            </w:pPr>
            <w:r>
              <w:t>G</w:t>
            </w:r>
            <w:r w:rsidRPr="00E87D62">
              <w:t>0/</w:t>
            </w:r>
            <w:r>
              <w:t>0/1</w:t>
            </w:r>
          </w:p>
        </w:tc>
        <w:tc>
          <w:tcPr>
            <w:tcW w:w="1890" w:type="dxa"/>
            <w:vAlign w:val="bottom"/>
          </w:tcPr>
          <w:p w14:paraId="1118B028" w14:textId="77777777" w:rsidR="008C22D9" w:rsidRPr="00E87D62" w:rsidRDefault="008C22D9" w:rsidP="00B402D3">
            <w:pPr>
              <w:pStyle w:val="TableText"/>
            </w:pPr>
            <w:r>
              <w:t>209.165.200.225</w:t>
            </w:r>
          </w:p>
        </w:tc>
        <w:tc>
          <w:tcPr>
            <w:tcW w:w="1800" w:type="dxa"/>
            <w:vAlign w:val="bottom"/>
          </w:tcPr>
          <w:p w14:paraId="7B2A9950" w14:textId="77777777" w:rsidR="008C22D9" w:rsidRPr="00E87D62" w:rsidRDefault="008C22D9" w:rsidP="00B402D3">
            <w:pPr>
              <w:pStyle w:val="TableText"/>
            </w:pPr>
            <w:r w:rsidRPr="00E87D62">
              <w:t>255.255.255.</w:t>
            </w:r>
            <w:r>
              <w:t>248</w:t>
            </w:r>
          </w:p>
        </w:tc>
        <w:tc>
          <w:tcPr>
            <w:tcW w:w="1579" w:type="dxa"/>
            <w:tcBorders>
              <w:top w:val="nil"/>
              <w:bottom w:val="single" w:sz="2" w:space="0" w:color="auto"/>
            </w:tcBorders>
            <w:vAlign w:val="bottom"/>
          </w:tcPr>
          <w:p w14:paraId="2C488767" w14:textId="77777777" w:rsidR="008C22D9" w:rsidRPr="00E87D62" w:rsidRDefault="008C22D9" w:rsidP="00B402D3">
            <w:pPr>
              <w:pStyle w:val="ConfigWindow"/>
            </w:pPr>
          </w:p>
        </w:tc>
        <w:tc>
          <w:tcPr>
            <w:tcW w:w="1756" w:type="dxa"/>
            <w:tcBorders>
              <w:bottom w:val="single" w:sz="2" w:space="0" w:color="auto"/>
            </w:tcBorders>
          </w:tcPr>
          <w:p w14:paraId="757F3F46" w14:textId="77777777" w:rsidR="008C22D9" w:rsidRDefault="008C22D9" w:rsidP="00B402D3">
            <w:pPr>
              <w:pStyle w:val="TableText"/>
            </w:pPr>
            <w:r>
              <w:t>ASA G1/1</w:t>
            </w:r>
          </w:p>
        </w:tc>
      </w:tr>
      <w:tr w:rsidR="008C22D9" w:rsidRPr="009D1903" w14:paraId="1CD69796" w14:textId="77777777" w:rsidTr="00330FA3">
        <w:trPr>
          <w:cantSplit/>
          <w:jc w:val="center"/>
        </w:trPr>
        <w:tc>
          <w:tcPr>
            <w:tcW w:w="1112" w:type="dxa"/>
            <w:tcBorders>
              <w:top w:val="single" w:sz="4" w:space="0" w:color="auto"/>
              <w:bottom w:val="nil"/>
            </w:tcBorders>
          </w:tcPr>
          <w:p w14:paraId="680E995B" w14:textId="77777777" w:rsidR="008C22D9" w:rsidRPr="009D1903" w:rsidRDefault="008C22D9" w:rsidP="00B402D3">
            <w:pPr>
              <w:pStyle w:val="TableText"/>
              <w:rPr>
                <w:lang w:val="pt-BR"/>
              </w:rPr>
            </w:pPr>
            <w:r w:rsidRPr="009D1903">
              <w:rPr>
                <w:lang w:val="pt-BR"/>
              </w:rPr>
              <w:t>ASA</w:t>
            </w:r>
          </w:p>
        </w:tc>
        <w:tc>
          <w:tcPr>
            <w:tcW w:w="1853" w:type="dxa"/>
          </w:tcPr>
          <w:p w14:paraId="131E163F" w14:textId="018ABF63" w:rsidR="008C22D9" w:rsidRPr="009D1903" w:rsidRDefault="008C22D9" w:rsidP="00B402D3">
            <w:pPr>
              <w:pStyle w:val="TableText"/>
              <w:rPr>
                <w:lang w:val="pt-BR"/>
              </w:rPr>
            </w:pPr>
            <w:r>
              <w:rPr>
                <w:lang w:val="pt-BR"/>
              </w:rPr>
              <w:t>G1/1 (</w:t>
            </w:r>
            <w:r w:rsidR="008F1798">
              <w:rPr>
                <w:lang w:val="pt-BR"/>
              </w:rPr>
              <w:t>OUTSIDE</w:t>
            </w:r>
            <w:r>
              <w:rPr>
                <w:lang w:val="pt-BR"/>
              </w:rPr>
              <w:t>)</w:t>
            </w:r>
          </w:p>
        </w:tc>
        <w:tc>
          <w:tcPr>
            <w:tcW w:w="1890" w:type="dxa"/>
          </w:tcPr>
          <w:p w14:paraId="04482EBB" w14:textId="77777777" w:rsidR="008C22D9" w:rsidRPr="009D1903" w:rsidRDefault="008C22D9" w:rsidP="00B402D3">
            <w:pPr>
              <w:pStyle w:val="TableText"/>
            </w:pPr>
            <w:r>
              <w:t>209.165.200.226</w:t>
            </w:r>
          </w:p>
        </w:tc>
        <w:tc>
          <w:tcPr>
            <w:tcW w:w="1800" w:type="dxa"/>
          </w:tcPr>
          <w:p w14:paraId="6035661E" w14:textId="77777777" w:rsidR="008C22D9" w:rsidRPr="009D1903" w:rsidRDefault="008C22D9" w:rsidP="00B402D3">
            <w:pPr>
              <w:pStyle w:val="TableText"/>
            </w:pPr>
            <w:r w:rsidRPr="009D1903">
              <w:t>255.255.255.248</w:t>
            </w:r>
          </w:p>
        </w:tc>
        <w:tc>
          <w:tcPr>
            <w:tcW w:w="1579" w:type="dxa"/>
            <w:tcBorders>
              <w:bottom w:val="nil"/>
            </w:tcBorders>
          </w:tcPr>
          <w:p w14:paraId="7B9B70D9" w14:textId="61A96E06" w:rsidR="008C22D9" w:rsidRPr="009D1903" w:rsidRDefault="008C22D9" w:rsidP="00B402D3">
            <w:pPr>
              <w:pStyle w:val="TableText"/>
            </w:pPr>
            <w:r w:rsidRPr="009D1903">
              <w:t>N</w:t>
            </w:r>
            <w:r w:rsidR="0089767B">
              <w:t>/</w:t>
            </w:r>
            <w:r w:rsidRPr="009D1903">
              <w:t>A</w:t>
            </w:r>
          </w:p>
        </w:tc>
        <w:tc>
          <w:tcPr>
            <w:tcW w:w="1756" w:type="dxa"/>
          </w:tcPr>
          <w:p w14:paraId="154540E0" w14:textId="77777777" w:rsidR="008C22D9" w:rsidRPr="009D1903" w:rsidRDefault="008C22D9" w:rsidP="00B402D3">
            <w:pPr>
              <w:pStyle w:val="TableText"/>
              <w:rPr>
                <w:lang w:val="pt-BR"/>
              </w:rPr>
            </w:pPr>
            <w:r w:rsidRPr="009D1903">
              <w:rPr>
                <w:lang w:val="pt-BR"/>
              </w:rPr>
              <w:t>R</w:t>
            </w:r>
            <w:r>
              <w:rPr>
                <w:lang w:val="pt-BR"/>
              </w:rPr>
              <w:t>1</w:t>
            </w:r>
            <w:r w:rsidRPr="009D1903">
              <w:rPr>
                <w:lang w:val="pt-BR"/>
              </w:rPr>
              <w:t xml:space="preserve"> </w:t>
            </w:r>
            <w:r>
              <w:rPr>
                <w:lang w:val="pt-BR"/>
              </w:rPr>
              <w:t>G</w:t>
            </w:r>
            <w:r w:rsidRPr="009D1903">
              <w:rPr>
                <w:lang w:val="pt-BR"/>
              </w:rPr>
              <w:t>0/0</w:t>
            </w:r>
            <w:r>
              <w:rPr>
                <w:lang w:val="pt-BR"/>
              </w:rPr>
              <w:t>/1</w:t>
            </w:r>
          </w:p>
        </w:tc>
      </w:tr>
      <w:tr w:rsidR="008C22D9" w:rsidRPr="006A3307" w14:paraId="070DA967" w14:textId="77777777" w:rsidTr="00330FA3">
        <w:trPr>
          <w:cantSplit/>
          <w:jc w:val="center"/>
        </w:trPr>
        <w:tc>
          <w:tcPr>
            <w:tcW w:w="1112" w:type="dxa"/>
            <w:tcBorders>
              <w:top w:val="nil"/>
              <w:bottom w:val="nil"/>
            </w:tcBorders>
          </w:tcPr>
          <w:p w14:paraId="6F821088" w14:textId="77777777" w:rsidR="008C22D9" w:rsidRPr="009D1903" w:rsidRDefault="008C22D9" w:rsidP="00B402D3">
            <w:pPr>
              <w:pStyle w:val="ConfigWindow"/>
              <w:rPr>
                <w:lang w:val="pt-BR"/>
              </w:rPr>
            </w:pPr>
            <w:r w:rsidRPr="009D1903">
              <w:rPr>
                <w:lang w:val="pt-BR"/>
              </w:rPr>
              <w:t>ASA</w:t>
            </w:r>
          </w:p>
        </w:tc>
        <w:tc>
          <w:tcPr>
            <w:tcW w:w="1853" w:type="dxa"/>
          </w:tcPr>
          <w:p w14:paraId="6BC136B4" w14:textId="04590C4F" w:rsidR="008C22D9" w:rsidRPr="009D1903" w:rsidDel="00DD0D7C" w:rsidRDefault="008C22D9" w:rsidP="00B402D3">
            <w:pPr>
              <w:pStyle w:val="TableText"/>
              <w:rPr>
                <w:lang w:val="pt-BR"/>
              </w:rPr>
            </w:pPr>
            <w:r>
              <w:rPr>
                <w:lang w:val="pt-BR"/>
              </w:rPr>
              <w:t>G1/2 (</w:t>
            </w:r>
            <w:r w:rsidR="008F1798">
              <w:rPr>
                <w:lang w:val="pt-BR"/>
              </w:rPr>
              <w:t>INSIDE</w:t>
            </w:r>
            <w:r>
              <w:rPr>
                <w:lang w:val="pt-BR"/>
              </w:rPr>
              <w:t>)</w:t>
            </w:r>
          </w:p>
        </w:tc>
        <w:tc>
          <w:tcPr>
            <w:tcW w:w="1890" w:type="dxa"/>
          </w:tcPr>
          <w:p w14:paraId="6E5C769F" w14:textId="77777777" w:rsidR="008C22D9" w:rsidRPr="006A3307" w:rsidRDefault="008C22D9" w:rsidP="00B402D3">
            <w:pPr>
              <w:pStyle w:val="TableText"/>
              <w:rPr>
                <w:noProof/>
              </w:rPr>
            </w:pPr>
            <w:r w:rsidRPr="009D1903">
              <w:t>192.168.1.1</w:t>
            </w:r>
          </w:p>
        </w:tc>
        <w:tc>
          <w:tcPr>
            <w:tcW w:w="1800" w:type="dxa"/>
          </w:tcPr>
          <w:p w14:paraId="6C3FACDE" w14:textId="77777777" w:rsidR="008C22D9" w:rsidRPr="006A3307" w:rsidRDefault="008C22D9" w:rsidP="00B402D3">
            <w:pPr>
              <w:pStyle w:val="TableText"/>
              <w:rPr>
                <w:noProof/>
              </w:rPr>
            </w:pPr>
            <w:r w:rsidRPr="009D1903">
              <w:t>255.255.255.0</w:t>
            </w:r>
          </w:p>
        </w:tc>
        <w:tc>
          <w:tcPr>
            <w:tcW w:w="1579" w:type="dxa"/>
            <w:tcBorders>
              <w:top w:val="nil"/>
              <w:bottom w:val="nil"/>
            </w:tcBorders>
          </w:tcPr>
          <w:p w14:paraId="61D7AB45" w14:textId="3BEEB7E4" w:rsidR="008C22D9" w:rsidRPr="006A3307" w:rsidRDefault="008C22D9" w:rsidP="00B402D3">
            <w:pPr>
              <w:pStyle w:val="ConfigWindow"/>
              <w:rPr>
                <w:noProof/>
              </w:rPr>
            </w:pPr>
            <w:r w:rsidRPr="009D1903">
              <w:t>N</w:t>
            </w:r>
            <w:r w:rsidR="0089767B">
              <w:t>/</w:t>
            </w:r>
            <w:r w:rsidRPr="009D1903">
              <w:t>A</w:t>
            </w:r>
          </w:p>
        </w:tc>
        <w:tc>
          <w:tcPr>
            <w:tcW w:w="1756" w:type="dxa"/>
          </w:tcPr>
          <w:p w14:paraId="29D26231" w14:textId="77777777" w:rsidR="008C22D9" w:rsidRPr="006A3307" w:rsidRDefault="008C22D9" w:rsidP="00B402D3">
            <w:pPr>
              <w:pStyle w:val="TableText"/>
              <w:rPr>
                <w:noProof/>
                <w:lang w:val="pt-BR"/>
              </w:rPr>
            </w:pPr>
            <w:r w:rsidRPr="009D1903">
              <w:rPr>
                <w:lang w:val="pt-BR"/>
              </w:rPr>
              <w:t>S2 F0/24</w:t>
            </w:r>
          </w:p>
        </w:tc>
      </w:tr>
      <w:tr w:rsidR="008C22D9" w:rsidRPr="006A3307" w14:paraId="46EDCC00" w14:textId="77777777" w:rsidTr="00330FA3">
        <w:trPr>
          <w:cantSplit/>
          <w:jc w:val="center"/>
        </w:trPr>
        <w:tc>
          <w:tcPr>
            <w:tcW w:w="1112" w:type="dxa"/>
            <w:tcBorders>
              <w:top w:val="nil"/>
              <w:left w:val="single" w:sz="4" w:space="0" w:color="auto"/>
              <w:bottom w:val="nil"/>
              <w:right w:val="single" w:sz="4" w:space="0" w:color="auto"/>
            </w:tcBorders>
          </w:tcPr>
          <w:p w14:paraId="32287F5A" w14:textId="77777777" w:rsidR="008C22D9" w:rsidRPr="009D1903" w:rsidRDefault="008C22D9" w:rsidP="00B402D3">
            <w:pPr>
              <w:pStyle w:val="ConfigWindow"/>
              <w:rPr>
                <w:lang w:val="pt-BR"/>
              </w:rPr>
            </w:pPr>
            <w:r w:rsidRPr="009D1903">
              <w:rPr>
                <w:lang w:val="pt-BR"/>
              </w:rPr>
              <w:t>ASA</w:t>
            </w:r>
          </w:p>
        </w:tc>
        <w:tc>
          <w:tcPr>
            <w:tcW w:w="1853" w:type="dxa"/>
            <w:tcBorders>
              <w:left w:val="single" w:sz="4" w:space="0" w:color="auto"/>
            </w:tcBorders>
          </w:tcPr>
          <w:p w14:paraId="56AA7C9B" w14:textId="6349A5D3" w:rsidR="008C22D9" w:rsidRPr="009D1903" w:rsidRDefault="008C22D9" w:rsidP="00B402D3">
            <w:pPr>
              <w:pStyle w:val="TableText"/>
              <w:rPr>
                <w:lang w:val="pt-BR"/>
              </w:rPr>
            </w:pPr>
            <w:r>
              <w:rPr>
                <w:lang w:val="pt-BR"/>
              </w:rPr>
              <w:t>G1/3 (</w:t>
            </w:r>
            <w:r w:rsidR="008F1798">
              <w:rPr>
                <w:lang w:val="pt-BR"/>
              </w:rPr>
              <w:t>DMZ</w:t>
            </w:r>
            <w:r w:rsidRPr="009D1903">
              <w:rPr>
                <w:lang w:val="pt-BR"/>
              </w:rPr>
              <w:t>)</w:t>
            </w:r>
          </w:p>
        </w:tc>
        <w:tc>
          <w:tcPr>
            <w:tcW w:w="1890" w:type="dxa"/>
          </w:tcPr>
          <w:p w14:paraId="657B2923" w14:textId="77777777" w:rsidR="008C22D9" w:rsidRPr="006A3307" w:rsidRDefault="008C22D9" w:rsidP="00B402D3">
            <w:pPr>
              <w:pStyle w:val="TableText"/>
              <w:rPr>
                <w:noProof/>
              </w:rPr>
            </w:pPr>
            <w:r w:rsidRPr="006A3307">
              <w:rPr>
                <w:noProof/>
              </w:rPr>
              <w:t>192.168.2.1</w:t>
            </w:r>
          </w:p>
        </w:tc>
        <w:tc>
          <w:tcPr>
            <w:tcW w:w="1800" w:type="dxa"/>
            <w:tcBorders>
              <w:right w:val="single" w:sz="4" w:space="0" w:color="auto"/>
            </w:tcBorders>
          </w:tcPr>
          <w:p w14:paraId="40E613F5" w14:textId="77777777" w:rsidR="008C22D9" w:rsidRPr="006A3307" w:rsidRDefault="008C22D9" w:rsidP="00B402D3">
            <w:pPr>
              <w:pStyle w:val="TableText"/>
              <w:rPr>
                <w:noProof/>
              </w:rPr>
            </w:pPr>
            <w:r w:rsidRPr="006A3307">
              <w:rPr>
                <w:noProof/>
              </w:rPr>
              <w:t>255.255.255.0</w:t>
            </w:r>
          </w:p>
        </w:tc>
        <w:tc>
          <w:tcPr>
            <w:tcW w:w="1579" w:type="dxa"/>
            <w:tcBorders>
              <w:top w:val="nil"/>
              <w:left w:val="single" w:sz="4" w:space="0" w:color="auto"/>
              <w:bottom w:val="nil"/>
              <w:right w:val="single" w:sz="4" w:space="0" w:color="auto"/>
            </w:tcBorders>
          </w:tcPr>
          <w:p w14:paraId="55987B97" w14:textId="50118C41" w:rsidR="008C22D9" w:rsidRPr="006A3307" w:rsidRDefault="008C22D9" w:rsidP="00B402D3">
            <w:pPr>
              <w:pStyle w:val="ConfigWindow"/>
              <w:rPr>
                <w:noProof/>
              </w:rPr>
            </w:pPr>
            <w:r w:rsidRPr="006A3307">
              <w:rPr>
                <w:noProof/>
              </w:rPr>
              <w:t>N</w:t>
            </w:r>
            <w:r w:rsidR="0089767B">
              <w:rPr>
                <w:noProof/>
              </w:rPr>
              <w:t>/</w:t>
            </w:r>
            <w:r w:rsidRPr="006A3307">
              <w:rPr>
                <w:noProof/>
              </w:rPr>
              <w:t>A</w:t>
            </w:r>
          </w:p>
        </w:tc>
        <w:tc>
          <w:tcPr>
            <w:tcW w:w="1756" w:type="dxa"/>
            <w:tcBorders>
              <w:left w:val="single" w:sz="4" w:space="0" w:color="auto"/>
            </w:tcBorders>
          </w:tcPr>
          <w:p w14:paraId="55CA24AC" w14:textId="77777777" w:rsidR="008C22D9" w:rsidRPr="006A3307" w:rsidRDefault="008C22D9" w:rsidP="00B402D3">
            <w:pPr>
              <w:pStyle w:val="TableText"/>
              <w:rPr>
                <w:noProof/>
                <w:lang w:val="pt-BR"/>
              </w:rPr>
            </w:pPr>
            <w:r w:rsidRPr="006A3307">
              <w:rPr>
                <w:noProof/>
                <w:lang w:val="pt-BR"/>
              </w:rPr>
              <w:t>S1 F0/24</w:t>
            </w:r>
          </w:p>
        </w:tc>
      </w:tr>
      <w:tr w:rsidR="008C22D9" w:rsidRPr="006A3307" w14:paraId="21EF08EB" w14:textId="77777777" w:rsidTr="00330FA3">
        <w:trPr>
          <w:cantSplit/>
          <w:jc w:val="center"/>
        </w:trPr>
        <w:tc>
          <w:tcPr>
            <w:tcW w:w="1112" w:type="dxa"/>
          </w:tcPr>
          <w:p w14:paraId="2BB7FCF5" w14:textId="77777777" w:rsidR="008C22D9" w:rsidRPr="006A3307" w:rsidRDefault="008C22D9" w:rsidP="00B402D3">
            <w:pPr>
              <w:pStyle w:val="TableText"/>
              <w:rPr>
                <w:noProof/>
                <w:lang w:val="pt-BR"/>
              </w:rPr>
            </w:pPr>
            <w:r w:rsidRPr="006A3307">
              <w:rPr>
                <w:noProof/>
                <w:lang w:val="pt-BR"/>
              </w:rPr>
              <w:t>PC-A</w:t>
            </w:r>
          </w:p>
        </w:tc>
        <w:tc>
          <w:tcPr>
            <w:tcW w:w="1853" w:type="dxa"/>
          </w:tcPr>
          <w:p w14:paraId="4C701E7E" w14:textId="77777777" w:rsidR="008C22D9" w:rsidRPr="006A3307" w:rsidRDefault="008C22D9" w:rsidP="00B402D3">
            <w:pPr>
              <w:pStyle w:val="TableText"/>
              <w:rPr>
                <w:noProof/>
                <w:lang w:val="pt-BR"/>
              </w:rPr>
            </w:pPr>
            <w:r w:rsidRPr="006A3307">
              <w:rPr>
                <w:noProof/>
                <w:lang w:val="pt-BR"/>
              </w:rPr>
              <w:t>NIC</w:t>
            </w:r>
          </w:p>
        </w:tc>
        <w:tc>
          <w:tcPr>
            <w:tcW w:w="1890" w:type="dxa"/>
          </w:tcPr>
          <w:p w14:paraId="044E994D" w14:textId="77777777" w:rsidR="008C22D9" w:rsidRPr="006A3307" w:rsidRDefault="008C22D9" w:rsidP="00B402D3">
            <w:pPr>
              <w:pStyle w:val="TableText"/>
              <w:rPr>
                <w:noProof/>
              </w:rPr>
            </w:pPr>
            <w:r w:rsidRPr="006A3307">
              <w:rPr>
                <w:noProof/>
              </w:rPr>
              <w:t>192.168.2.3</w:t>
            </w:r>
          </w:p>
        </w:tc>
        <w:tc>
          <w:tcPr>
            <w:tcW w:w="1800" w:type="dxa"/>
          </w:tcPr>
          <w:p w14:paraId="565BC410" w14:textId="77777777" w:rsidR="008C22D9" w:rsidRPr="006A3307" w:rsidRDefault="008C22D9" w:rsidP="00B402D3">
            <w:pPr>
              <w:pStyle w:val="TableText"/>
              <w:rPr>
                <w:noProof/>
              </w:rPr>
            </w:pPr>
            <w:r w:rsidRPr="006A3307">
              <w:rPr>
                <w:noProof/>
              </w:rPr>
              <w:t>255.255.255.0</w:t>
            </w:r>
          </w:p>
        </w:tc>
        <w:tc>
          <w:tcPr>
            <w:tcW w:w="1579" w:type="dxa"/>
          </w:tcPr>
          <w:p w14:paraId="197D7048" w14:textId="77777777" w:rsidR="008C22D9" w:rsidRPr="006A3307" w:rsidRDefault="008C22D9" w:rsidP="00B402D3">
            <w:pPr>
              <w:pStyle w:val="TableText"/>
              <w:rPr>
                <w:noProof/>
                <w:lang w:val="pt-BR"/>
              </w:rPr>
            </w:pPr>
            <w:r w:rsidRPr="006A3307">
              <w:rPr>
                <w:noProof/>
              </w:rPr>
              <w:t>192.168.2.1</w:t>
            </w:r>
          </w:p>
        </w:tc>
        <w:tc>
          <w:tcPr>
            <w:tcW w:w="1756" w:type="dxa"/>
          </w:tcPr>
          <w:p w14:paraId="7C494528" w14:textId="77777777" w:rsidR="008C22D9" w:rsidRPr="006A3307" w:rsidRDefault="008C22D9" w:rsidP="00B402D3">
            <w:pPr>
              <w:pStyle w:val="TableText"/>
              <w:rPr>
                <w:noProof/>
                <w:lang w:val="pt-BR"/>
              </w:rPr>
            </w:pPr>
            <w:r w:rsidRPr="006A3307">
              <w:rPr>
                <w:noProof/>
                <w:lang w:val="pt-BR"/>
              </w:rPr>
              <w:t>S1 F0/6</w:t>
            </w:r>
          </w:p>
        </w:tc>
      </w:tr>
      <w:tr w:rsidR="008C22D9" w:rsidRPr="00ED5E38" w14:paraId="33D503D4" w14:textId="77777777" w:rsidTr="00330FA3">
        <w:trPr>
          <w:cantSplit/>
          <w:jc w:val="center"/>
        </w:trPr>
        <w:tc>
          <w:tcPr>
            <w:tcW w:w="1112" w:type="dxa"/>
          </w:tcPr>
          <w:p w14:paraId="6A35DCBC" w14:textId="77777777" w:rsidR="008C22D9" w:rsidRPr="006A3307" w:rsidRDefault="008C22D9" w:rsidP="00B402D3">
            <w:pPr>
              <w:pStyle w:val="TableText"/>
              <w:rPr>
                <w:noProof/>
                <w:lang w:val="pt-BR"/>
              </w:rPr>
            </w:pPr>
            <w:r w:rsidRPr="006A3307">
              <w:rPr>
                <w:noProof/>
                <w:lang w:val="pt-BR"/>
              </w:rPr>
              <w:t>PC-B</w:t>
            </w:r>
          </w:p>
        </w:tc>
        <w:tc>
          <w:tcPr>
            <w:tcW w:w="1853" w:type="dxa"/>
          </w:tcPr>
          <w:p w14:paraId="2F620F6F" w14:textId="77777777" w:rsidR="008C22D9" w:rsidRPr="006A3307" w:rsidRDefault="008C22D9" w:rsidP="00B402D3">
            <w:pPr>
              <w:pStyle w:val="TableText"/>
              <w:rPr>
                <w:noProof/>
                <w:lang w:val="pt-BR"/>
              </w:rPr>
            </w:pPr>
            <w:r w:rsidRPr="006A3307">
              <w:rPr>
                <w:noProof/>
                <w:lang w:val="pt-BR"/>
              </w:rPr>
              <w:t>NIC</w:t>
            </w:r>
          </w:p>
        </w:tc>
        <w:tc>
          <w:tcPr>
            <w:tcW w:w="1890" w:type="dxa"/>
          </w:tcPr>
          <w:p w14:paraId="5FF6E7D2" w14:textId="77777777" w:rsidR="008C22D9" w:rsidRPr="006A3307" w:rsidRDefault="008C22D9" w:rsidP="00B402D3">
            <w:pPr>
              <w:pStyle w:val="TableText"/>
              <w:rPr>
                <w:noProof/>
              </w:rPr>
            </w:pPr>
            <w:r w:rsidRPr="006A3307">
              <w:rPr>
                <w:noProof/>
              </w:rPr>
              <w:t>192.168.1.3</w:t>
            </w:r>
          </w:p>
        </w:tc>
        <w:tc>
          <w:tcPr>
            <w:tcW w:w="1800" w:type="dxa"/>
          </w:tcPr>
          <w:p w14:paraId="1E283C9B" w14:textId="77777777" w:rsidR="008C22D9" w:rsidRPr="006A3307" w:rsidRDefault="008C22D9" w:rsidP="00B402D3">
            <w:pPr>
              <w:pStyle w:val="TableText"/>
              <w:rPr>
                <w:noProof/>
              </w:rPr>
            </w:pPr>
            <w:r w:rsidRPr="006A3307">
              <w:rPr>
                <w:noProof/>
              </w:rPr>
              <w:t>255.255.255.0</w:t>
            </w:r>
          </w:p>
        </w:tc>
        <w:tc>
          <w:tcPr>
            <w:tcW w:w="1579" w:type="dxa"/>
          </w:tcPr>
          <w:p w14:paraId="08A9CD92" w14:textId="77777777" w:rsidR="008C22D9" w:rsidRPr="006A3307" w:rsidRDefault="008C22D9" w:rsidP="00B402D3">
            <w:pPr>
              <w:pStyle w:val="TableText"/>
              <w:rPr>
                <w:noProof/>
                <w:lang w:val="pt-BR"/>
              </w:rPr>
            </w:pPr>
            <w:r w:rsidRPr="006A3307">
              <w:rPr>
                <w:noProof/>
              </w:rPr>
              <w:t>192.168.1.1</w:t>
            </w:r>
          </w:p>
        </w:tc>
        <w:tc>
          <w:tcPr>
            <w:tcW w:w="1756" w:type="dxa"/>
          </w:tcPr>
          <w:p w14:paraId="7540038C" w14:textId="77777777" w:rsidR="008C22D9" w:rsidRPr="00ED5E38" w:rsidRDefault="008C22D9" w:rsidP="00B402D3">
            <w:pPr>
              <w:pStyle w:val="TableText"/>
              <w:rPr>
                <w:lang w:val="pt-BR"/>
              </w:rPr>
            </w:pPr>
            <w:r w:rsidRPr="00ED5E38">
              <w:rPr>
                <w:lang w:val="pt-BR"/>
              </w:rPr>
              <w:t>S2 F0/18</w:t>
            </w:r>
          </w:p>
        </w:tc>
      </w:tr>
      <w:tr w:rsidR="008C22D9" w:rsidRPr="00ED5E38" w14:paraId="14FCD56B" w14:textId="77777777" w:rsidTr="00330FA3">
        <w:trPr>
          <w:cantSplit/>
          <w:jc w:val="center"/>
        </w:trPr>
        <w:tc>
          <w:tcPr>
            <w:tcW w:w="1112" w:type="dxa"/>
          </w:tcPr>
          <w:p w14:paraId="0E009A22" w14:textId="77777777" w:rsidR="008C22D9" w:rsidRPr="00ED5E38" w:rsidRDefault="008C22D9" w:rsidP="00B402D3">
            <w:pPr>
              <w:pStyle w:val="TableText"/>
            </w:pPr>
            <w:r w:rsidRPr="00ED5E38">
              <w:t>PC-C</w:t>
            </w:r>
          </w:p>
        </w:tc>
        <w:tc>
          <w:tcPr>
            <w:tcW w:w="1853" w:type="dxa"/>
          </w:tcPr>
          <w:p w14:paraId="4825D415" w14:textId="77777777" w:rsidR="008C22D9" w:rsidRPr="00ED5E38" w:rsidRDefault="008C22D9" w:rsidP="00B402D3">
            <w:pPr>
              <w:pStyle w:val="TableText"/>
            </w:pPr>
            <w:r w:rsidRPr="00ED5E38">
              <w:t>NIC</w:t>
            </w:r>
          </w:p>
        </w:tc>
        <w:tc>
          <w:tcPr>
            <w:tcW w:w="1890" w:type="dxa"/>
          </w:tcPr>
          <w:p w14:paraId="6E45F946" w14:textId="77777777" w:rsidR="008C22D9" w:rsidRPr="00ED5E38" w:rsidRDefault="008C22D9" w:rsidP="00B402D3">
            <w:pPr>
              <w:pStyle w:val="TableText"/>
            </w:pPr>
            <w:r w:rsidRPr="00ED5E38">
              <w:t>172.16.3.3</w:t>
            </w:r>
          </w:p>
        </w:tc>
        <w:tc>
          <w:tcPr>
            <w:tcW w:w="1800" w:type="dxa"/>
          </w:tcPr>
          <w:p w14:paraId="0D78F5DB" w14:textId="77777777" w:rsidR="008C22D9" w:rsidRPr="00ED5E38" w:rsidRDefault="008C22D9" w:rsidP="00B402D3">
            <w:pPr>
              <w:pStyle w:val="TableText"/>
            </w:pPr>
            <w:r w:rsidRPr="00ED5E38">
              <w:t>255.255.255.0</w:t>
            </w:r>
          </w:p>
        </w:tc>
        <w:tc>
          <w:tcPr>
            <w:tcW w:w="1579" w:type="dxa"/>
          </w:tcPr>
          <w:p w14:paraId="747C9D1C" w14:textId="77777777" w:rsidR="008C22D9" w:rsidRPr="00ED5E38" w:rsidRDefault="008C22D9" w:rsidP="00B402D3">
            <w:pPr>
              <w:pStyle w:val="TableText"/>
            </w:pPr>
            <w:r w:rsidRPr="00ED5E38">
              <w:t>172.16.3.1</w:t>
            </w:r>
          </w:p>
        </w:tc>
        <w:tc>
          <w:tcPr>
            <w:tcW w:w="1756" w:type="dxa"/>
          </w:tcPr>
          <w:p w14:paraId="6BA4311B" w14:textId="77777777" w:rsidR="008C22D9" w:rsidRPr="00ED5E38" w:rsidRDefault="008C22D9" w:rsidP="00B402D3">
            <w:pPr>
              <w:pStyle w:val="TableText"/>
            </w:pPr>
            <w:r w:rsidRPr="00ED5E38">
              <w:rPr>
                <w:lang w:val="pt-BR"/>
              </w:rPr>
              <w:t>S3 F0/18</w:t>
            </w:r>
          </w:p>
        </w:tc>
      </w:tr>
    </w:tbl>
    <w:p w14:paraId="4294200B" w14:textId="77777777" w:rsidR="008C22D9" w:rsidRDefault="008C22D9" w:rsidP="008C22D9">
      <w:pPr>
        <w:pStyle w:val="ConfigWindow"/>
      </w:pPr>
    </w:p>
    <w:p w14:paraId="7BFE0570" w14:textId="77777777" w:rsidR="00A4182A" w:rsidRDefault="00A4182A" w:rsidP="00A4182A">
      <w:pPr>
        <w:pStyle w:val="ConfigWindow"/>
      </w:pPr>
      <w:r>
        <w:t>Blank Line - no additional information</w:t>
      </w:r>
    </w:p>
    <w:p w14:paraId="133B1578" w14:textId="77777777" w:rsidR="00D778DF" w:rsidRPr="00E70096" w:rsidRDefault="00D778DF" w:rsidP="00D452F4">
      <w:pPr>
        <w:pStyle w:val="Heading1"/>
      </w:pPr>
      <w:r w:rsidRPr="00E70096">
        <w:t>Objectives</w:t>
      </w:r>
    </w:p>
    <w:p w14:paraId="50016518" w14:textId="77777777" w:rsidR="008C22D9" w:rsidRPr="00ED5E38" w:rsidRDefault="008C22D9" w:rsidP="008C22D9">
      <w:pPr>
        <w:pStyle w:val="BodyTextL25Bold"/>
      </w:pPr>
      <w:r w:rsidRPr="00ED5E38">
        <w:t xml:space="preserve">Part 1: </w:t>
      </w:r>
      <w:r>
        <w:t>Configure Basic Device Settings</w:t>
      </w:r>
    </w:p>
    <w:p w14:paraId="7BBC097E" w14:textId="2812C2E2" w:rsidR="008C22D9" w:rsidRPr="00ED5E38" w:rsidRDefault="008C22D9" w:rsidP="008C22D9">
      <w:pPr>
        <w:pStyle w:val="BodyTextL25Bold"/>
        <w:rPr>
          <w:noProof/>
        </w:rPr>
      </w:pPr>
      <w:r w:rsidRPr="00513EA3">
        <w:t xml:space="preserve">Part </w:t>
      </w:r>
      <w:r w:rsidR="005C07D7">
        <w:t>2</w:t>
      </w:r>
      <w:r w:rsidRPr="00513EA3">
        <w:t xml:space="preserve">: </w:t>
      </w:r>
      <w:r>
        <w:t>Configur</w:t>
      </w:r>
      <w:r w:rsidR="00BC322F">
        <w:t>e</w:t>
      </w:r>
      <w:r>
        <w:t xml:space="preserve"> Routing, Address Translation, and Inspection Policy</w:t>
      </w:r>
    </w:p>
    <w:p w14:paraId="06FE6E57" w14:textId="74064D3C" w:rsidR="008C22D9" w:rsidRPr="00513EA3" w:rsidRDefault="008C22D9" w:rsidP="008C22D9">
      <w:pPr>
        <w:pStyle w:val="Default"/>
        <w:ind w:left="360"/>
        <w:rPr>
          <w:rFonts w:ascii="Arial" w:hAnsi="Arial" w:cs="Arial"/>
          <w:b/>
          <w:bCs/>
          <w:sz w:val="20"/>
          <w:szCs w:val="20"/>
        </w:rPr>
      </w:pPr>
      <w:r w:rsidRPr="00513EA3">
        <w:rPr>
          <w:rFonts w:ascii="Arial" w:hAnsi="Arial" w:cs="Arial"/>
          <w:b/>
          <w:bCs/>
          <w:sz w:val="20"/>
          <w:szCs w:val="20"/>
        </w:rPr>
        <w:t xml:space="preserve">Part </w:t>
      </w:r>
      <w:r w:rsidR="005C07D7">
        <w:rPr>
          <w:rFonts w:ascii="Arial" w:hAnsi="Arial" w:cs="Arial"/>
          <w:b/>
          <w:bCs/>
          <w:sz w:val="20"/>
          <w:szCs w:val="20"/>
        </w:rPr>
        <w:t>3</w:t>
      </w:r>
      <w:r w:rsidRPr="00513EA3">
        <w:rPr>
          <w:rFonts w:ascii="Arial" w:hAnsi="Arial" w:cs="Arial"/>
          <w:b/>
          <w:bCs/>
          <w:sz w:val="20"/>
          <w:szCs w:val="20"/>
        </w:rPr>
        <w:t>: Configur</w:t>
      </w:r>
      <w:r w:rsidR="00BC322F">
        <w:rPr>
          <w:rFonts w:ascii="Arial" w:hAnsi="Arial" w:cs="Arial"/>
          <w:b/>
          <w:bCs/>
          <w:sz w:val="20"/>
          <w:szCs w:val="20"/>
        </w:rPr>
        <w:t>e</w:t>
      </w:r>
      <w:r w:rsidRPr="00513EA3">
        <w:rPr>
          <w:rFonts w:ascii="Arial" w:hAnsi="Arial" w:cs="Arial"/>
          <w:b/>
          <w:bCs/>
          <w:sz w:val="20"/>
          <w:szCs w:val="20"/>
        </w:rPr>
        <w:t xml:space="preserve"> </w:t>
      </w:r>
      <w:r>
        <w:rPr>
          <w:rFonts w:ascii="Arial" w:hAnsi="Arial" w:cs="Arial"/>
          <w:b/>
          <w:bCs/>
          <w:sz w:val="20"/>
          <w:szCs w:val="20"/>
        </w:rPr>
        <w:t>DHCP, AAA, and SSH</w:t>
      </w:r>
    </w:p>
    <w:p w14:paraId="29B36BE6" w14:textId="66D4A067" w:rsidR="008C22D9" w:rsidRPr="00513EA3" w:rsidRDefault="008C22D9" w:rsidP="008C22D9">
      <w:pPr>
        <w:pStyle w:val="BodyTextL25Bold"/>
      </w:pPr>
      <w:r w:rsidRPr="00513EA3">
        <w:t xml:space="preserve">Part </w:t>
      </w:r>
      <w:r w:rsidR="005C07D7">
        <w:t>4</w:t>
      </w:r>
      <w:r w:rsidRPr="00513EA3">
        <w:t>: Configur</w:t>
      </w:r>
      <w:r w:rsidR="00BC322F">
        <w:t>e the</w:t>
      </w:r>
      <w:r w:rsidRPr="00513EA3">
        <w:t xml:space="preserve"> DMZ</w:t>
      </w:r>
      <w:r>
        <w:t>, Static NAT, and ACLs</w:t>
      </w:r>
    </w:p>
    <w:p w14:paraId="606A7679" w14:textId="77777777" w:rsidR="00D778DF" w:rsidRDefault="00D778DF" w:rsidP="00D452F4">
      <w:pPr>
        <w:pStyle w:val="Heading1"/>
      </w:pPr>
      <w:r w:rsidRPr="00E70096">
        <w:t>Background / Scenario</w:t>
      </w:r>
    </w:p>
    <w:p w14:paraId="180A4C84" w14:textId="57BAEBD1" w:rsidR="008C22D9" w:rsidRDefault="008C22D9" w:rsidP="008C22D9">
      <w:pPr>
        <w:pStyle w:val="BodyTextL25"/>
      </w:pPr>
      <w:bookmarkStart w:id="0" w:name="_Toc492961008"/>
      <w:bookmarkStart w:id="1" w:name="_Toc492974528"/>
      <w:bookmarkStart w:id="2" w:name="_Toc492974581"/>
      <w:bookmarkStart w:id="3" w:name="_Toc494171525"/>
      <w:r w:rsidRPr="00ED5E38">
        <w:rPr>
          <w:noProof/>
        </w:rPr>
        <w:t>The Cisco Adaptive Security Appliance (ASA) is an advanced network security device that integrates a</w:t>
      </w:r>
      <w:r>
        <w:t xml:space="preserve"> stateful firewall, </w:t>
      </w:r>
      <w:r w:rsidRPr="00ED5E38">
        <w:rPr>
          <w:noProof/>
        </w:rPr>
        <w:t xml:space="preserve">VPN, and </w:t>
      </w:r>
      <w:r>
        <w:rPr>
          <w:noProof/>
        </w:rPr>
        <w:t>FirePOWER services</w:t>
      </w:r>
      <w:r w:rsidRPr="00ED5E38">
        <w:rPr>
          <w:noProof/>
        </w:rPr>
        <w:t>. This lab employs an ASA 550</w:t>
      </w:r>
      <w:r>
        <w:rPr>
          <w:noProof/>
        </w:rPr>
        <w:t>6-X</w:t>
      </w:r>
      <w:r>
        <w:t xml:space="preserve"> </w:t>
      </w:r>
      <w:r w:rsidRPr="00ED5E38">
        <w:rPr>
          <w:noProof/>
        </w:rPr>
        <w:t xml:space="preserve">to create a firewall and protect an internal corporate network from external intruders while allowing internal hosts access to the Internet. The ASA creates three security interfaces: </w:t>
      </w:r>
      <w:r w:rsidR="004C7630">
        <w:rPr>
          <w:noProof/>
        </w:rPr>
        <w:t>OUTSIDE</w:t>
      </w:r>
      <w:r w:rsidRPr="00ED5E38">
        <w:rPr>
          <w:noProof/>
        </w:rPr>
        <w:t xml:space="preserve">, </w:t>
      </w:r>
      <w:r w:rsidR="004C7630">
        <w:rPr>
          <w:noProof/>
        </w:rPr>
        <w:t>INSIDE</w:t>
      </w:r>
      <w:r w:rsidRPr="00ED5E38">
        <w:rPr>
          <w:noProof/>
        </w:rPr>
        <w:t>, and DMZ. It provides outside users limited access to the DMZ and no access to inside resources. Inside users can access the DMZ and outside resources.</w:t>
      </w:r>
    </w:p>
    <w:p w14:paraId="5E263194" w14:textId="78336D35" w:rsidR="008C22D9" w:rsidRPr="000A49FC" w:rsidRDefault="008C22D9" w:rsidP="008C22D9">
      <w:pPr>
        <w:pStyle w:val="BodyTextL25"/>
      </w:pPr>
      <w:r>
        <w:t xml:space="preserve">The focus of this </w:t>
      </w:r>
      <w:r w:rsidRPr="00ED5E38">
        <w:rPr>
          <w:noProof/>
        </w:rPr>
        <w:t xml:space="preserve">lab </w:t>
      </w:r>
      <w:r>
        <w:t xml:space="preserve">is </w:t>
      </w:r>
      <w:r>
        <w:rPr>
          <w:noProof/>
        </w:rPr>
        <w:t xml:space="preserve">to configure </w:t>
      </w:r>
      <w:r w:rsidR="005C07D7">
        <w:rPr>
          <w:noProof/>
        </w:rPr>
        <w:t>basic</w:t>
      </w:r>
      <w:r w:rsidRPr="00ED5E38">
        <w:rPr>
          <w:noProof/>
        </w:rPr>
        <w:t xml:space="preserve"> ASA as a basic firewall. Other devices will receive minimal configuration to support the ASA portion of</w:t>
      </w:r>
      <w:r>
        <w:t xml:space="preserve"> this lab. This lab uses the ASA CLI, which is similar to the IOS CLI, to configure basic device and security settings.</w:t>
      </w:r>
    </w:p>
    <w:p w14:paraId="7A48DB7F" w14:textId="75057E73" w:rsidR="008C22D9" w:rsidRPr="00ED5E38" w:rsidRDefault="008C22D9" w:rsidP="008C22D9">
      <w:pPr>
        <w:pStyle w:val="BodyTextL25"/>
        <w:rPr>
          <w:noProof/>
        </w:rPr>
      </w:pPr>
      <w:r w:rsidRPr="00ED5E38">
        <w:rPr>
          <w:noProof/>
        </w:rPr>
        <w:t>In Part 1 of this lab, you will</w:t>
      </w:r>
      <w:r>
        <w:t xml:space="preserve"> configure the topology and non-ASA devices</w:t>
      </w:r>
      <w:r w:rsidR="003565D4">
        <w:t xml:space="preserve">. This part can be skipped if your topology is still configured from the previous lab, </w:t>
      </w:r>
      <w:r w:rsidR="003565D4" w:rsidRPr="003565D4">
        <w:rPr>
          <w:b/>
          <w:bCs/>
        </w:rPr>
        <w:t>Configure ASA 5506-X Basic Settings and Firewall Using CLI</w:t>
      </w:r>
      <w:r>
        <w:t xml:space="preserve">. </w:t>
      </w:r>
      <w:r w:rsidR="003565D4">
        <w:t xml:space="preserve">In Part 2, you will configure routing, NAT, and the firewall between the inside and outside networks. </w:t>
      </w:r>
      <w:r>
        <w:t xml:space="preserve">In Part </w:t>
      </w:r>
      <w:r w:rsidR="003565D4">
        <w:t xml:space="preserve">3, </w:t>
      </w:r>
      <w:r>
        <w:t xml:space="preserve">you will configure the ASA for additional services, such as DHCP, AAA, and SSH. In Part </w:t>
      </w:r>
      <w:r w:rsidR="003565D4">
        <w:t>4</w:t>
      </w:r>
      <w:r>
        <w:t xml:space="preserve">, </w:t>
      </w:r>
      <w:r w:rsidRPr="00ED5E38">
        <w:rPr>
          <w:noProof/>
        </w:rPr>
        <w:t>you will configure a DMZ on the ASA and provide access to a server in the DMZ.</w:t>
      </w:r>
    </w:p>
    <w:p w14:paraId="6E5797B5" w14:textId="77777777" w:rsidR="004E2692" w:rsidRDefault="004E2692" w:rsidP="004E2692">
      <w:pPr>
        <w:pStyle w:val="BodyTextL25"/>
        <w:rPr>
          <w:rFonts w:eastAsia="Arial"/>
        </w:rPr>
      </w:pPr>
      <w:bookmarkStart w:id="4" w:name="_Hlk54883338"/>
      <w:bookmarkEnd w:id="0"/>
      <w:bookmarkEnd w:id="1"/>
      <w:bookmarkEnd w:id="2"/>
      <w:bookmarkEnd w:id="3"/>
      <w:r w:rsidRPr="00A86660">
        <w:rPr>
          <w:rFonts w:eastAsia="Arial"/>
          <w:b/>
        </w:rPr>
        <w:t>Note</w:t>
      </w:r>
      <w:r w:rsidRPr="00216F46">
        <w:rPr>
          <w:rFonts w:eastAsia="Arial"/>
        </w:rPr>
        <w:t>:</w:t>
      </w:r>
      <w:r w:rsidRPr="00A86660">
        <w:rPr>
          <w:rFonts w:eastAsia="Arial"/>
        </w:rPr>
        <w:t xml:space="preserve"> The router</w:t>
      </w:r>
      <w:r>
        <w:rPr>
          <w:rFonts w:eastAsia="Arial"/>
        </w:rPr>
        <w:t xml:space="preserve">s used with hands-on </w:t>
      </w:r>
      <w:r w:rsidRPr="00A86660">
        <w:rPr>
          <w:rFonts w:eastAsia="Arial"/>
        </w:rPr>
        <w:t>lab</w:t>
      </w:r>
      <w:r>
        <w:rPr>
          <w:rFonts w:eastAsia="Arial"/>
        </w:rPr>
        <w:t>s</w:t>
      </w:r>
      <w:r w:rsidRPr="00A86660">
        <w:rPr>
          <w:rFonts w:eastAsia="Arial"/>
        </w:rPr>
        <w:t xml:space="preserve"> are Cisco </w:t>
      </w:r>
      <w:r>
        <w:rPr>
          <w:rFonts w:eastAsia="Arial"/>
        </w:rPr>
        <w:t xml:space="preserve">4221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XE Release </w:t>
      </w:r>
      <w:r w:rsidRPr="00A86660">
        <w:rPr>
          <w:rFonts w:eastAsia="Arial"/>
        </w:rPr>
        <w:t>1</w:t>
      </w:r>
      <w:r>
        <w:rPr>
          <w:rFonts w:eastAsia="Arial"/>
        </w:rPr>
        <w:t xml:space="preserve">6.9.6 (universalk9 </w:t>
      </w:r>
      <w:r w:rsidRPr="00A86660">
        <w:rPr>
          <w:rFonts w:eastAsia="Arial"/>
        </w:rPr>
        <w:t xml:space="preserve">image). The </w:t>
      </w:r>
      <w:r>
        <w:rPr>
          <w:rFonts w:eastAsia="Arial"/>
        </w:rPr>
        <w:t xml:space="preserve">switches used in the labs are </w:t>
      </w:r>
      <w:r w:rsidRPr="00A86660">
        <w:rPr>
          <w:rFonts w:eastAsia="Arial"/>
        </w:rPr>
        <w:t xml:space="preserve">Cisco </w:t>
      </w:r>
      <w:r>
        <w:rPr>
          <w:rFonts w:eastAsia="Arial"/>
        </w:rPr>
        <w:t>Catalyst 2960+</w:t>
      </w:r>
      <w:r w:rsidRPr="00A86660">
        <w:rPr>
          <w:rFonts w:eastAsia="Arial"/>
        </w:rPr>
        <w:t xml:space="preserve"> 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Pr>
          <w:rFonts w:eastAsia="Arial"/>
        </w:rPr>
        <w:t xml:space="preserve">5.2(7) (lanbasek9 </w:t>
      </w:r>
      <w:r w:rsidRPr="00A86660">
        <w:rPr>
          <w:rFonts w:eastAsia="Arial"/>
        </w:rPr>
        <w:t>image)</w:t>
      </w:r>
      <w:r>
        <w:rPr>
          <w:rFonts w:eastAsia="Arial"/>
        </w:rPr>
        <w:t xml:space="preserve">. </w:t>
      </w:r>
      <w:r w:rsidRPr="00A86660">
        <w:rPr>
          <w:rFonts w:eastAsia="Arial"/>
        </w:rPr>
        <w:t>Other routers</w:t>
      </w:r>
      <w:r>
        <w:rPr>
          <w:rFonts w:eastAsia="Arial"/>
        </w:rPr>
        <w:t xml:space="preserve">, switches, and Cisco </w:t>
      </w:r>
      <w:r w:rsidRPr="00A86660">
        <w:rPr>
          <w:rFonts w:eastAsia="Arial"/>
        </w:rPr>
        <w:t>IOS versions can be used</w:t>
      </w:r>
      <w:r>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xml:space="preserve">, the commands available and </w:t>
      </w:r>
      <w:r>
        <w:rPr>
          <w:rFonts w:eastAsia="Arial"/>
        </w:rPr>
        <w:t xml:space="preserve">the </w:t>
      </w:r>
      <w:r w:rsidRPr="00A86660">
        <w:rPr>
          <w:rFonts w:eastAsia="Arial"/>
        </w:rPr>
        <w:t>output produced might vary from what is shown in th</w:t>
      </w:r>
      <w:r>
        <w:rPr>
          <w:rFonts w:eastAsia="Arial"/>
        </w:rPr>
        <w:t>e labs.</w:t>
      </w:r>
      <w:r w:rsidRPr="008C2920">
        <w:rPr>
          <w:rFonts w:eastAsia="Arial"/>
        </w:rPr>
        <w:t xml:space="preserve"> </w:t>
      </w:r>
      <w:r>
        <w:rPr>
          <w:rFonts w:eastAsia="Arial"/>
        </w:rPr>
        <w:t>Refer to the Router Interface Summary T</w:t>
      </w:r>
      <w:r w:rsidRPr="00A86660">
        <w:rPr>
          <w:rFonts w:eastAsia="Arial"/>
        </w:rPr>
        <w:t xml:space="preserve">able at the end of the lab </w:t>
      </w:r>
      <w:r>
        <w:rPr>
          <w:rFonts w:eastAsia="Arial"/>
        </w:rPr>
        <w:t xml:space="preserve">for the correct </w:t>
      </w:r>
      <w:r w:rsidRPr="00A86660">
        <w:rPr>
          <w:rFonts w:eastAsia="Arial"/>
        </w:rPr>
        <w:t>interface identifiers</w:t>
      </w:r>
      <w:r>
        <w:rPr>
          <w:rFonts w:eastAsia="Arial"/>
        </w:rPr>
        <w:t>.</w:t>
      </w:r>
    </w:p>
    <w:bookmarkEnd w:id="4"/>
    <w:p w14:paraId="3F9CDC90" w14:textId="3F765299" w:rsidR="005D2704" w:rsidRDefault="005D2704" w:rsidP="005D2704">
      <w:pPr>
        <w:pStyle w:val="BodyTextL25"/>
      </w:pPr>
      <w:r w:rsidRPr="00D7346A">
        <w:rPr>
          <w:rFonts w:eastAsia="Arial"/>
        </w:rPr>
        <w:t>The ASA used with this lab is</w:t>
      </w:r>
      <w:r w:rsidRPr="00D7346A">
        <w:t xml:space="preserve"> a Cisco model 5506-X with an 8-port integrated switch, running OS version 9.</w:t>
      </w:r>
      <w:r>
        <w:t>15</w:t>
      </w:r>
      <w:r w:rsidRPr="00D7346A">
        <w:t>(</w:t>
      </w:r>
      <w:r>
        <w:t>1</w:t>
      </w:r>
      <w:r w:rsidRPr="00D7346A">
        <w:t xml:space="preserve">), Adaptive Security Device Manager (ASDM) version </w:t>
      </w:r>
      <w:r w:rsidRPr="006E7045">
        <w:t>7.</w:t>
      </w:r>
      <w:r>
        <w:t>15</w:t>
      </w:r>
      <w:r w:rsidRPr="00D7346A">
        <w:t>(</w:t>
      </w:r>
      <w:r>
        <w:t>1</w:t>
      </w:r>
      <w:r w:rsidRPr="00D7346A">
        <w:t>)</w:t>
      </w:r>
      <w:r w:rsidR="001E749D">
        <w:t>.</w:t>
      </w:r>
    </w:p>
    <w:p w14:paraId="7FC64D56" w14:textId="77777777" w:rsidR="005D2704" w:rsidRPr="00A6031D" w:rsidRDefault="005D2704" w:rsidP="005D2704">
      <w:pPr>
        <w:pStyle w:val="BodyTextL25"/>
      </w:pPr>
      <w:r w:rsidRPr="007A29FF">
        <w:rPr>
          <w:b/>
          <w:bCs/>
        </w:rPr>
        <w:t>N</w:t>
      </w:r>
      <w:r>
        <w:rPr>
          <w:b/>
          <w:bCs/>
        </w:rPr>
        <w:t>ote</w:t>
      </w:r>
      <w:r w:rsidRPr="00A6031D">
        <w:rPr>
          <w:bCs/>
        </w:rPr>
        <w:t xml:space="preserve">: </w:t>
      </w:r>
      <w:r>
        <w:rPr>
          <w:bCs/>
        </w:rPr>
        <w:t xml:space="preserve">Before you begin, </w:t>
      </w:r>
      <w:r>
        <w:t>en</w:t>
      </w:r>
      <w:r w:rsidRPr="007A29FF">
        <w:t xml:space="preserve">sure that the </w:t>
      </w:r>
      <w:r>
        <w:t>devices</w:t>
      </w:r>
      <w:r w:rsidRPr="007A29FF">
        <w:t xml:space="preserve"> have been erased and </w:t>
      </w:r>
      <w:r>
        <w:t>have no startup configurations.</w:t>
      </w:r>
    </w:p>
    <w:p w14:paraId="7591D1F4" w14:textId="77777777" w:rsidR="005D2704" w:rsidRDefault="005D2704" w:rsidP="005D2704">
      <w:pPr>
        <w:pStyle w:val="Heading1"/>
        <w:numPr>
          <w:ilvl w:val="0"/>
          <w:numId w:val="3"/>
        </w:numPr>
      </w:pPr>
      <w:r>
        <w:t>Required Resources</w:t>
      </w:r>
    </w:p>
    <w:p w14:paraId="76306543" w14:textId="01246908" w:rsidR="005D2704" w:rsidRPr="00706362" w:rsidRDefault="007269D8" w:rsidP="00706362">
      <w:pPr>
        <w:pStyle w:val="Bulletlevel1"/>
      </w:pPr>
      <w:bookmarkStart w:id="5" w:name="_Hlk54883414"/>
      <w:r>
        <w:t>1</w:t>
      </w:r>
      <w:r w:rsidR="005D2704" w:rsidRPr="00706362">
        <w:t xml:space="preserve"> Router (Cisco 4221 with Cisco XE Release 16.9.6 universal image or comparable with a Security Technology Package license)</w:t>
      </w:r>
    </w:p>
    <w:p w14:paraId="39A9C3A3" w14:textId="3A9CEC45" w:rsidR="005D2704" w:rsidRPr="00706362" w:rsidRDefault="005D2704" w:rsidP="00706362">
      <w:pPr>
        <w:pStyle w:val="Bulletlevel1"/>
      </w:pPr>
      <w:r w:rsidRPr="00706362">
        <w:t xml:space="preserve">3 Switches (Cisco 2960+ with Cisco IOS Release 15.2(7) lanbasek9 image or comparable) </w:t>
      </w:r>
    </w:p>
    <w:p w14:paraId="40C30747" w14:textId="77777777" w:rsidR="005D2704" w:rsidRPr="00706362" w:rsidRDefault="005D2704" w:rsidP="00706362">
      <w:pPr>
        <w:pStyle w:val="Bulletlevel1"/>
      </w:pPr>
      <w:r w:rsidRPr="00706362">
        <w:t>3 PCs (Windows OS with a terminal emulation, such as PuTTY or Tera Term installed)</w:t>
      </w:r>
    </w:p>
    <w:p w14:paraId="14FAF813" w14:textId="77777777" w:rsidR="005D2704" w:rsidRPr="00706362" w:rsidRDefault="005D2704" w:rsidP="00706362">
      <w:pPr>
        <w:pStyle w:val="Bulletlevel1"/>
      </w:pPr>
      <w:r w:rsidRPr="00706362">
        <w:t>1 ASA 5506-X (OS version 9.15(1) and ASDM version 7.15(1) and Base license or comparable)</w:t>
      </w:r>
    </w:p>
    <w:p w14:paraId="7B0BBD1A" w14:textId="77777777" w:rsidR="005D2704" w:rsidRPr="00706362" w:rsidRDefault="005D2704" w:rsidP="00706362">
      <w:pPr>
        <w:pStyle w:val="Bulletlevel1"/>
      </w:pPr>
      <w:r w:rsidRPr="00706362">
        <w:t>Console cables to configure Cisco networking devices</w:t>
      </w:r>
    </w:p>
    <w:p w14:paraId="0C62843C" w14:textId="77777777" w:rsidR="005D2704" w:rsidRPr="00706362" w:rsidRDefault="005D2704" w:rsidP="00706362">
      <w:pPr>
        <w:pStyle w:val="Bulletlevel1"/>
      </w:pPr>
      <w:r w:rsidRPr="00706362">
        <w:t>Ethernet cables as shown in the topology</w:t>
      </w:r>
      <w:bookmarkEnd w:id="5"/>
    </w:p>
    <w:p w14:paraId="0F362DC5" w14:textId="77777777" w:rsidR="00125806" w:rsidRDefault="00125806" w:rsidP="00D452F4">
      <w:pPr>
        <w:pStyle w:val="Heading1"/>
      </w:pPr>
      <w:r>
        <w:t>Instructions</w:t>
      </w:r>
    </w:p>
    <w:p w14:paraId="00F1B8A8" w14:textId="77777777" w:rsidR="006A6339" w:rsidRPr="00823C56" w:rsidRDefault="006A6339" w:rsidP="006A6339">
      <w:pPr>
        <w:pStyle w:val="Heading2"/>
        <w:rPr>
          <w:noProof/>
        </w:rPr>
      </w:pPr>
      <w:r w:rsidRPr="00823C56">
        <w:rPr>
          <w:noProof/>
        </w:rPr>
        <w:t>Configure Basic Device Settings</w:t>
      </w:r>
    </w:p>
    <w:p w14:paraId="5445C432" w14:textId="62173CEE" w:rsidR="006A6339" w:rsidRDefault="006A6339" w:rsidP="006A6339">
      <w:pPr>
        <w:pStyle w:val="BodyTextL25"/>
        <w:rPr>
          <w:noProof/>
        </w:rPr>
      </w:pPr>
      <w:r w:rsidRPr="00ED5E38">
        <w:rPr>
          <w:noProof/>
        </w:rPr>
        <w:t xml:space="preserve">In </w:t>
      </w:r>
      <w:r>
        <w:rPr>
          <w:noProof/>
        </w:rPr>
        <w:t>this part</w:t>
      </w:r>
      <w:r w:rsidRPr="00ED5E38">
        <w:rPr>
          <w:noProof/>
        </w:rPr>
        <w:t>, you will set up the network topology and configure basic settings on the routers, such as interface IP addresses and static routing.</w:t>
      </w:r>
    </w:p>
    <w:p w14:paraId="3089644F" w14:textId="496CE8A3" w:rsidR="006A6339" w:rsidRPr="00ED5E38" w:rsidRDefault="006A6339" w:rsidP="006A6339">
      <w:pPr>
        <w:pStyle w:val="BodyTextL25"/>
        <w:rPr>
          <w:noProof/>
        </w:rPr>
      </w:pPr>
      <w:r w:rsidRPr="006A6339">
        <w:rPr>
          <w:b/>
          <w:bCs/>
          <w:noProof/>
        </w:rPr>
        <w:t>Note</w:t>
      </w:r>
      <w:r>
        <w:rPr>
          <w:noProof/>
        </w:rPr>
        <w:t>: If you proceeded directly to this lab from the previous lab and your configurations have not changed, you can proceed directly to Part 2.</w:t>
      </w:r>
    </w:p>
    <w:p w14:paraId="5FB0F75A" w14:textId="77777777" w:rsidR="006A6339" w:rsidRPr="00ED5E38" w:rsidRDefault="006A6339" w:rsidP="006A6339">
      <w:pPr>
        <w:pStyle w:val="Heading3"/>
        <w:rPr>
          <w:noProof/>
        </w:rPr>
      </w:pPr>
      <w:r w:rsidRPr="00ED5E38">
        <w:rPr>
          <w:noProof/>
        </w:rPr>
        <w:t>Cable the network and clear previous device settings.</w:t>
      </w:r>
    </w:p>
    <w:p w14:paraId="230E11FC" w14:textId="77777777" w:rsidR="006A6339" w:rsidRDefault="006A6339" w:rsidP="006A6339">
      <w:pPr>
        <w:pStyle w:val="BodyTextL25"/>
        <w:rPr>
          <w:noProof/>
        </w:rPr>
      </w:pPr>
      <w:r w:rsidRPr="00ED5E38">
        <w:rPr>
          <w:noProof/>
        </w:rPr>
        <w:t xml:space="preserve">Attach the devices that are shown in the topology diagram and cable as necessary. Make sure </w:t>
      </w:r>
      <w:r>
        <w:rPr>
          <w:noProof/>
        </w:rPr>
        <w:t xml:space="preserve">the router and ASA </w:t>
      </w:r>
      <w:r w:rsidRPr="00ED5E38">
        <w:rPr>
          <w:noProof/>
        </w:rPr>
        <w:t>have been erased and have no startup configuration</w:t>
      </w:r>
      <w:r>
        <w:rPr>
          <w:noProof/>
        </w:rPr>
        <w:t xml:space="preserve">. </w:t>
      </w:r>
    </w:p>
    <w:p w14:paraId="6DD4C5AA" w14:textId="77777777" w:rsidR="006A6339" w:rsidRDefault="006A6339" w:rsidP="006A6339">
      <w:pPr>
        <w:pStyle w:val="BodyTextL25"/>
      </w:pPr>
      <w:r w:rsidRPr="00AD317D">
        <w:rPr>
          <w:b/>
          <w:bCs/>
          <w:noProof/>
        </w:rPr>
        <w:t>Note</w:t>
      </w:r>
      <w:r>
        <w:rPr>
          <w:noProof/>
        </w:rPr>
        <w:t xml:space="preserve">: To avoid using the switches, use a cross-over cable to connect the end devices </w:t>
      </w:r>
    </w:p>
    <w:p w14:paraId="790ABE35" w14:textId="2991A1BF" w:rsidR="006A6339" w:rsidRDefault="006A6339" w:rsidP="006A6339">
      <w:pPr>
        <w:pStyle w:val="Heading3"/>
      </w:pPr>
      <w:r>
        <w:t>Configure the ASA.</w:t>
      </w:r>
    </w:p>
    <w:p w14:paraId="52F6DC60" w14:textId="53914952" w:rsidR="006A6339" w:rsidRDefault="006A6339" w:rsidP="006A6339">
      <w:pPr>
        <w:pStyle w:val="BodyTextL25"/>
      </w:pPr>
      <w:r>
        <w:t>Use the following script to configure the ASA. This will return ASA to the state it was in at the end of the last lab.</w:t>
      </w:r>
    </w:p>
    <w:p w14:paraId="07B6BEF6" w14:textId="17D32E75" w:rsidR="00493169" w:rsidRDefault="00493169" w:rsidP="00493169">
      <w:pPr>
        <w:pStyle w:val="SubStepAlpha"/>
      </w:pPr>
      <w:r>
        <w:t xml:space="preserve">Use the </w:t>
      </w:r>
      <w:r w:rsidRPr="002B5A05">
        <w:rPr>
          <w:b/>
        </w:rPr>
        <w:t xml:space="preserve">write </w:t>
      </w:r>
      <w:r w:rsidRPr="00ED5E38">
        <w:rPr>
          <w:b/>
          <w:noProof/>
        </w:rPr>
        <w:t>erase</w:t>
      </w:r>
      <w:r>
        <w:t xml:space="preserve"> command to remove the </w:t>
      </w:r>
      <w:r w:rsidRPr="006A3307">
        <w:t>startup-config</w:t>
      </w:r>
      <w:r>
        <w:t xml:space="preserve"> file from flash memory.</w:t>
      </w:r>
    </w:p>
    <w:p w14:paraId="1BA9FAD3" w14:textId="14261937" w:rsidR="00493169" w:rsidRDefault="00493169" w:rsidP="00493169">
      <w:pPr>
        <w:pStyle w:val="SubStepAlpha"/>
      </w:pPr>
      <w:r>
        <w:t xml:space="preserve">Use the </w:t>
      </w:r>
      <w:r w:rsidRPr="00F90578">
        <w:rPr>
          <w:b/>
        </w:rPr>
        <w:t>reload</w:t>
      </w:r>
      <w:r>
        <w:t xml:space="preserve"> command to restart the ASA.</w:t>
      </w:r>
    </w:p>
    <w:p w14:paraId="14A2167E" w14:textId="7B09F411" w:rsidR="00493169" w:rsidRDefault="00493169" w:rsidP="00493169">
      <w:pPr>
        <w:pStyle w:val="SubStepAlpha"/>
      </w:pPr>
      <w:r>
        <w:t>Answer no to the following prompt</w:t>
      </w:r>
    </w:p>
    <w:p w14:paraId="47E523DD" w14:textId="7E556FDF" w:rsidR="00493169" w:rsidRDefault="00493169" w:rsidP="00493169">
      <w:pPr>
        <w:pStyle w:val="CMD"/>
        <w:rPr>
          <w:rFonts w:cs="Courier New"/>
          <w:b/>
          <w:szCs w:val="20"/>
        </w:rPr>
      </w:pPr>
      <w:r w:rsidRPr="005B43E3">
        <w:rPr>
          <w:rFonts w:cs="Courier New"/>
          <w:szCs w:val="20"/>
        </w:rPr>
        <w:t>Pre-configure Firewall now through interactive prompts [yes]?</w:t>
      </w:r>
      <w:r w:rsidRPr="005B43E3">
        <w:rPr>
          <w:rFonts w:cs="Courier New"/>
          <w:b/>
          <w:szCs w:val="20"/>
        </w:rPr>
        <w:t xml:space="preserve"> </w:t>
      </w:r>
      <w:r>
        <w:rPr>
          <w:rFonts w:cs="Courier New"/>
          <w:b/>
          <w:szCs w:val="20"/>
        </w:rPr>
        <w:t>No</w:t>
      </w:r>
    </w:p>
    <w:p w14:paraId="1A6ECE95" w14:textId="77777777" w:rsidR="00493169" w:rsidRPr="00493169" w:rsidRDefault="00493169" w:rsidP="00493169">
      <w:pPr>
        <w:pStyle w:val="CMD"/>
        <w:rPr>
          <w:rFonts w:cs="Courier New"/>
          <w:bCs/>
          <w:szCs w:val="20"/>
        </w:rPr>
      </w:pPr>
    </w:p>
    <w:p w14:paraId="27F7EACB" w14:textId="77777777" w:rsidR="00493169" w:rsidRPr="00493169" w:rsidRDefault="00493169" w:rsidP="00493169">
      <w:pPr>
        <w:pStyle w:val="CMD"/>
        <w:rPr>
          <w:rFonts w:cs="Courier New"/>
          <w:bCs/>
          <w:szCs w:val="20"/>
        </w:rPr>
      </w:pPr>
    </w:p>
    <w:p w14:paraId="6CF73E37" w14:textId="77777777" w:rsidR="00493169" w:rsidRPr="00493169" w:rsidRDefault="00493169" w:rsidP="00493169">
      <w:pPr>
        <w:pStyle w:val="CMD"/>
        <w:rPr>
          <w:rFonts w:cs="Courier New"/>
          <w:bCs/>
          <w:szCs w:val="20"/>
        </w:rPr>
      </w:pPr>
    </w:p>
    <w:p w14:paraId="641AC754" w14:textId="77777777" w:rsidR="00493169" w:rsidRPr="00493169" w:rsidRDefault="00493169" w:rsidP="00493169">
      <w:pPr>
        <w:pStyle w:val="CMD"/>
        <w:rPr>
          <w:rFonts w:cs="Courier New"/>
          <w:bCs/>
          <w:szCs w:val="20"/>
        </w:rPr>
      </w:pPr>
    </w:p>
    <w:p w14:paraId="725DCB63" w14:textId="77777777" w:rsidR="00493169" w:rsidRPr="00493169" w:rsidRDefault="00493169" w:rsidP="00493169">
      <w:pPr>
        <w:pStyle w:val="CMD"/>
        <w:rPr>
          <w:rFonts w:cs="Courier New"/>
          <w:bCs/>
          <w:szCs w:val="20"/>
        </w:rPr>
      </w:pPr>
      <w:r w:rsidRPr="00493169">
        <w:rPr>
          <w:rFonts w:cs="Courier New"/>
          <w:bCs/>
          <w:szCs w:val="20"/>
        </w:rPr>
        <w:t>User enable_1 logged in to ciscoasa</w:t>
      </w:r>
    </w:p>
    <w:p w14:paraId="1350880F" w14:textId="77777777" w:rsidR="00493169" w:rsidRPr="00493169" w:rsidRDefault="00493169" w:rsidP="00493169">
      <w:pPr>
        <w:pStyle w:val="CMD"/>
        <w:rPr>
          <w:rFonts w:cs="Courier New"/>
          <w:bCs/>
          <w:szCs w:val="20"/>
        </w:rPr>
      </w:pPr>
      <w:r w:rsidRPr="00493169">
        <w:rPr>
          <w:rFonts w:cs="Courier New"/>
          <w:bCs/>
          <w:szCs w:val="20"/>
        </w:rPr>
        <w:t xml:space="preserve">Logins over the last 1 days: 1.  </w:t>
      </w:r>
    </w:p>
    <w:p w14:paraId="13805AEE" w14:textId="77777777" w:rsidR="00493169" w:rsidRPr="00493169" w:rsidRDefault="00493169" w:rsidP="00493169">
      <w:pPr>
        <w:pStyle w:val="CMD"/>
        <w:rPr>
          <w:rFonts w:cs="Courier New"/>
          <w:bCs/>
          <w:szCs w:val="20"/>
        </w:rPr>
      </w:pPr>
      <w:r w:rsidRPr="00493169">
        <w:rPr>
          <w:rFonts w:cs="Courier New"/>
          <w:bCs/>
          <w:szCs w:val="20"/>
        </w:rPr>
        <w:t xml:space="preserve">Failed logins since the last login: 0.  </w:t>
      </w:r>
    </w:p>
    <w:p w14:paraId="3E2D07C5" w14:textId="77777777" w:rsidR="00493169" w:rsidRPr="00493169" w:rsidRDefault="00493169" w:rsidP="00493169">
      <w:pPr>
        <w:pStyle w:val="CMD"/>
        <w:rPr>
          <w:rFonts w:cs="Courier New"/>
          <w:bCs/>
          <w:szCs w:val="20"/>
        </w:rPr>
      </w:pPr>
      <w:r w:rsidRPr="00493169">
        <w:rPr>
          <w:rFonts w:cs="Courier New"/>
          <w:bCs/>
          <w:szCs w:val="20"/>
        </w:rPr>
        <w:t>Type help or '?' for a list of available commands.</w:t>
      </w:r>
    </w:p>
    <w:p w14:paraId="608FE9F4" w14:textId="77777777" w:rsidR="00493169" w:rsidRPr="00493169" w:rsidRDefault="00493169" w:rsidP="00493169">
      <w:pPr>
        <w:pStyle w:val="CMD"/>
        <w:rPr>
          <w:rFonts w:cs="Courier New"/>
          <w:bCs/>
          <w:szCs w:val="20"/>
        </w:rPr>
      </w:pPr>
      <w:r w:rsidRPr="00493169">
        <w:rPr>
          <w:rFonts w:cs="Courier New"/>
          <w:bCs/>
          <w:szCs w:val="20"/>
        </w:rPr>
        <w:t>ciscoasa&gt; enable</w:t>
      </w:r>
    </w:p>
    <w:p w14:paraId="0C0F2A3C" w14:textId="77777777" w:rsidR="00493169" w:rsidRPr="00493169" w:rsidRDefault="00493169" w:rsidP="00493169">
      <w:pPr>
        <w:pStyle w:val="CMD"/>
        <w:rPr>
          <w:rFonts w:cs="Courier New"/>
          <w:bCs/>
          <w:szCs w:val="20"/>
        </w:rPr>
      </w:pPr>
      <w:r w:rsidRPr="00493169">
        <w:rPr>
          <w:rFonts w:cs="Courier New"/>
          <w:bCs/>
          <w:szCs w:val="20"/>
        </w:rPr>
        <w:t>The enable password is not set.  Please set it now.</w:t>
      </w:r>
    </w:p>
    <w:p w14:paraId="3CD3E530" w14:textId="79BE6A4C" w:rsidR="00493169" w:rsidRPr="00493169" w:rsidRDefault="00493169" w:rsidP="00493169">
      <w:pPr>
        <w:pStyle w:val="CMD"/>
        <w:rPr>
          <w:rFonts w:cs="Courier New"/>
          <w:bCs/>
          <w:szCs w:val="20"/>
        </w:rPr>
      </w:pPr>
      <w:r w:rsidRPr="00493169">
        <w:rPr>
          <w:rFonts w:cs="Courier New"/>
          <w:bCs/>
          <w:szCs w:val="20"/>
        </w:rPr>
        <w:t xml:space="preserve">Enter  Password: </w:t>
      </w:r>
      <w:r w:rsidRPr="000250FB">
        <w:rPr>
          <w:rFonts w:cs="Courier New"/>
          <w:b/>
          <w:szCs w:val="20"/>
        </w:rPr>
        <w:t>class</w:t>
      </w:r>
    </w:p>
    <w:p w14:paraId="280C2E6B" w14:textId="579B1B1B" w:rsidR="00493169" w:rsidRPr="00493169" w:rsidRDefault="00493169" w:rsidP="00493169">
      <w:pPr>
        <w:pStyle w:val="CMD"/>
        <w:rPr>
          <w:rFonts w:cs="Courier New"/>
          <w:bCs/>
          <w:szCs w:val="20"/>
        </w:rPr>
      </w:pPr>
      <w:r w:rsidRPr="00493169">
        <w:rPr>
          <w:rFonts w:cs="Courier New"/>
          <w:bCs/>
          <w:szCs w:val="20"/>
        </w:rPr>
        <w:t xml:space="preserve">Repeat Password: </w:t>
      </w:r>
      <w:r w:rsidRPr="000250FB">
        <w:rPr>
          <w:rFonts w:cs="Courier New"/>
          <w:b/>
          <w:szCs w:val="20"/>
        </w:rPr>
        <w:t>class</w:t>
      </w:r>
    </w:p>
    <w:p w14:paraId="765D7963" w14:textId="77777777" w:rsidR="00493169" w:rsidRPr="00493169" w:rsidRDefault="00493169" w:rsidP="00493169">
      <w:pPr>
        <w:pStyle w:val="CMD"/>
        <w:rPr>
          <w:rFonts w:cs="Courier New"/>
          <w:bCs/>
          <w:szCs w:val="20"/>
        </w:rPr>
      </w:pPr>
      <w:r w:rsidRPr="00493169">
        <w:rPr>
          <w:rFonts w:cs="Courier New"/>
          <w:bCs/>
          <w:szCs w:val="20"/>
        </w:rPr>
        <w:t>Note: Save your configuration so that the password persists across reboots</w:t>
      </w:r>
    </w:p>
    <w:p w14:paraId="7B06C5D8" w14:textId="77777777" w:rsidR="00493169" w:rsidRPr="00493169" w:rsidRDefault="00493169" w:rsidP="00493169">
      <w:pPr>
        <w:pStyle w:val="CMD"/>
        <w:rPr>
          <w:rFonts w:cs="Courier New"/>
          <w:bCs/>
          <w:szCs w:val="20"/>
        </w:rPr>
      </w:pPr>
      <w:r w:rsidRPr="00493169">
        <w:rPr>
          <w:rFonts w:cs="Courier New"/>
          <w:bCs/>
          <w:szCs w:val="20"/>
        </w:rPr>
        <w:t>("write memory" or "copy running-config startup-config").</w:t>
      </w:r>
    </w:p>
    <w:p w14:paraId="13441D83" w14:textId="2E7ACCDB" w:rsidR="007258A6" w:rsidRPr="007258A6" w:rsidRDefault="00493169" w:rsidP="007258A6">
      <w:pPr>
        <w:pStyle w:val="CMD"/>
        <w:rPr>
          <w:b/>
          <w:bCs/>
        </w:rPr>
      </w:pPr>
      <w:r w:rsidRPr="007258A6">
        <w:t>ciscoasa#</w:t>
      </w:r>
      <w:r w:rsidR="007258A6" w:rsidRPr="007258A6">
        <w:t xml:space="preserve"> </w:t>
      </w:r>
      <w:r w:rsidR="007258A6" w:rsidRPr="007258A6">
        <w:rPr>
          <w:b/>
          <w:bCs/>
        </w:rPr>
        <w:t>conf t</w:t>
      </w:r>
    </w:p>
    <w:p w14:paraId="09172677" w14:textId="02626187" w:rsidR="007258A6" w:rsidRPr="007258A6" w:rsidRDefault="007258A6" w:rsidP="007258A6">
      <w:pPr>
        <w:pStyle w:val="CMD"/>
      </w:pPr>
      <w:r w:rsidRPr="007258A6">
        <w:t xml:space="preserve">ciscoasa(config)# </w:t>
      </w:r>
    </w:p>
    <w:p w14:paraId="582B5954" w14:textId="77777777" w:rsidR="007258A6" w:rsidRPr="007258A6" w:rsidRDefault="007258A6" w:rsidP="007258A6">
      <w:pPr>
        <w:pStyle w:val="CMD"/>
        <w:rPr>
          <w:rFonts w:cs="Courier New"/>
          <w:bCs/>
          <w:szCs w:val="20"/>
        </w:rPr>
      </w:pPr>
    </w:p>
    <w:p w14:paraId="120ECAE7" w14:textId="77777777" w:rsidR="007258A6" w:rsidRPr="007258A6" w:rsidRDefault="007258A6" w:rsidP="007258A6">
      <w:pPr>
        <w:pStyle w:val="CMDOutput"/>
      </w:pPr>
      <w:r w:rsidRPr="007258A6">
        <w:t>***************************** NOTICE *****************************</w:t>
      </w:r>
    </w:p>
    <w:p w14:paraId="5C8ABC29" w14:textId="77777777" w:rsidR="007258A6" w:rsidRPr="007258A6" w:rsidRDefault="007258A6" w:rsidP="007258A6">
      <w:pPr>
        <w:pStyle w:val="CMDOutput"/>
      </w:pPr>
    </w:p>
    <w:p w14:paraId="51614C3B" w14:textId="77777777" w:rsidR="007258A6" w:rsidRPr="007258A6" w:rsidRDefault="007258A6" w:rsidP="007258A6">
      <w:pPr>
        <w:pStyle w:val="CMDOutput"/>
      </w:pPr>
      <w:r w:rsidRPr="007258A6">
        <w:t>Help to improve the ASA platform by enabling anonymous reporting,</w:t>
      </w:r>
    </w:p>
    <w:p w14:paraId="1CB65D62" w14:textId="77777777" w:rsidR="007258A6" w:rsidRPr="007258A6" w:rsidRDefault="007258A6" w:rsidP="007258A6">
      <w:pPr>
        <w:pStyle w:val="CMDOutput"/>
      </w:pPr>
      <w:r w:rsidRPr="007258A6">
        <w:t>which allows Cisco to securely receive minimal error and health</w:t>
      </w:r>
    </w:p>
    <w:p w14:paraId="1B294C4D" w14:textId="77777777" w:rsidR="007258A6" w:rsidRPr="007258A6" w:rsidRDefault="007258A6" w:rsidP="007258A6">
      <w:pPr>
        <w:pStyle w:val="CMDOutput"/>
      </w:pPr>
      <w:r w:rsidRPr="007258A6">
        <w:t>information from the device. To learn more about this feature,</w:t>
      </w:r>
    </w:p>
    <w:p w14:paraId="1A60D554" w14:textId="77777777" w:rsidR="007258A6" w:rsidRPr="007258A6" w:rsidRDefault="007258A6" w:rsidP="007258A6">
      <w:pPr>
        <w:pStyle w:val="CMDOutput"/>
      </w:pPr>
      <w:r w:rsidRPr="007258A6">
        <w:t>please visit: http://www.cisco.com/go/smartcall</w:t>
      </w:r>
    </w:p>
    <w:p w14:paraId="0FE4C991" w14:textId="77777777" w:rsidR="007258A6" w:rsidRPr="007258A6" w:rsidRDefault="007258A6" w:rsidP="007258A6">
      <w:pPr>
        <w:pStyle w:val="CMDOutput"/>
      </w:pPr>
    </w:p>
    <w:p w14:paraId="57156F2E" w14:textId="77777777" w:rsidR="007258A6" w:rsidRPr="007258A6" w:rsidRDefault="007258A6" w:rsidP="007258A6">
      <w:pPr>
        <w:pStyle w:val="CMDOutput"/>
      </w:pPr>
      <w:r w:rsidRPr="007258A6">
        <w:t>Would you like to enable anonymous error reporting to help improve</w:t>
      </w:r>
    </w:p>
    <w:p w14:paraId="6C5717B1" w14:textId="77777777" w:rsidR="007258A6" w:rsidRPr="007258A6" w:rsidRDefault="007258A6" w:rsidP="007258A6">
      <w:pPr>
        <w:pStyle w:val="CMDOutput"/>
      </w:pPr>
      <w:r w:rsidRPr="007258A6">
        <w:t xml:space="preserve">the product? [Y]es, [N]o, [A]sk later: </w:t>
      </w:r>
      <w:r w:rsidRPr="007258A6">
        <w:rPr>
          <w:b/>
          <w:bCs/>
        </w:rPr>
        <w:t>no</w:t>
      </w:r>
    </w:p>
    <w:p w14:paraId="6434D54A" w14:textId="77777777" w:rsidR="007258A6" w:rsidRPr="007258A6" w:rsidRDefault="007258A6" w:rsidP="007258A6">
      <w:pPr>
        <w:pStyle w:val="CMDOutput"/>
      </w:pPr>
    </w:p>
    <w:p w14:paraId="59E7589D" w14:textId="77777777" w:rsidR="007258A6" w:rsidRPr="007258A6" w:rsidRDefault="007258A6" w:rsidP="007258A6">
      <w:pPr>
        <w:pStyle w:val="CMDOutput"/>
      </w:pPr>
      <w:r w:rsidRPr="007258A6">
        <w:t>In the future, if you would like to enable this feature,</w:t>
      </w:r>
    </w:p>
    <w:p w14:paraId="1B3F6BFC" w14:textId="77777777" w:rsidR="007258A6" w:rsidRPr="007258A6" w:rsidRDefault="007258A6" w:rsidP="007258A6">
      <w:pPr>
        <w:pStyle w:val="CMDOutput"/>
      </w:pPr>
      <w:r w:rsidRPr="007258A6">
        <w:t>issue the command "call-home reporting anonymous".</w:t>
      </w:r>
    </w:p>
    <w:p w14:paraId="6B1E5A11" w14:textId="77777777" w:rsidR="007258A6" w:rsidRPr="007258A6" w:rsidRDefault="007258A6" w:rsidP="007258A6">
      <w:pPr>
        <w:pStyle w:val="CMDOutput"/>
      </w:pPr>
    </w:p>
    <w:p w14:paraId="06722EDF" w14:textId="77777777" w:rsidR="007258A6" w:rsidRPr="007258A6" w:rsidRDefault="007258A6" w:rsidP="007258A6">
      <w:pPr>
        <w:pStyle w:val="CMDOutput"/>
      </w:pPr>
      <w:r w:rsidRPr="007258A6">
        <w:t>Please remember to save your configuration.</w:t>
      </w:r>
    </w:p>
    <w:p w14:paraId="657CDBAE" w14:textId="77777777" w:rsidR="007258A6" w:rsidRPr="007258A6" w:rsidRDefault="007258A6" w:rsidP="007258A6">
      <w:pPr>
        <w:pStyle w:val="CMDOutput"/>
      </w:pPr>
    </w:p>
    <w:p w14:paraId="2EB1B7EC" w14:textId="3811CB72" w:rsidR="00493169" w:rsidRPr="00493169" w:rsidRDefault="007258A6" w:rsidP="007258A6">
      <w:pPr>
        <w:pStyle w:val="CMD"/>
        <w:rPr>
          <w:rFonts w:cs="Courier New"/>
          <w:bCs/>
          <w:szCs w:val="20"/>
        </w:rPr>
      </w:pPr>
      <w:r w:rsidRPr="007258A6">
        <w:rPr>
          <w:rFonts w:cs="Courier New"/>
          <w:bCs/>
          <w:szCs w:val="20"/>
        </w:rPr>
        <w:t>ciscoasa(config)#</w:t>
      </w:r>
      <w:r>
        <w:rPr>
          <w:rFonts w:cs="Courier New"/>
          <w:bCs/>
          <w:szCs w:val="20"/>
        </w:rPr>
        <w:t xml:space="preserve"> </w:t>
      </w:r>
    </w:p>
    <w:p w14:paraId="321F2131" w14:textId="2E25D3BE" w:rsidR="00493169" w:rsidRDefault="000250FB" w:rsidP="00493169">
      <w:pPr>
        <w:pStyle w:val="SubStepAlpha"/>
      </w:pPr>
      <w:r w:rsidRPr="000250FB">
        <w:t xml:space="preserve">Use the following script to configure </w:t>
      </w:r>
      <w:r>
        <w:t>the ASA</w:t>
      </w:r>
      <w:r w:rsidRPr="000250FB">
        <w:t>.</w:t>
      </w:r>
    </w:p>
    <w:p w14:paraId="7C38EC13" w14:textId="6AABE727" w:rsidR="000250FB" w:rsidRPr="000250FB" w:rsidRDefault="000250FB" w:rsidP="000250FB">
      <w:pPr>
        <w:pStyle w:val="BodyTextL50"/>
        <w:rPr>
          <w:b/>
          <w:bCs/>
        </w:rPr>
      </w:pPr>
      <w:r w:rsidRPr="000250FB">
        <w:rPr>
          <w:b/>
          <w:bCs/>
        </w:rPr>
        <w:t>ASA Script</w:t>
      </w:r>
    </w:p>
    <w:p w14:paraId="77C88703" w14:textId="77777777" w:rsidR="007258A6" w:rsidRDefault="007258A6" w:rsidP="007258A6">
      <w:pPr>
        <w:pStyle w:val="CMD"/>
      </w:pPr>
      <w:r>
        <w:t>hostname NETSEC-ASA</w:t>
      </w:r>
    </w:p>
    <w:p w14:paraId="62F06663" w14:textId="77777777" w:rsidR="007258A6" w:rsidRDefault="007258A6" w:rsidP="007258A6">
      <w:pPr>
        <w:pStyle w:val="CMD"/>
      </w:pPr>
      <w:r>
        <w:t>domain-name netsec.com</w:t>
      </w:r>
    </w:p>
    <w:p w14:paraId="3B94DE2C" w14:textId="77777777" w:rsidR="007258A6" w:rsidRDefault="007258A6" w:rsidP="007258A6">
      <w:pPr>
        <w:pStyle w:val="CMD"/>
      </w:pPr>
      <w:r>
        <w:t>passwd cisco</w:t>
      </w:r>
    </w:p>
    <w:p w14:paraId="591C21A3" w14:textId="77777777" w:rsidR="007258A6" w:rsidRDefault="007258A6" w:rsidP="007258A6">
      <w:pPr>
        <w:pStyle w:val="CMD"/>
      </w:pPr>
      <w:r>
        <w:t>!</w:t>
      </w:r>
    </w:p>
    <w:p w14:paraId="27435A62" w14:textId="77777777" w:rsidR="007258A6" w:rsidRDefault="007258A6" w:rsidP="007258A6">
      <w:pPr>
        <w:pStyle w:val="CMD"/>
      </w:pPr>
      <w:r>
        <w:t>interface GigabitEthernet1/1</w:t>
      </w:r>
    </w:p>
    <w:p w14:paraId="5DEF3838" w14:textId="77777777" w:rsidR="007258A6" w:rsidRDefault="007258A6" w:rsidP="007258A6">
      <w:pPr>
        <w:pStyle w:val="CMD"/>
      </w:pPr>
      <w:r>
        <w:t xml:space="preserve"> nameif OUTSIDE</w:t>
      </w:r>
    </w:p>
    <w:p w14:paraId="3D4C9549" w14:textId="77777777" w:rsidR="007258A6" w:rsidRDefault="007258A6" w:rsidP="007258A6">
      <w:pPr>
        <w:pStyle w:val="CMD"/>
      </w:pPr>
      <w:r>
        <w:t xml:space="preserve"> security-level 0</w:t>
      </w:r>
    </w:p>
    <w:p w14:paraId="3E07DC4C" w14:textId="77777777" w:rsidR="007258A6" w:rsidRDefault="007258A6" w:rsidP="007258A6">
      <w:pPr>
        <w:pStyle w:val="CMD"/>
      </w:pPr>
      <w:r>
        <w:t xml:space="preserve"> ip address 209.165.200.226 255.255.255.248</w:t>
      </w:r>
    </w:p>
    <w:p w14:paraId="4E9B3416" w14:textId="77777777" w:rsidR="007258A6" w:rsidRDefault="007258A6" w:rsidP="007258A6">
      <w:pPr>
        <w:pStyle w:val="CMD"/>
      </w:pPr>
      <w:r>
        <w:t xml:space="preserve"> no shutdown </w:t>
      </w:r>
    </w:p>
    <w:p w14:paraId="332A2016" w14:textId="77777777" w:rsidR="007258A6" w:rsidRDefault="007258A6" w:rsidP="007258A6">
      <w:pPr>
        <w:pStyle w:val="CMD"/>
      </w:pPr>
      <w:r>
        <w:t>!</w:t>
      </w:r>
    </w:p>
    <w:p w14:paraId="721DBBA3" w14:textId="77777777" w:rsidR="007258A6" w:rsidRDefault="007258A6" w:rsidP="007258A6">
      <w:pPr>
        <w:pStyle w:val="CMD"/>
      </w:pPr>
      <w:r>
        <w:t>interface GigabitEthernet1/2</w:t>
      </w:r>
    </w:p>
    <w:p w14:paraId="79B45FA3" w14:textId="77777777" w:rsidR="007258A6" w:rsidRDefault="007258A6" w:rsidP="007258A6">
      <w:pPr>
        <w:pStyle w:val="CMD"/>
      </w:pPr>
      <w:r>
        <w:t xml:space="preserve"> nameif INSIDE</w:t>
      </w:r>
    </w:p>
    <w:p w14:paraId="17C5E122" w14:textId="77777777" w:rsidR="007258A6" w:rsidRDefault="007258A6" w:rsidP="007258A6">
      <w:pPr>
        <w:pStyle w:val="CMD"/>
      </w:pPr>
      <w:r>
        <w:t xml:space="preserve"> security-level 100</w:t>
      </w:r>
    </w:p>
    <w:p w14:paraId="1D5AA501" w14:textId="77777777" w:rsidR="007258A6" w:rsidRDefault="007258A6" w:rsidP="007258A6">
      <w:pPr>
        <w:pStyle w:val="CMD"/>
      </w:pPr>
      <w:r>
        <w:t xml:space="preserve"> ip address 192.168.1.1 255.255.255.0 </w:t>
      </w:r>
    </w:p>
    <w:p w14:paraId="3978CE10" w14:textId="77777777" w:rsidR="007258A6" w:rsidRDefault="007258A6" w:rsidP="007258A6">
      <w:pPr>
        <w:pStyle w:val="CMD"/>
      </w:pPr>
      <w:r>
        <w:t xml:space="preserve"> no shutdown </w:t>
      </w:r>
    </w:p>
    <w:p w14:paraId="6A860637" w14:textId="77777777" w:rsidR="007258A6" w:rsidRDefault="007258A6" w:rsidP="007258A6">
      <w:pPr>
        <w:pStyle w:val="CMD"/>
      </w:pPr>
      <w:r>
        <w:t>!</w:t>
      </w:r>
    </w:p>
    <w:p w14:paraId="32A953FB" w14:textId="77777777" w:rsidR="007258A6" w:rsidRDefault="007258A6" w:rsidP="007258A6">
      <w:pPr>
        <w:pStyle w:val="CMD"/>
      </w:pPr>
      <w:r>
        <w:t>domain-name netsec.com</w:t>
      </w:r>
    </w:p>
    <w:p w14:paraId="2507A285" w14:textId="77777777" w:rsidR="007258A6" w:rsidRDefault="007258A6" w:rsidP="007258A6">
      <w:pPr>
        <w:pStyle w:val="CMD"/>
      </w:pPr>
      <w:r>
        <w:t>!</w:t>
      </w:r>
    </w:p>
    <w:p w14:paraId="30F29618" w14:textId="77777777" w:rsidR="007258A6" w:rsidRDefault="007258A6" w:rsidP="007258A6">
      <w:pPr>
        <w:pStyle w:val="CMD"/>
      </w:pPr>
      <w:r>
        <w:t>http server enable</w:t>
      </w:r>
    </w:p>
    <w:p w14:paraId="6574DF06" w14:textId="77777777" w:rsidR="007258A6" w:rsidRDefault="007258A6" w:rsidP="007258A6">
      <w:pPr>
        <w:pStyle w:val="CMD"/>
      </w:pPr>
      <w:r>
        <w:t>http 192.168.1.0 255.255.255.0 INSIDE</w:t>
      </w:r>
    </w:p>
    <w:p w14:paraId="4F9CCDE2" w14:textId="77777777" w:rsidR="007258A6" w:rsidRDefault="007258A6" w:rsidP="007258A6">
      <w:pPr>
        <w:pStyle w:val="CMD"/>
      </w:pPr>
      <w:r>
        <w:t xml:space="preserve">! </w:t>
      </w:r>
    </w:p>
    <w:p w14:paraId="4D9335BC" w14:textId="77777777" w:rsidR="007258A6" w:rsidRDefault="007258A6" w:rsidP="007258A6">
      <w:pPr>
        <w:pStyle w:val="CMD"/>
      </w:pPr>
      <w:r>
        <w:t>end</w:t>
      </w:r>
    </w:p>
    <w:p w14:paraId="238156F3" w14:textId="77777777" w:rsidR="007258A6" w:rsidRDefault="007258A6" w:rsidP="007258A6">
      <w:pPr>
        <w:pStyle w:val="CMD"/>
      </w:pPr>
      <w:r>
        <w:t>write mem</w:t>
      </w:r>
    </w:p>
    <w:p w14:paraId="16AFF1C9" w14:textId="42BD73A8" w:rsidR="006A6339" w:rsidRPr="001F4F1B" w:rsidRDefault="006A6339" w:rsidP="006A6339">
      <w:pPr>
        <w:pStyle w:val="Heading3"/>
      </w:pPr>
      <w:r>
        <w:t>C</w:t>
      </w:r>
      <w:r w:rsidRPr="001F4F1B">
        <w:t xml:space="preserve">onfigure </w:t>
      </w:r>
      <w:r>
        <w:t>R1 and the end devices.</w:t>
      </w:r>
    </w:p>
    <w:p w14:paraId="76DB7C90" w14:textId="77777777" w:rsidR="006A6339" w:rsidRDefault="006A6339" w:rsidP="006A6339">
      <w:pPr>
        <w:pStyle w:val="SubStepAlpha"/>
      </w:pPr>
      <w:r>
        <w:t xml:space="preserve">Use the following script to configure R1. No additional configuration for R1 will be required for this lab. </w:t>
      </w:r>
    </w:p>
    <w:p w14:paraId="5D46AAA1" w14:textId="77777777" w:rsidR="006A6339" w:rsidRDefault="006A6339" w:rsidP="006A6339">
      <w:pPr>
        <w:pStyle w:val="BodyTextL50"/>
      </w:pPr>
      <w:r w:rsidRPr="00EA0B65">
        <w:rPr>
          <w:b/>
          <w:bCs/>
        </w:rPr>
        <w:t>Note</w:t>
      </w:r>
      <w:r>
        <w:t>: R1 does not need any routing as all inbound packets from the ASA will have 209.165.200.226 as the source IP address.</w:t>
      </w:r>
    </w:p>
    <w:p w14:paraId="7B0CC850" w14:textId="77777777" w:rsidR="006A6339" w:rsidRPr="00AD317D" w:rsidRDefault="006A6339" w:rsidP="006A6339">
      <w:pPr>
        <w:pStyle w:val="BodyTextL50"/>
        <w:rPr>
          <w:b/>
          <w:bCs/>
        </w:rPr>
      </w:pPr>
      <w:r w:rsidRPr="00AD317D">
        <w:rPr>
          <w:b/>
          <w:bCs/>
        </w:rPr>
        <w:t>R1 Script</w:t>
      </w:r>
    </w:p>
    <w:p w14:paraId="346D9F7F" w14:textId="77777777" w:rsidR="006A6339" w:rsidRDefault="006A6339" w:rsidP="007258A6">
      <w:pPr>
        <w:pStyle w:val="CMD"/>
      </w:pPr>
      <w:r>
        <w:t>enable</w:t>
      </w:r>
    </w:p>
    <w:p w14:paraId="6C8C9D7B" w14:textId="77777777" w:rsidR="006A6339" w:rsidRDefault="006A6339" w:rsidP="007258A6">
      <w:pPr>
        <w:pStyle w:val="CMD"/>
      </w:pPr>
      <w:r>
        <w:t>configure terminal</w:t>
      </w:r>
    </w:p>
    <w:p w14:paraId="6982696C" w14:textId="77777777" w:rsidR="006A6339" w:rsidRDefault="006A6339" w:rsidP="007258A6">
      <w:pPr>
        <w:pStyle w:val="CMD"/>
      </w:pPr>
      <w:r>
        <w:t>hostname R1</w:t>
      </w:r>
    </w:p>
    <w:p w14:paraId="4B134A3F" w14:textId="77777777" w:rsidR="006A6339" w:rsidRDefault="006A6339" w:rsidP="007258A6">
      <w:pPr>
        <w:pStyle w:val="CMD"/>
      </w:pPr>
      <w:r>
        <w:t>security passwords min-length 10</w:t>
      </w:r>
    </w:p>
    <w:p w14:paraId="3E142FF3" w14:textId="579C25F6" w:rsidR="006A6339" w:rsidRDefault="00AA3870" w:rsidP="007258A6">
      <w:pPr>
        <w:pStyle w:val="CMD"/>
      </w:pPr>
      <w:r w:rsidRPr="00AA3870">
        <w:t>enable algorithm-type scrypt secret cisco12345</w:t>
      </w:r>
    </w:p>
    <w:p w14:paraId="278047AF" w14:textId="77777777" w:rsidR="006A6339" w:rsidRDefault="006A6339" w:rsidP="007258A6">
      <w:pPr>
        <w:pStyle w:val="CMD"/>
      </w:pPr>
      <w:r>
        <w:t>ip domain name netsec.com</w:t>
      </w:r>
    </w:p>
    <w:p w14:paraId="7F4AC635" w14:textId="77777777" w:rsidR="006A6339" w:rsidRDefault="006A6339" w:rsidP="007258A6">
      <w:pPr>
        <w:pStyle w:val="CMD"/>
      </w:pPr>
      <w:r>
        <w:t>username admin01 algorithm-type scrypt secret cisco12345</w:t>
      </w:r>
    </w:p>
    <w:p w14:paraId="72A2E3F3" w14:textId="77777777" w:rsidR="006A6339" w:rsidRDefault="006A6339" w:rsidP="007258A6">
      <w:pPr>
        <w:pStyle w:val="CMD"/>
      </w:pPr>
      <w:r>
        <w:t>interface GigabitEthernet0/0/0</w:t>
      </w:r>
    </w:p>
    <w:p w14:paraId="6E0FD57D" w14:textId="77777777" w:rsidR="006A6339" w:rsidRDefault="006A6339" w:rsidP="007258A6">
      <w:pPr>
        <w:pStyle w:val="CMD"/>
      </w:pPr>
      <w:r>
        <w:t xml:space="preserve"> ip address 172.16.3.1 255.255.255.0</w:t>
      </w:r>
    </w:p>
    <w:p w14:paraId="707E121F" w14:textId="77777777" w:rsidR="006A6339" w:rsidRDefault="006A6339" w:rsidP="007258A6">
      <w:pPr>
        <w:pStyle w:val="CMD"/>
      </w:pPr>
      <w:r>
        <w:t xml:space="preserve"> no shutdown</w:t>
      </w:r>
    </w:p>
    <w:p w14:paraId="2F8A16E4" w14:textId="77777777" w:rsidR="006A6339" w:rsidRDefault="006A6339" w:rsidP="007258A6">
      <w:pPr>
        <w:pStyle w:val="CMD"/>
      </w:pPr>
      <w:r>
        <w:t>interface GigabitEthernet0/0/1</w:t>
      </w:r>
    </w:p>
    <w:p w14:paraId="5F9CE465" w14:textId="77777777" w:rsidR="006A6339" w:rsidRDefault="006A6339" w:rsidP="007258A6">
      <w:pPr>
        <w:pStyle w:val="CMD"/>
      </w:pPr>
      <w:r>
        <w:t xml:space="preserve"> ip address 209.165.200.225 255.255.255.248</w:t>
      </w:r>
    </w:p>
    <w:p w14:paraId="20F2E00B" w14:textId="77777777" w:rsidR="006A6339" w:rsidRDefault="006A6339" w:rsidP="007258A6">
      <w:pPr>
        <w:pStyle w:val="CMD"/>
      </w:pPr>
      <w:r>
        <w:t xml:space="preserve"> no shutdown</w:t>
      </w:r>
    </w:p>
    <w:p w14:paraId="2089C84F" w14:textId="77777777" w:rsidR="006A6339" w:rsidRDefault="006A6339" w:rsidP="007258A6">
      <w:pPr>
        <w:pStyle w:val="CMD"/>
      </w:pPr>
      <w:r>
        <w:t>crypto key generate rsa general-keys modulus 1024</w:t>
      </w:r>
    </w:p>
    <w:p w14:paraId="60D64F05" w14:textId="77777777" w:rsidR="006A6339" w:rsidRDefault="006A6339" w:rsidP="007258A6">
      <w:pPr>
        <w:pStyle w:val="CMD"/>
      </w:pPr>
      <w:r>
        <w:t>ip http server</w:t>
      </w:r>
    </w:p>
    <w:p w14:paraId="18A2683B" w14:textId="77777777" w:rsidR="006A6339" w:rsidRDefault="006A6339" w:rsidP="007258A6">
      <w:pPr>
        <w:pStyle w:val="CMD"/>
      </w:pPr>
      <w:r>
        <w:t>line con 0</w:t>
      </w:r>
    </w:p>
    <w:p w14:paraId="29856B1D" w14:textId="77777777" w:rsidR="006A6339" w:rsidRDefault="006A6339" w:rsidP="007258A6">
      <w:pPr>
        <w:pStyle w:val="CMD"/>
      </w:pPr>
      <w:r>
        <w:t xml:space="preserve"> exec-timeout 5 0</w:t>
      </w:r>
    </w:p>
    <w:p w14:paraId="7E6AFC8A" w14:textId="77777777" w:rsidR="006A6339" w:rsidRDefault="006A6339" w:rsidP="007258A6">
      <w:pPr>
        <w:pStyle w:val="CMD"/>
      </w:pPr>
      <w:r>
        <w:t xml:space="preserve"> logging synchronous</w:t>
      </w:r>
    </w:p>
    <w:p w14:paraId="6967457F" w14:textId="77777777" w:rsidR="006A6339" w:rsidRDefault="006A6339" w:rsidP="007258A6">
      <w:pPr>
        <w:pStyle w:val="CMD"/>
      </w:pPr>
      <w:r>
        <w:t xml:space="preserve"> login local</w:t>
      </w:r>
    </w:p>
    <w:p w14:paraId="39E213A5" w14:textId="77777777" w:rsidR="006A6339" w:rsidRDefault="006A6339" w:rsidP="007258A6">
      <w:pPr>
        <w:pStyle w:val="CMD"/>
      </w:pPr>
      <w:r>
        <w:t>line vty 0 4</w:t>
      </w:r>
    </w:p>
    <w:p w14:paraId="31187A1B" w14:textId="77777777" w:rsidR="006A6339" w:rsidRDefault="006A6339" w:rsidP="007258A6">
      <w:pPr>
        <w:pStyle w:val="CMD"/>
      </w:pPr>
      <w:r>
        <w:t xml:space="preserve"> exec-timeout 5 0</w:t>
      </w:r>
    </w:p>
    <w:p w14:paraId="13113D7F" w14:textId="77777777" w:rsidR="006A6339" w:rsidRDefault="006A6339" w:rsidP="007258A6">
      <w:pPr>
        <w:pStyle w:val="CMD"/>
      </w:pPr>
      <w:r>
        <w:t xml:space="preserve"> login local</w:t>
      </w:r>
    </w:p>
    <w:p w14:paraId="1770E2E4" w14:textId="77777777" w:rsidR="006A6339" w:rsidRDefault="006A6339" w:rsidP="007258A6">
      <w:pPr>
        <w:pStyle w:val="CMD"/>
      </w:pPr>
      <w:r>
        <w:t xml:space="preserve"> transport input ssh</w:t>
      </w:r>
    </w:p>
    <w:p w14:paraId="60BD0FAE" w14:textId="77777777" w:rsidR="006A6339" w:rsidRDefault="006A6339" w:rsidP="007258A6">
      <w:pPr>
        <w:pStyle w:val="CMD"/>
      </w:pPr>
      <w:r>
        <w:t>end</w:t>
      </w:r>
    </w:p>
    <w:p w14:paraId="500F71A8" w14:textId="77777777" w:rsidR="006A6339" w:rsidRPr="00605B4B" w:rsidRDefault="006A6339" w:rsidP="007258A6">
      <w:pPr>
        <w:pStyle w:val="CMD"/>
      </w:pPr>
      <w:r>
        <w:t>copy running start</w:t>
      </w:r>
    </w:p>
    <w:p w14:paraId="281B84AC" w14:textId="7148C3B2" w:rsidR="006A6339" w:rsidRDefault="006A6339" w:rsidP="007258A6">
      <w:pPr>
        <w:pStyle w:val="SubStepAlpha"/>
      </w:pPr>
      <w:r w:rsidRPr="00EA0B65">
        <w:t>Configure a static IP address, subnet mask, and default gateway for PC-A, PC-B, and PC-C as shown in the IP Addressing Table.</w:t>
      </w:r>
    </w:p>
    <w:p w14:paraId="3126C463" w14:textId="77777777" w:rsidR="006A6339" w:rsidRPr="00ED5E38" w:rsidRDefault="006A6339" w:rsidP="006A6339">
      <w:pPr>
        <w:pStyle w:val="Heading3"/>
        <w:rPr>
          <w:noProof/>
        </w:rPr>
      </w:pPr>
      <w:r w:rsidRPr="00ED5E38">
        <w:rPr>
          <w:noProof/>
        </w:rPr>
        <w:t>Verify connectivity.</w:t>
      </w:r>
    </w:p>
    <w:p w14:paraId="5D46BDF0" w14:textId="00474EAD" w:rsidR="006A6339" w:rsidRDefault="007258A6" w:rsidP="006A6339">
      <w:pPr>
        <w:pStyle w:val="BodyTextL25"/>
      </w:pPr>
      <w:r>
        <w:t xml:space="preserve">R1 should be able to ping the OUTSIDE interface for the ASA. PC-B should be able to ping the INSIDE interface for the ASA. </w:t>
      </w:r>
      <w:r w:rsidRPr="00ED5E38">
        <w:rPr>
          <w:noProof/>
        </w:rPr>
        <w:t>If these pings are not successful, troubleshoot the basic device configurations before continuing.</w:t>
      </w:r>
      <w:r>
        <w:rPr>
          <w:noProof/>
        </w:rPr>
        <w:t xml:space="preserve"> </w:t>
      </w:r>
      <w:r>
        <w:t xml:space="preserve">PC-A and PC-C will not be able to ping the ASA. </w:t>
      </w:r>
    </w:p>
    <w:p w14:paraId="30F1AB0C" w14:textId="430FC2E6" w:rsidR="008C22D9" w:rsidRPr="00882E83" w:rsidRDefault="008C22D9" w:rsidP="008C22D9">
      <w:pPr>
        <w:pStyle w:val="Heading2"/>
      </w:pPr>
      <w:r w:rsidRPr="00882E83">
        <w:t>Configur</w:t>
      </w:r>
      <w:r w:rsidR="00BC322F">
        <w:t>e</w:t>
      </w:r>
      <w:r w:rsidRPr="00882E83">
        <w:t xml:space="preserve"> Routing, Address Translation, and Inspection Policy</w:t>
      </w:r>
    </w:p>
    <w:p w14:paraId="423BC580" w14:textId="4FC326D0" w:rsidR="008C22D9" w:rsidRPr="00B0587C" w:rsidRDefault="008C22D9" w:rsidP="008C22D9">
      <w:pPr>
        <w:pStyle w:val="BodyTextL25"/>
      </w:pPr>
      <w:r w:rsidRPr="00B0587C">
        <w:t xml:space="preserve">In </w:t>
      </w:r>
      <w:r w:rsidR="00111B36">
        <w:t>this part</w:t>
      </w:r>
      <w:r w:rsidRPr="00B0587C">
        <w:t xml:space="preserve"> of this lab, you</w:t>
      </w:r>
      <w:r>
        <w:t xml:space="preserve"> will</w:t>
      </w:r>
      <w:r w:rsidRPr="00B0587C">
        <w:t xml:space="preserve"> provide a default route for the ASA to reach external networks. You </w:t>
      </w:r>
      <w:r>
        <w:t xml:space="preserve">will </w:t>
      </w:r>
      <w:r w:rsidRPr="00B0587C">
        <w:t xml:space="preserve">configure address translation </w:t>
      </w:r>
      <w:r>
        <w:t>using network objects</w:t>
      </w:r>
      <w:r w:rsidRPr="00B0587C">
        <w:t xml:space="preserve"> to enhance firewall security</w:t>
      </w:r>
      <w:r>
        <w:t xml:space="preserve">. You will then </w:t>
      </w:r>
      <w:r w:rsidRPr="00B0587C">
        <w:t>modify the default application inspection policy to allow specific traffic.</w:t>
      </w:r>
    </w:p>
    <w:p w14:paraId="507FB07B" w14:textId="77777777" w:rsidR="008C22D9" w:rsidRPr="00EB02C2" w:rsidRDefault="008C22D9" w:rsidP="008C22D9">
      <w:pPr>
        <w:pStyle w:val="Heading3"/>
      </w:pPr>
      <w:r w:rsidRPr="00EB02C2">
        <w:t>Configure a static default route for the ASA.</w:t>
      </w:r>
    </w:p>
    <w:p w14:paraId="4DA22E68" w14:textId="19F326F0" w:rsidR="008C22D9" w:rsidRDefault="00BC322F" w:rsidP="008C22D9">
      <w:pPr>
        <w:pStyle w:val="BodyTextL25"/>
      </w:pPr>
      <w:r>
        <w:t>The</w:t>
      </w:r>
      <w:r w:rsidR="008C22D9" w:rsidRPr="00EB02C2">
        <w:t xml:space="preserve"> ASA </w:t>
      </w:r>
      <w:r w:rsidR="004C7630">
        <w:t>OUTSIDE</w:t>
      </w:r>
      <w:r w:rsidR="008C22D9" w:rsidRPr="00EB02C2">
        <w:t xml:space="preserve"> interface</w:t>
      </w:r>
      <w:r>
        <w:t xml:space="preserve"> is configured</w:t>
      </w:r>
      <w:r w:rsidR="008C22D9" w:rsidRPr="00EB02C2">
        <w:t xml:space="preserve"> with a static IP address and subnet mask. However, </w:t>
      </w:r>
      <w:r w:rsidR="008C22D9">
        <w:t xml:space="preserve">the ASA </w:t>
      </w:r>
      <w:r w:rsidR="008C22D9" w:rsidRPr="00EB02C2">
        <w:t xml:space="preserve">does not </w:t>
      </w:r>
      <w:r w:rsidR="008C22D9">
        <w:t xml:space="preserve">have a gateway of last resort defined. To enable the ASA to reach external networks, you will configure a default static route on the ASA </w:t>
      </w:r>
      <w:r w:rsidR="004C7630">
        <w:t>OUTSIDE</w:t>
      </w:r>
      <w:r w:rsidR="008C22D9">
        <w:t xml:space="preserve"> interface.</w:t>
      </w:r>
    </w:p>
    <w:p w14:paraId="74A438D6" w14:textId="2B75E6AA" w:rsidR="00882E83" w:rsidRPr="00EB02C2" w:rsidRDefault="008C22D9" w:rsidP="00882E83">
      <w:pPr>
        <w:pStyle w:val="BodyTextL25"/>
      </w:pPr>
      <w:r w:rsidRPr="00D34226">
        <w:rPr>
          <w:b/>
        </w:rPr>
        <w:t>Note</w:t>
      </w:r>
      <w:r w:rsidRPr="00926797">
        <w:t xml:space="preserve">: </w:t>
      </w:r>
      <w:r w:rsidRPr="00EB02C2">
        <w:t xml:space="preserve">If the ASA </w:t>
      </w:r>
      <w:r w:rsidR="004C7630">
        <w:t>OUTSIDE</w:t>
      </w:r>
      <w:r w:rsidRPr="00EB02C2">
        <w:t xml:space="preserve"> interface w</w:t>
      </w:r>
      <w:r>
        <w:t>as</w:t>
      </w:r>
      <w:r w:rsidRPr="00EB02C2">
        <w:t xml:space="preserve"> configured as a DHCP client</w:t>
      </w:r>
      <w:r>
        <w:t>,</w:t>
      </w:r>
      <w:r w:rsidRPr="00EB02C2">
        <w:t xml:space="preserve"> it could obtain a default gateway IP address from the ISP.</w:t>
      </w:r>
      <w:r>
        <w:t xml:space="preserve"> However, in this lab, the </w:t>
      </w:r>
      <w:r w:rsidR="004C7630">
        <w:t>OUTSIDE</w:t>
      </w:r>
      <w:r>
        <w:t xml:space="preserve"> interface is configured with a static address.</w:t>
      </w:r>
    </w:p>
    <w:p w14:paraId="3099514A" w14:textId="58AD0D93" w:rsidR="00882E83" w:rsidRDefault="008C22D9" w:rsidP="008C22D9">
      <w:pPr>
        <w:pStyle w:val="SubStepAlpha"/>
      </w:pPr>
      <w:r w:rsidRPr="00EB02C2">
        <w:t xml:space="preserve">Ping from the ASA to R1 </w:t>
      </w:r>
      <w:r>
        <w:t>G</w:t>
      </w:r>
      <w:r w:rsidRPr="00EB02C2">
        <w:t>0/0</w:t>
      </w:r>
      <w:r w:rsidR="00792DE2">
        <w:t>/1</w:t>
      </w:r>
      <w:r w:rsidRPr="00EB02C2">
        <w:t xml:space="preserve"> </w:t>
      </w:r>
      <w:r>
        <w:t xml:space="preserve">at </w:t>
      </w:r>
      <w:r w:rsidRPr="00EB02C2">
        <w:t xml:space="preserve">IP address </w:t>
      </w:r>
      <w:r w:rsidRPr="006A3CD3">
        <w:t>209.165.200.225</w:t>
      </w:r>
      <w:r>
        <w:t>.</w:t>
      </w:r>
    </w:p>
    <w:p w14:paraId="45A00472" w14:textId="77777777" w:rsidR="00882E83" w:rsidRDefault="00882E83" w:rsidP="00882E83">
      <w:pPr>
        <w:pStyle w:val="Heading4"/>
      </w:pPr>
      <w:r>
        <w:t>Question:</w:t>
      </w:r>
    </w:p>
    <w:p w14:paraId="30C604D9" w14:textId="4DDA2A92" w:rsidR="008C22D9" w:rsidRDefault="008C22D9" w:rsidP="00882E83">
      <w:pPr>
        <w:pStyle w:val="BodyTextL50"/>
        <w:keepNext/>
        <w:spacing w:before="0"/>
      </w:pPr>
      <w:r>
        <w:t>Was the ping successful?</w:t>
      </w:r>
    </w:p>
    <w:p w14:paraId="2B70CB49" w14:textId="413C1029" w:rsidR="008C22D9" w:rsidRDefault="00882E83" w:rsidP="00882E83">
      <w:pPr>
        <w:pStyle w:val="AnswerLineL50"/>
      </w:pPr>
      <w:r>
        <w:t>Type your answers here.</w:t>
      </w:r>
    </w:p>
    <w:p w14:paraId="15A3D46B" w14:textId="3A7C1007" w:rsidR="00882E83" w:rsidRDefault="008C22D9" w:rsidP="008C22D9">
      <w:pPr>
        <w:pStyle w:val="SubStepAlpha"/>
      </w:pPr>
      <w:r w:rsidRPr="00EB02C2">
        <w:t xml:space="preserve">Ping from the ASA to R1 </w:t>
      </w:r>
      <w:r w:rsidR="00BC322F">
        <w:t>G0/0/0</w:t>
      </w:r>
      <w:r>
        <w:t xml:space="preserve"> at </w:t>
      </w:r>
      <w:r w:rsidRPr="00EB02C2">
        <w:t xml:space="preserve">IP address </w:t>
      </w:r>
      <w:r w:rsidR="00BC322F">
        <w:t>172.16.3.1</w:t>
      </w:r>
      <w:r w:rsidRPr="00EB02C2">
        <w:t>.</w:t>
      </w:r>
    </w:p>
    <w:p w14:paraId="5624C1AA" w14:textId="2B0AB3A5" w:rsidR="00882E83" w:rsidRDefault="00882E83" w:rsidP="00882E83">
      <w:pPr>
        <w:pStyle w:val="Heading4"/>
      </w:pPr>
      <w:r>
        <w:t>Question:</w:t>
      </w:r>
    </w:p>
    <w:p w14:paraId="4C44187B" w14:textId="4918C405" w:rsidR="008C22D9" w:rsidRDefault="008C22D9" w:rsidP="00882E83">
      <w:pPr>
        <w:pStyle w:val="BodyTextL50"/>
        <w:keepNext/>
        <w:spacing w:before="0"/>
      </w:pPr>
      <w:r w:rsidRPr="00EB02C2">
        <w:t>Was the p</w:t>
      </w:r>
      <w:r>
        <w:t>ing successful?</w:t>
      </w:r>
    </w:p>
    <w:p w14:paraId="285A31FE" w14:textId="59DCA56D" w:rsidR="008C22D9" w:rsidRDefault="00882E83" w:rsidP="00882E83">
      <w:pPr>
        <w:pStyle w:val="AnswerLineL50"/>
      </w:pPr>
      <w:r>
        <w:t>Type your answers here.</w:t>
      </w:r>
    </w:p>
    <w:p w14:paraId="5D4FBBF8" w14:textId="6F1506D8" w:rsidR="008C22D9" w:rsidRPr="00EB02C2" w:rsidRDefault="008C22D9" w:rsidP="008C22D9">
      <w:pPr>
        <w:pStyle w:val="SubStepAlpha"/>
      </w:pPr>
      <w:r w:rsidRPr="00EB02C2">
        <w:t xml:space="preserve">Create a “quad zero” default route using the </w:t>
      </w:r>
      <w:r w:rsidRPr="00535F89">
        <w:rPr>
          <w:b/>
        </w:rPr>
        <w:t>route</w:t>
      </w:r>
      <w:r w:rsidRPr="00EB02C2">
        <w:t xml:space="preserve"> command, associate it with the </w:t>
      </w:r>
      <w:r>
        <w:t xml:space="preserve">ASA </w:t>
      </w:r>
      <w:r w:rsidR="004C7630">
        <w:rPr>
          <w:b/>
          <w:bCs/>
        </w:rPr>
        <w:t>OUTSIDE</w:t>
      </w:r>
      <w:r w:rsidRPr="00EB02C2">
        <w:t xml:space="preserve"> interface</w:t>
      </w:r>
      <w:r>
        <w:t>,</w:t>
      </w:r>
      <w:r w:rsidRPr="00EB02C2">
        <w:t xml:space="preserve"> and point to the R1 </w:t>
      </w:r>
      <w:r>
        <w:t>G</w:t>
      </w:r>
      <w:r w:rsidRPr="00EB02C2">
        <w:t>0/0</w:t>
      </w:r>
      <w:r w:rsidR="00BC322F">
        <w:t>/1</w:t>
      </w:r>
      <w:r w:rsidRPr="00EB02C2">
        <w:t xml:space="preserve"> </w:t>
      </w:r>
      <w:r>
        <w:t xml:space="preserve">at </w:t>
      </w:r>
      <w:r w:rsidRPr="00EB02C2">
        <w:t xml:space="preserve">IP address </w:t>
      </w:r>
      <w:r w:rsidRPr="006A3CD3">
        <w:t>209.165.200.225</w:t>
      </w:r>
      <w:r>
        <w:t xml:space="preserve"> as the gateway of last resort.</w:t>
      </w:r>
      <w:r w:rsidRPr="00EB02C2">
        <w:t xml:space="preserve"> </w:t>
      </w:r>
      <w:r>
        <w:t>The default administrative distance is one by default.</w:t>
      </w:r>
    </w:p>
    <w:p w14:paraId="56EAEEE3" w14:textId="4ECEA910" w:rsidR="008C22D9" w:rsidRPr="00AB12F5" w:rsidRDefault="0081231C" w:rsidP="008C22D9">
      <w:pPr>
        <w:pStyle w:val="CMD"/>
      </w:pPr>
      <w:r>
        <w:t>NETSEC-ASA</w:t>
      </w:r>
      <w:r w:rsidR="008C22D9" w:rsidRPr="00EB02C2">
        <w:t xml:space="preserve">(config)# </w:t>
      </w:r>
      <w:r w:rsidR="008C22D9" w:rsidRPr="00926797">
        <w:rPr>
          <w:b/>
        </w:rPr>
        <w:t xml:space="preserve">route </w:t>
      </w:r>
      <w:r w:rsidR="004C7630">
        <w:rPr>
          <w:b/>
        </w:rPr>
        <w:t>OUTSIDE</w:t>
      </w:r>
      <w:r w:rsidR="008C22D9" w:rsidRPr="00926797">
        <w:rPr>
          <w:b/>
        </w:rPr>
        <w:t xml:space="preserve"> 0.0.0.0 0.0.0.0 209.165.200.225</w:t>
      </w:r>
    </w:p>
    <w:p w14:paraId="0DDB537C" w14:textId="77777777" w:rsidR="008C22D9" w:rsidRPr="00EB02C2" w:rsidRDefault="008C22D9" w:rsidP="008C22D9">
      <w:pPr>
        <w:pStyle w:val="SubStepAlpha"/>
      </w:pPr>
      <w:r w:rsidRPr="00EB02C2">
        <w:t xml:space="preserve">Issue the </w:t>
      </w:r>
      <w:r w:rsidRPr="00926797">
        <w:rPr>
          <w:b/>
        </w:rPr>
        <w:t>show route</w:t>
      </w:r>
      <w:r w:rsidRPr="00EB02C2">
        <w:t xml:space="preserve"> command to display the ASA routing table and the static default route </w:t>
      </w:r>
      <w:r>
        <w:t xml:space="preserve">you </w:t>
      </w:r>
      <w:r w:rsidRPr="00EB02C2">
        <w:t>just created.</w:t>
      </w:r>
    </w:p>
    <w:p w14:paraId="321E676E" w14:textId="59EEC951" w:rsidR="008C22D9" w:rsidRDefault="0081231C" w:rsidP="008C22D9">
      <w:pPr>
        <w:pStyle w:val="CMD"/>
      </w:pPr>
      <w:r>
        <w:t>NETSEC-ASA</w:t>
      </w:r>
      <w:r w:rsidR="008C22D9" w:rsidRPr="00CA388E">
        <w:t xml:space="preserve">(config)# </w:t>
      </w:r>
      <w:r w:rsidR="008C22D9" w:rsidRPr="0064652C">
        <w:rPr>
          <w:b/>
        </w:rPr>
        <w:t>show route</w:t>
      </w:r>
    </w:p>
    <w:p w14:paraId="5372C751" w14:textId="77777777" w:rsidR="008C22D9" w:rsidRDefault="008C22D9" w:rsidP="008C22D9">
      <w:pPr>
        <w:pStyle w:val="CMDOutput"/>
      </w:pPr>
    </w:p>
    <w:p w14:paraId="75555EE4" w14:textId="77777777" w:rsidR="008C22D9" w:rsidRDefault="008C22D9" w:rsidP="008C22D9">
      <w:pPr>
        <w:pStyle w:val="CMDOutput"/>
      </w:pPr>
      <w:r>
        <w:t>Codes: L - local, C - connected, S - static, R - RIP, M - mobile, B - BGP</w:t>
      </w:r>
    </w:p>
    <w:p w14:paraId="67264351" w14:textId="77777777" w:rsidR="008C22D9" w:rsidRDefault="008C22D9" w:rsidP="008C22D9">
      <w:pPr>
        <w:pStyle w:val="CMDOutput"/>
      </w:pPr>
      <w:r>
        <w:t xml:space="preserve">       D - EIGRP, EX - EIGRP external, O - OSPF, IA - OSPF inter area</w:t>
      </w:r>
    </w:p>
    <w:p w14:paraId="41F1693F" w14:textId="77777777" w:rsidR="008C22D9" w:rsidRDefault="008C22D9" w:rsidP="008C22D9">
      <w:pPr>
        <w:pStyle w:val="CMDOutput"/>
      </w:pPr>
      <w:r>
        <w:t xml:space="preserve">       N1 - OSPF NSSA external type 1, N2 - OSPF NSSA external type 2</w:t>
      </w:r>
    </w:p>
    <w:p w14:paraId="655F6229" w14:textId="77777777" w:rsidR="008C22D9" w:rsidRDefault="008C22D9" w:rsidP="008C22D9">
      <w:pPr>
        <w:pStyle w:val="CMDOutput"/>
      </w:pPr>
      <w:r>
        <w:t xml:space="preserve">       E1 - OSPF external type 1, E2 - OSPF external type 2, V - VPN</w:t>
      </w:r>
    </w:p>
    <w:p w14:paraId="1745BBA7" w14:textId="77777777" w:rsidR="008C22D9" w:rsidRDefault="008C22D9" w:rsidP="008C22D9">
      <w:pPr>
        <w:pStyle w:val="CMDOutput"/>
      </w:pPr>
      <w:r>
        <w:t xml:space="preserve">       i - IS-IS, su - IS-IS summary, L1 - IS-IS level-1, L2 - IS-IS level-2</w:t>
      </w:r>
    </w:p>
    <w:p w14:paraId="693CB9B3" w14:textId="77777777" w:rsidR="008C22D9" w:rsidRDefault="008C22D9" w:rsidP="008C22D9">
      <w:pPr>
        <w:pStyle w:val="CMDOutput"/>
      </w:pPr>
      <w:r>
        <w:t xml:space="preserve">       ia - IS-IS inter area, * - candidate default, U - per-user static route</w:t>
      </w:r>
    </w:p>
    <w:p w14:paraId="59AD0588" w14:textId="77777777" w:rsidR="008C22D9" w:rsidRDefault="008C22D9" w:rsidP="008C22D9">
      <w:pPr>
        <w:pStyle w:val="CMDOutput"/>
      </w:pPr>
      <w:r>
        <w:t xml:space="preserve">       o - ODR, P - periodic downloaded static route, + - replicated route</w:t>
      </w:r>
    </w:p>
    <w:p w14:paraId="5DBA15C2" w14:textId="77777777" w:rsidR="008C22D9" w:rsidRDefault="008C22D9" w:rsidP="008C22D9">
      <w:pPr>
        <w:pStyle w:val="CMDOutput"/>
      </w:pPr>
      <w:r w:rsidRPr="0064652C">
        <w:rPr>
          <w:highlight w:val="yellow"/>
        </w:rPr>
        <w:t>Gateway of last resort is 209.165.200.225 to network 0.0.0.0</w:t>
      </w:r>
    </w:p>
    <w:p w14:paraId="46E1AE22" w14:textId="77777777" w:rsidR="008C22D9" w:rsidRDefault="008C22D9" w:rsidP="008C22D9">
      <w:pPr>
        <w:pStyle w:val="CMDOutput"/>
      </w:pPr>
    </w:p>
    <w:p w14:paraId="5AE23574" w14:textId="3D08CCBA" w:rsidR="008C22D9" w:rsidRDefault="008C22D9" w:rsidP="008C22D9">
      <w:pPr>
        <w:pStyle w:val="CMDOutput"/>
      </w:pPr>
      <w:r w:rsidRPr="0064652C">
        <w:rPr>
          <w:highlight w:val="yellow"/>
        </w:rPr>
        <w:t xml:space="preserve">S*       0.0.0.0 0.0.0.0 [1/0] via 209.165.200.225, </w:t>
      </w:r>
      <w:r w:rsidR="004C7630">
        <w:rPr>
          <w:highlight w:val="yellow"/>
        </w:rPr>
        <w:t>OUTSIDE</w:t>
      </w:r>
    </w:p>
    <w:p w14:paraId="33297A95" w14:textId="0B895256" w:rsidR="008C22D9" w:rsidRDefault="008C22D9" w:rsidP="008C22D9">
      <w:pPr>
        <w:pStyle w:val="CMDOutput"/>
      </w:pPr>
      <w:r>
        <w:t xml:space="preserve">C        192.168.1.0 255.255.255.0 is directly connected, </w:t>
      </w:r>
      <w:r w:rsidR="004C7630">
        <w:t>INSIDE</w:t>
      </w:r>
    </w:p>
    <w:p w14:paraId="59507EFE" w14:textId="6097278C" w:rsidR="008C22D9" w:rsidRDefault="008C22D9" w:rsidP="008C22D9">
      <w:pPr>
        <w:pStyle w:val="CMDOutput"/>
      </w:pPr>
      <w:r>
        <w:t xml:space="preserve">L        192.168.1.1 255.255.255.255 is directly connected, </w:t>
      </w:r>
      <w:r w:rsidR="004C7630">
        <w:t>INSIDE</w:t>
      </w:r>
    </w:p>
    <w:p w14:paraId="0024C073" w14:textId="24AAFA41" w:rsidR="008C22D9" w:rsidRDefault="008C22D9" w:rsidP="008C22D9">
      <w:pPr>
        <w:pStyle w:val="CMDOutput"/>
      </w:pPr>
      <w:r>
        <w:t xml:space="preserve">C        209.165.200.224 255.255.255.248 is directly connected, </w:t>
      </w:r>
      <w:r w:rsidR="004C7630">
        <w:t>OUTSIDE</w:t>
      </w:r>
    </w:p>
    <w:p w14:paraId="1CF7BE04" w14:textId="57063EE4" w:rsidR="008C22D9" w:rsidRDefault="008C22D9" w:rsidP="008C22D9">
      <w:pPr>
        <w:pStyle w:val="CMDOutput"/>
      </w:pPr>
      <w:r>
        <w:t xml:space="preserve">L        209.165.200.226 255.255.255.255 is directly connected, </w:t>
      </w:r>
      <w:r w:rsidR="004C7630">
        <w:t>OUTSIDE</w:t>
      </w:r>
    </w:p>
    <w:p w14:paraId="1AA55C61" w14:textId="3D2042C4" w:rsidR="00882E83" w:rsidRDefault="008C22D9" w:rsidP="008C22D9">
      <w:pPr>
        <w:pStyle w:val="SubStepAlpha"/>
      </w:pPr>
      <w:r w:rsidRPr="00EB02C2">
        <w:t xml:space="preserve">Ping from the ASA to R1 </w:t>
      </w:r>
      <w:r w:rsidR="00BC322F">
        <w:t>G0/0/0</w:t>
      </w:r>
      <w:r>
        <w:t xml:space="preserve"> </w:t>
      </w:r>
      <w:r w:rsidRPr="00EB02C2">
        <w:t xml:space="preserve">IP address </w:t>
      </w:r>
      <w:r w:rsidR="00BC322F">
        <w:t>172.16.3.1</w:t>
      </w:r>
      <w:r w:rsidRPr="00EB02C2">
        <w:t>.</w:t>
      </w:r>
    </w:p>
    <w:p w14:paraId="36AF7502" w14:textId="77777777" w:rsidR="00882E83" w:rsidRDefault="00882E83" w:rsidP="00882E83">
      <w:pPr>
        <w:pStyle w:val="Heading4"/>
      </w:pPr>
      <w:r>
        <w:t>Question:</w:t>
      </w:r>
    </w:p>
    <w:p w14:paraId="674168CF" w14:textId="042FBE98" w:rsidR="008C22D9" w:rsidRDefault="008C22D9" w:rsidP="00882E83">
      <w:pPr>
        <w:pStyle w:val="BodyTextL50"/>
        <w:spacing w:before="0"/>
      </w:pPr>
      <w:r w:rsidRPr="00EB02C2">
        <w:t xml:space="preserve">Was the </w:t>
      </w:r>
      <w:r>
        <w:t>ping successful?</w:t>
      </w:r>
    </w:p>
    <w:p w14:paraId="72630EFB" w14:textId="679D69A9" w:rsidR="008C22D9" w:rsidRDefault="00882E83" w:rsidP="00882E83">
      <w:pPr>
        <w:pStyle w:val="AnswerLineL50"/>
      </w:pPr>
      <w:r>
        <w:t>Type your answers here.</w:t>
      </w:r>
    </w:p>
    <w:p w14:paraId="627893AE" w14:textId="77777777" w:rsidR="008C22D9" w:rsidRPr="003040DE" w:rsidRDefault="008C22D9" w:rsidP="008C22D9">
      <w:pPr>
        <w:pStyle w:val="Heading3"/>
      </w:pPr>
      <w:r w:rsidRPr="003040DE">
        <w:t>Configure address translation using PAT</w:t>
      </w:r>
      <w:r>
        <w:t xml:space="preserve"> and network objects</w:t>
      </w:r>
      <w:r w:rsidRPr="003040DE">
        <w:t>.</w:t>
      </w:r>
    </w:p>
    <w:p w14:paraId="0B7F479E" w14:textId="19AE2CAD" w:rsidR="008C22D9" w:rsidRPr="003040DE" w:rsidRDefault="008C22D9" w:rsidP="008C22D9">
      <w:pPr>
        <w:pStyle w:val="BodyTextL25"/>
      </w:pPr>
      <w:r w:rsidRPr="003040DE">
        <w:t xml:space="preserve">Beginning with ASA version 8.3, network objects are used to configure all forms of NAT. A network object is </w:t>
      </w:r>
      <w:r w:rsidRPr="006A3CD3">
        <w:rPr>
          <w:noProof/>
        </w:rPr>
        <w:t>created</w:t>
      </w:r>
      <w:r>
        <w:rPr>
          <w:noProof/>
        </w:rPr>
        <w:t>,</w:t>
      </w:r>
      <w:r w:rsidRPr="003040DE">
        <w:t xml:space="preserve"> and it is within this object that NAT is configured. In </w:t>
      </w:r>
      <w:r>
        <w:t>Step 2a,</w:t>
      </w:r>
      <w:r w:rsidRPr="003040DE">
        <w:t xml:space="preserve"> </w:t>
      </w:r>
      <w:r>
        <w:t>the</w:t>
      </w:r>
      <w:r w:rsidRPr="003040DE">
        <w:t xml:space="preserve"> network object </w:t>
      </w:r>
      <w:r>
        <w:rPr>
          <w:b/>
        </w:rPr>
        <w:t>INSIDE-NET</w:t>
      </w:r>
      <w:r w:rsidRPr="003040DE">
        <w:t xml:space="preserve"> is used to translat</w:t>
      </w:r>
      <w:r>
        <w:t xml:space="preserve">e </w:t>
      </w:r>
      <w:r w:rsidRPr="003040DE">
        <w:t xml:space="preserve">the inside network addresses </w:t>
      </w:r>
      <w:r>
        <w:t>(</w:t>
      </w:r>
      <w:r w:rsidRPr="003040DE">
        <w:t>192.168.10.0/24</w:t>
      </w:r>
      <w:r>
        <w:t>)</w:t>
      </w:r>
      <w:r w:rsidRPr="003040DE">
        <w:t xml:space="preserve"> to the global address of the </w:t>
      </w:r>
      <w:r w:rsidR="004C7630">
        <w:t>OUTSIDE</w:t>
      </w:r>
      <w:r w:rsidRPr="003040DE">
        <w:t xml:space="preserve"> ASA interface. This type of object configuration is called </w:t>
      </w:r>
      <w:r w:rsidRPr="008B59A4">
        <w:t>Auto-NAT</w:t>
      </w:r>
      <w:r w:rsidRPr="003040DE">
        <w:t>.</w:t>
      </w:r>
    </w:p>
    <w:p w14:paraId="2CEB232F" w14:textId="77777777" w:rsidR="008C22D9" w:rsidRPr="003040DE" w:rsidRDefault="008C22D9" w:rsidP="008C22D9">
      <w:pPr>
        <w:pStyle w:val="SubStepAlpha"/>
      </w:pPr>
      <w:r w:rsidRPr="003040DE">
        <w:t xml:space="preserve">Create </w:t>
      </w:r>
      <w:r>
        <w:t xml:space="preserve">the </w:t>
      </w:r>
      <w:r w:rsidRPr="003040DE">
        <w:t xml:space="preserve">network object </w:t>
      </w:r>
      <w:r>
        <w:rPr>
          <w:b/>
        </w:rPr>
        <w:t>INSIDE-NET</w:t>
      </w:r>
      <w:r w:rsidRPr="003040DE">
        <w:t xml:space="preserve"> and assign attributes to it using the </w:t>
      </w:r>
      <w:r w:rsidRPr="00926797">
        <w:rPr>
          <w:b/>
        </w:rPr>
        <w:t>subnet</w:t>
      </w:r>
      <w:r w:rsidRPr="003040DE">
        <w:t xml:space="preserve"> and </w:t>
      </w:r>
      <w:r w:rsidRPr="00926797">
        <w:rPr>
          <w:b/>
        </w:rPr>
        <w:t>nat</w:t>
      </w:r>
      <w:r w:rsidRPr="003040DE">
        <w:t xml:space="preserve"> commands.</w:t>
      </w:r>
    </w:p>
    <w:p w14:paraId="53B1910C" w14:textId="73D202F0" w:rsidR="008C22D9" w:rsidRPr="003040DE" w:rsidRDefault="0081231C" w:rsidP="008C22D9">
      <w:pPr>
        <w:pStyle w:val="CMD"/>
      </w:pPr>
      <w:r>
        <w:t>NETSEC-ASA</w:t>
      </w:r>
      <w:r w:rsidR="008C22D9" w:rsidRPr="003040DE">
        <w:t xml:space="preserve">(config)# </w:t>
      </w:r>
      <w:r w:rsidR="008C22D9" w:rsidRPr="00926797">
        <w:rPr>
          <w:b/>
        </w:rPr>
        <w:t xml:space="preserve">object network </w:t>
      </w:r>
      <w:r w:rsidR="008C22D9">
        <w:rPr>
          <w:b/>
        </w:rPr>
        <w:t>INSIDE-NET</w:t>
      </w:r>
    </w:p>
    <w:p w14:paraId="5E16646E" w14:textId="3674E31D" w:rsidR="008C22D9" w:rsidRPr="003040DE" w:rsidRDefault="0081231C" w:rsidP="008C22D9">
      <w:pPr>
        <w:pStyle w:val="CMD"/>
      </w:pPr>
      <w:r>
        <w:t>NETSEC-ASA</w:t>
      </w:r>
      <w:r w:rsidR="008C22D9" w:rsidRPr="003040DE">
        <w:t xml:space="preserve">(config-network-object)# </w:t>
      </w:r>
      <w:r w:rsidR="008C22D9" w:rsidRPr="00926797">
        <w:rPr>
          <w:b/>
        </w:rPr>
        <w:t>subnet 192.168.1.0 255.255.255.0</w:t>
      </w:r>
    </w:p>
    <w:p w14:paraId="1C17BF75" w14:textId="0E4F2A66" w:rsidR="008C22D9" w:rsidRPr="003040DE" w:rsidRDefault="0081231C" w:rsidP="008C22D9">
      <w:pPr>
        <w:pStyle w:val="CMD"/>
      </w:pPr>
      <w:r>
        <w:t>NETSEC-ASA</w:t>
      </w:r>
      <w:r w:rsidR="008C22D9" w:rsidRPr="003040DE">
        <w:t xml:space="preserve">(config-network-object)# </w:t>
      </w:r>
      <w:r w:rsidR="008C22D9" w:rsidRPr="00926797">
        <w:rPr>
          <w:b/>
        </w:rPr>
        <w:t>nat (</w:t>
      </w:r>
      <w:r w:rsidR="004C7630">
        <w:rPr>
          <w:b/>
        </w:rPr>
        <w:t>INSIDE</w:t>
      </w:r>
      <w:r w:rsidR="008C22D9" w:rsidRPr="00926797">
        <w:rPr>
          <w:b/>
        </w:rPr>
        <w:t>,</w:t>
      </w:r>
      <w:r w:rsidR="004C7630">
        <w:rPr>
          <w:b/>
        </w:rPr>
        <w:t>OUTSIDE</w:t>
      </w:r>
      <w:r w:rsidR="008C22D9" w:rsidRPr="00926797">
        <w:rPr>
          <w:b/>
        </w:rPr>
        <w:t>) dynamic interface</w:t>
      </w:r>
    </w:p>
    <w:p w14:paraId="5618A9C5" w14:textId="2E4B8B3B" w:rsidR="008C22D9" w:rsidRPr="003040DE" w:rsidRDefault="0081231C" w:rsidP="008C22D9">
      <w:pPr>
        <w:pStyle w:val="CMD"/>
      </w:pPr>
      <w:r>
        <w:t>NETSEC-ASA</w:t>
      </w:r>
      <w:r w:rsidR="008C22D9" w:rsidRPr="003040DE">
        <w:t xml:space="preserve">(config-network-object)# </w:t>
      </w:r>
      <w:r w:rsidR="008C22D9" w:rsidRPr="00926797">
        <w:rPr>
          <w:b/>
        </w:rPr>
        <w:t>end</w:t>
      </w:r>
    </w:p>
    <w:p w14:paraId="0B35C23C" w14:textId="77777777" w:rsidR="008C22D9" w:rsidRPr="00081BB9" w:rsidRDefault="008C22D9" w:rsidP="008C22D9">
      <w:pPr>
        <w:pStyle w:val="SubStepAlpha"/>
      </w:pPr>
      <w:bookmarkStart w:id="6" w:name="wp1237429"/>
      <w:bookmarkEnd w:id="6"/>
      <w:r>
        <w:t xml:space="preserve">The ASA splits the configuration into the object portion that defines the network to be translated and the actual </w:t>
      </w:r>
      <w:r w:rsidRPr="00A901D5">
        <w:rPr>
          <w:b/>
        </w:rPr>
        <w:t>nat</w:t>
      </w:r>
      <w:r>
        <w:t xml:space="preserve"> command parameters. These appear in two different places in the running configuration. </w:t>
      </w:r>
      <w:r w:rsidRPr="00081BB9">
        <w:t xml:space="preserve">Display the NAT object configuration using the </w:t>
      </w:r>
      <w:r w:rsidRPr="00A901D5">
        <w:rPr>
          <w:b/>
        </w:rPr>
        <w:t>show run object</w:t>
      </w:r>
      <w:r w:rsidRPr="00081BB9">
        <w:t xml:space="preserve"> and </w:t>
      </w:r>
      <w:r w:rsidRPr="00A901D5">
        <w:rPr>
          <w:b/>
        </w:rPr>
        <w:t>show run nat</w:t>
      </w:r>
      <w:r w:rsidRPr="00081BB9">
        <w:t xml:space="preserve"> commands.</w:t>
      </w:r>
    </w:p>
    <w:p w14:paraId="28693F35" w14:textId="7E4D5DAD" w:rsidR="008C22D9" w:rsidRPr="00AE7F7A" w:rsidRDefault="0081231C" w:rsidP="008C22D9">
      <w:pPr>
        <w:pStyle w:val="CMD"/>
      </w:pPr>
      <w:r>
        <w:t>NETSEC-ASA</w:t>
      </w:r>
      <w:r w:rsidR="008C22D9" w:rsidRPr="00AE7F7A">
        <w:t xml:space="preserve"># </w:t>
      </w:r>
      <w:r w:rsidR="008C22D9" w:rsidRPr="00A901D5">
        <w:rPr>
          <w:b/>
        </w:rPr>
        <w:t>show run object</w:t>
      </w:r>
    </w:p>
    <w:p w14:paraId="68AA8BB3" w14:textId="77777777" w:rsidR="008C22D9" w:rsidRPr="00AE7F7A" w:rsidRDefault="008C22D9" w:rsidP="008C22D9">
      <w:pPr>
        <w:pStyle w:val="CMDOutput"/>
      </w:pPr>
      <w:r w:rsidRPr="00AE7F7A">
        <w:t xml:space="preserve">object network </w:t>
      </w:r>
      <w:r>
        <w:t>INSIDE-NET</w:t>
      </w:r>
    </w:p>
    <w:p w14:paraId="2A0719E8" w14:textId="49F4A9A9" w:rsidR="008C22D9" w:rsidRDefault="008C22D9" w:rsidP="00BC322F">
      <w:pPr>
        <w:pStyle w:val="CMDOutput"/>
      </w:pPr>
      <w:r>
        <w:t xml:space="preserve"> subnet 192.168.1</w:t>
      </w:r>
      <w:r w:rsidRPr="00AE7F7A">
        <w:t>.0 255.255.255.0</w:t>
      </w:r>
    </w:p>
    <w:p w14:paraId="6D799526" w14:textId="69AB4F32" w:rsidR="008C22D9" w:rsidRPr="00AE7F7A" w:rsidRDefault="0081231C" w:rsidP="008C22D9">
      <w:pPr>
        <w:pStyle w:val="CMD"/>
      </w:pPr>
      <w:r>
        <w:t>NETSEC-ASA</w:t>
      </w:r>
      <w:r w:rsidR="008C22D9" w:rsidRPr="00AE7F7A">
        <w:t xml:space="preserve"># </w:t>
      </w:r>
      <w:r w:rsidR="008C22D9" w:rsidRPr="00A901D5">
        <w:rPr>
          <w:b/>
        </w:rPr>
        <w:t>show run nat</w:t>
      </w:r>
    </w:p>
    <w:p w14:paraId="6C5BB1A9" w14:textId="77777777" w:rsidR="008C22D9" w:rsidRPr="00AE7F7A" w:rsidRDefault="008C22D9" w:rsidP="008C22D9">
      <w:pPr>
        <w:pStyle w:val="CMDOutput"/>
      </w:pPr>
      <w:r w:rsidRPr="00AE7F7A">
        <w:t>!</w:t>
      </w:r>
    </w:p>
    <w:p w14:paraId="14BB9F1A" w14:textId="77777777" w:rsidR="008C22D9" w:rsidRPr="00AE7F7A" w:rsidRDefault="008C22D9" w:rsidP="008C22D9">
      <w:pPr>
        <w:pStyle w:val="CMDOutput"/>
      </w:pPr>
      <w:r w:rsidRPr="00AE7F7A">
        <w:t xml:space="preserve">object network </w:t>
      </w:r>
      <w:r>
        <w:t>INSIDE-NET</w:t>
      </w:r>
    </w:p>
    <w:p w14:paraId="7CD361E9" w14:textId="1E42AB93" w:rsidR="008C22D9" w:rsidRPr="00AE7F7A" w:rsidRDefault="008C22D9" w:rsidP="008C22D9">
      <w:pPr>
        <w:pStyle w:val="CMDOutput"/>
      </w:pPr>
      <w:r w:rsidRPr="00AE7F7A">
        <w:t xml:space="preserve"> nat (</w:t>
      </w:r>
      <w:r w:rsidR="004C7630">
        <w:t>INSIDE</w:t>
      </w:r>
      <w:r w:rsidRPr="00AE7F7A">
        <w:t>,</w:t>
      </w:r>
      <w:r w:rsidR="004C7630">
        <w:t>OUTSIDE</w:t>
      </w:r>
      <w:r w:rsidRPr="00AE7F7A">
        <w:t>) dynamic interface</w:t>
      </w:r>
    </w:p>
    <w:p w14:paraId="6B9FC81C" w14:textId="05D60353" w:rsidR="00882E83" w:rsidRPr="00882E83" w:rsidRDefault="008C22D9" w:rsidP="008C22D9">
      <w:pPr>
        <w:pStyle w:val="SubStepAlpha"/>
        <w:rPr>
          <w:rFonts w:cs="Arial"/>
          <w:color w:val="000000"/>
          <w:sz w:val="19"/>
          <w:szCs w:val="19"/>
        </w:rPr>
      </w:pPr>
      <w:r w:rsidRPr="009A3E6D">
        <w:t>From PC-B</w:t>
      </w:r>
      <w:r>
        <w:t>,</w:t>
      </w:r>
      <w:r w:rsidRPr="009A3E6D">
        <w:t xml:space="preserve"> attempt to ping the R1 </w:t>
      </w:r>
      <w:r>
        <w:t>G</w:t>
      </w:r>
      <w:r w:rsidRPr="009A3E6D">
        <w:t>0/0</w:t>
      </w:r>
      <w:r w:rsidR="00882E83">
        <w:t>/1</w:t>
      </w:r>
      <w:r w:rsidRPr="009A3E6D">
        <w:t xml:space="preserve"> interface </w:t>
      </w:r>
      <w:r>
        <w:t xml:space="preserve">at IP address </w:t>
      </w:r>
      <w:r w:rsidRPr="006936F9">
        <w:rPr>
          <w:b/>
        </w:rPr>
        <w:t>209.165.200.225</w:t>
      </w:r>
      <w:r>
        <w:t>.</w:t>
      </w:r>
    </w:p>
    <w:p w14:paraId="2B167B51" w14:textId="689FE148" w:rsidR="00882E83" w:rsidRPr="00882E83" w:rsidRDefault="00882E83" w:rsidP="00882E83">
      <w:pPr>
        <w:pStyle w:val="Heading4"/>
      </w:pPr>
      <w:r>
        <w:t>Question:</w:t>
      </w:r>
    </w:p>
    <w:p w14:paraId="43ECB390" w14:textId="39627127" w:rsidR="00882E83" w:rsidRPr="00882E83" w:rsidRDefault="008C22D9" w:rsidP="00882E83">
      <w:pPr>
        <w:pStyle w:val="BodyTextL50"/>
        <w:spacing w:before="0"/>
        <w:rPr>
          <w:rFonts w:cs="Arial"/>
          <w:color w:val="000000"/>
          <w:sz w:val="19"/>
          <w:szCs w:val="19"/>
        </w:rPr>
      </w:pPr>
      <w:r>
        <w:t>Were the pings successful?</w:t>
      </w:r>
    </w:p>
    <w:p w14:paraId="3724481C" w14:textId="5327CFF9" w:rsidR="00882E83" w:rsidRPr="00882E83" w:rsidRDefault="00882E83" w:rsidP="00882E83">
      <w:pPr>
        <w:pStyle w:val="AnswerLineL50"/>
      </w:pPr>
      <w:r>
        <w:t>Type your answers here.</w:t>
      </w:r>
    </w:p>
    <w:p w14:paraId="09BA0C94" w14:textId="77777777" w:rsidR="008C22D9" w:rsidRPr="0064652C" w:rsidRDefault="008C22D9" w:rsidP="008C22D9">
      <w:pPr>
        <w:pStyle w:val="SubStepAlpha"/>
        <w:rPr>
          <w:rFonts w:cs="Arial"/>
          <w:color w:val="000000"/>
          <w:sz w:val="19"/>
          <w:szCs w:val="19"/>
        </w:rPr>
      </w:pPr>
      <w:r>
        <w:t xml:space="preserve">Issue the </w:t>
      </w:r>
      <w:r w:rsidRPr="00A901D5">
        <w:rPr>
          <w:b/>
        </w:rPr>
        <w:t>show nat</w:t>
      </w:r>
      <w:r>
        <w:t xml:space="preserve"> command on the ASA to see the translated and untranslated hits. Notice that, of the pings from PC-B, four were </w:t>
      </w:r>
      <w:r w:rsidRPr="00ED5E38">
        <w:rPr>
          <w:noProof/>
        </w:rPr>
        <w:t>translated</w:t>
      </w:r>
      <w:r>
        <w:t xml:space="preserve"> and four were not because ICMP is not being inspected by the global inspection policy. The outgoing pings (echoes) were </w:t>
      </w:r>
      <w:r w:rsidRPr="00ED5E38">
        <w:rPr>
          <w:noProof/>
        </w:rPr>
        <w:t>translated</w:t>
      </w:r>
      <w:r>
        <w:rPr>
          <w:noProof/>
        </w:rPr>
        <w:t>,</w:t>
      </w:r>
      <w:r w:rsidRPr="00ED5E38">
        <w:rPr>
          <w:noProof/>
        </w:rPr>
        <w:t xml:space="preserve"> and</w:t>
      </w:r>
      <w:r>
        <w:t xml:space="preserve"> the returning echo replies were blocked by the firewall policy. You will configure the default inspection policy to allow ICMP in the next step.</w:t>
      </w:r>
    </w:p>
    <w:p w14:paraId="4181372C" w14:textId="77777777" w:rsidR="008C22D9" w:rsidRPr="009C26B4" w:rsidRDefault="008C22D9" w:rsidP="008C22D9">
      <w:pPr>
        <w:pStyle w:val="BodyTextL50"/>
        <w:rPr>
          <w:rFonts w:cs="Arial"/>
          <w:color w:val="000000"/>
          <w:sz w:val="19"/>
          <w:szCs w:val="19"/>
        </w:rPr>
      </w:pPr>
      <w:r w:rsidRPr="006A3CD3">
        <w:rPr>
          <w:b/>
        </w:rPr>
        <w:t>Note</w:t>
      </w:r>
      <w:r w:rsidRPr="0064652C">
        <w:t>:</w:t>
      </w:r>
      <w:r w:rsidRPr="00E27B86">
        <w:t xml:space="preserve"> </w:t>
      </w:r>
      <w:r>
        <w:t>Depending on the processes and daemons running on the particular computer used as PC-B, you may see more translated and untranslated hits than the four echo requests and echo replies.</w:t>
      </w:r>
    </w:p>
    <w:p w14:paraId="152E6FAC" w14:textId="5BECCDA6" w:rsidR="008C22D9" w:rsidRDefault="0081231C" w:rsidP="008C22D9">
      <w:pPr>
        <w:pStyle w:val="CMD"/>
      </w:pPr>
      <w:r>
        <w:t>NETSEC-ASA</w:t>
      </w:r>
      <w:r w:rsidR="008C22D9" w:rsidRPr="009A3E6D">
        <w:t xml:space="preserve"># </w:t>
      </w:r>
      <w:r w:rsidR="008C22D9" w:rsidRPr="00081BB9">
        <w:rPr>
          <w:b/>
        </w:rPr>
        <w:t>show nat</w:t>
      </w:r>
    </w:p>
    <w:p w14:paraId="317EE769" w14:textId="77777777" w:rsidR="008C22D9" w:rsidRDefault="008C22D9" w:rsidP="008C22D9">
      <w:pPr>
        <w:pStyle w:val="CMDOutput"/>
      </w:pPr>
    </w:p>
    <w:p w14:paraId="6C807D62" w14:textId="77777777" w:rsidR="008C22D9" w:rsidRPr="009A3E6D" w:rsidRDefault="008C22D9" w:rsidP="008C22D9">
      <w:pPr>
        <w:pStyle w:val="CMDOutput"/>
      </w:pPr>
      <w:r w:rsidRPr="009A3E6D">
        <w:t>Auto NAT Policies (Section 2)</w:t>
      </w:r>
    </w:p>
    <w:p w14:paraId="18571B6E" w14:textId="3001E743" w:rsidR="008C22D9" w:rsidRPr="009A3E6D" w:rsidRDefault="008C22D9" w:rsidP="008C22D9">
      <w:pPr>
        <w:pStyle w:val="CMDOutput"/>
      </w:pPr>
      <w:r w:rsidRPr="009A3E6D">
        <w:t>1 (</w:t>
      </w:r>
      <w:r w:rsidR="004C7630">
        <w:t>INSIDE</w:t>
      </w:r>
      <w:r w:rsidRPr="009A3E6D">
        <w:t>) to (</w:t>
      </w:r>
      <w:r w:rsidR="004C7630">
        <w:t>OUTSIDE</w:t>
      </w:r>
      <w:r w:rsidRPr="009A3E6D">
        <w:t xml:space="preserve">) source dynamic </w:t>
      </w:r>
      <w:r>
        <w:t>INSIDE-NET</w:t>
      </w:r>
      <w:r w:rsidRPr="009A3E6D">
        <w:t xml:space="preserve"> interface</w:t>
      </w:r>
    </w:p>
    <w:p w14:paraId="60C40421" w14:textId="77777777" w:rsidR="008C22D9" w:rsidRDefault="008C22D9" w:rsidP="008C22D9">
      <w:pPr>
        <w:pStyle w:val="CMDOutput"/>
      </w:pPr>
      <w:r w:rsidRPr="009A3E6D">
        <w:t xml:space="preserve">    translate_hits = 4, untranslate_hits = 4</w:t>
      </w:r>
    </w:p>
    <w:p w14:paraId="5ADF5687" w14:textId="66C06E94" w:rsidR="008C22D9" w:rsidRPr="009A3E6D" w:rsidRDefault="008C22D9" w:rsidP="008C22D9">
      <w:pPr>
        <w:pStyle w:val="SubStepAlpha"/>
        <w:rPr>
          <w:rFonts w:cs="Arial"/>
          <w:color w:val="000000"/>
          <w:sz w:val="19"/>
          <w:szCs w:val="19"/>
        </w:rPr>
      </w:pPr>
      <w:r>
        <w:t xml:space="preserve">Ping from PC-B to R1 again and quickly issue the </w:t>
      </w:r>
      <w:r w:rsidRPr="00A901D5">
        <w:rPr>
          <w:b/>
        </w:rPr>
        <w:t>show xlate</w:t>
      </w:r>
      <w:r>
        <w:t xml:space="preserve"> command to see the addresses being translated.</w:t>
      </w:r>
      <w:r w:rsidR="00A03F3D">
        <w:t xml:space="preserve"> However, ICMP is denied, by default, be the firewall inspection policy</w:t>
      </w:r>
    </w:p>
    <w:p w14:paraId="45077280" w14:textId="08353B40" w:rsidR="008C22D9" w:rsidRDefault="0081231C" w:rsidP="008C22D9">
      <w:pPr>
        <w:pStyle w:val="CMD"/>
        <w:rPr>
          <w:b/>
        </w:rPr>
      </w:pPr>
      <w:r>
        <w:t>NETSEC-ASA</w:t>
      </w:r>
      <w:r w:rsidR="008C22D9" w:rsidRPr="009A3E6D">
        <w:t xml:space="preserve"># </w:t>
      </w:r>
      <w:r w:rsidR="008C22D9" w:rsidRPr="00A901D5">
        <w:rPr>
          <w:b/>
        </w:rPr>
        <w:t>show xlate</w:t>
      </w:r>
    </w:p>
    <w:p w14:paraId="49C08333" w14:textId="77777777" w:rsidR="008C22D9" w:rsidRDefault="008C22D9" w:rsidP="008C22D9">
      <w:pPr>
        <w:pStyle w:val="CMDOutput"/>
      </w:pPr>
      <w:r>
        <w:t>1 in use, 1 most used</w:t>
      </w:r>
    </w:p>
    <w:p w14:paraId="7976082D" w14:textId="77777777" w:rsidR="008C22D9" w:rsidRDefault="008C22D9" w:rsidP="008C22D9">
      <w:pPr>
        <w:pStyle w:val="CMDOutput"/>
      </w:pPr>
      <w:r>
        <w:t>Flags: D - DNS, e - extended, I - identity, i - dynamic, r - portmap,</w:t>
      </w:r>
    </w:p>
    <w:p w14:paraId="40249F95" w14:textId="77777777" w:rsidR="008C22D9" w:rsidRDefault="008C22D9" w:rsidP="008C22D9">
      <w:pPr>
        <w:pStyle w:val="CMDOutput"/>
      </w:pPr>
      <w:r>
        <w:t xml:space="preserve">       s - static, T - twice, N - net-to-net</w:t>
      </w:r>
    </w:p>
    <w:p w14:paraId="580AED12" w14:textId="77777777" w:rsidR="008C22D9" w:rsidRDefault="008C22D9" w:rsidP="008C22D9">
      <w:pPr>
        <w:pStyle w:val="CMDOutput"/>
      </w:pPr>
    </w:p>
    <w:p w14:paraId="10E960D0" w14:textId="48E73929" w:rsidR="00C95B07" w:rsidRPr="00A03F3D" w:rsidRDefault="008C22D9" w:rsidP="008C22D9">
      <w:pPr>
        <w:pStyle w:val="CMDOutput"/>
      </w:pPr>
      <w:r w:rsidRPr="0064652C">
        <w:rPr>
          <w:highlight w:val="yellow"/>
        </w:rPr>
        <w:t>ICMP PAT</w:t>
      </w:r>
      <w:r w:rsidRPr="00A03F3D">
        <w:t xml:space="preserve"> from </w:t>
      </w:r>
      <w:r w:rsidR="004C7630" w:rsidRPr="00A03F3D">
        <w:t>INSIDE</w:t>
      </w:r>
      <w:r w:rsidRPr="00A03F3D">
        <w:t xml:space="preserve">:192.168.1.3/1 to </w:t>
      </w:r>
      <w:r w:rsidR="004C7630" w:rsidRPr="00A03F3D">
        <w:t>OUTSIDE</w:t>
      </w:r>
      <w:r w:rsidRPr="00A03F3D">
        <w:t>:209.165.200.226/1 flags ri</w:t>
      </w:r>
    </w:p>
    <w:p w14:paraId="3635B27E" w14:textId="77E114D6" w:rsidR="008C22D9" w:rsidRPr="009A3E6D" w:rsidRDefault="008C22D9" w:rsidP="008C22D9">
      <w:pPr>
        <w:pStyle w:val="CMDOutput"/>
      </w:pPr>
      <w:r w:rsidRPr="00A03F3D">
        <w:t>idle 0:00:02 timeout 0:00:30</w:t>
      </w:r>
    </w:p>
    <w:p w14:paraId="450D5547" w14:textId="77777777" w:rsidR="008C22D9" w:rsidRPr="00153AA2" w:rsidRDefault="008C22D9" w:rsidP="008C22D9">
      <w:pPr>
        <w:pStyle w:val="BodyTextL50"/>
      </w:pPr>
      <w:r w:rsidRPr="00D34226">
        <w:rPr>
          <w:b/>
        </w:rPr>
        <w:t>Note</w:t>
      </w:r>
      <w:r w:rsidRPr="00A901D5">
        <w:t>:</w:t>
      </w:r>
      <w:r w:rsidRPr="00153AA2">
        <w:t xml:space="preserve"> The flags (r and i) indicate that the translation was based on a port map (r) and was done dynamically (i).</w:t>
      </w:r>
    </w:p>
    <w:p w14:paraId="2B8D65E7" w14:textId="7A30CF41" w:rsidR="008C22D9" w:rsidRPr="00BB2F16" w:rsidRDefault="008C22D9" w:rsidP="008C22D9">
      <w:pPr>
        <w:pStyle w:val="SubStepAlpha"/>
        <w:rPr>
          <w:rFonts w:cs="Arial"/>
          <w:color w:val="000000"/>
          <w:sz w:val="19"/>
          <w:szCs w:val="19"/>
        </w:rPr>
      </w:pPr>
      <w:r>
        <w:t>O</w:t>
      </w:r>
      <w:r w:rsidRPr="009A3E6D">
        <w:t xml:space="preserve">pen a browser </w:t>
      </w:r>
      <w:r>
        <w:t xml:space="preserve">on PC-B and </w:t>
      </w:r>
      <w:r w:rsidRPr="009A3E6D">
        <w:t xml:space="preserve">enter the IP address of </w:t>
      </w:r>
      <w:r>
        <w:t>R1 G0/0</w:t>
      </w:r>
      <w:r w:rsidR="00C95B07">
        <w:t>/1</w:t>
      </w:r>
      <w:r>
        <w:t xml:space="preserve"> (</w:t>
      </w:r>
      <w:r w:rsidR="00A03F3D">
        <w:t>https://</w:t>
      </w:r>
      <w:r w:rsidRPr="006A3CD3">
        <w:t>209.165.200.225</w:t>
      </w:r>
      <w:r>
        <w:t xml:space="preserve">). </w:t>
      </w:r>
      <w:r w:rsidR="00A03F3D">
        <w:t>The connection will fail, but you will see a secure connection error message. These means PC-B received a replay from R1.The connection was denied because PC-B does not have a certificate for a Secure Socket Layer (SSL) connection. However,</w:t>
      </w:r>
      <w:r>
        <w:t xml:space="preserve"> TCP-based HTTP traffic </w:t>
      </w:r>
      <w:r w:rsidR="00A03F3D">
        <w:t>was</w:t>
      </w:r>
      <w:r>
        <w:t xml:space="preserve"> permitted</w:t>
      </w:r>
      <w:r w:rsidR="00A03F3D">
        <w:t xml:space="preserve"> to egress the OUTSIDE interface on the ASA</w:t>
      </w:r>
      <w:r>
        <w:t>, by default, by the firewall inspection policy.</w:t>
      </w:r>
    </w:p>
    <w:p w14:paraId="6A8B11FA" w14:textId="3CE470C6" w:rsidR="008C22D9" w:rsidRPr="00A03F3D" w:rsidRDefault="008C22D9" w:rsidP="008C22D9">
      <w:pPr>
        <w:pStyle w:val="SubStepAlpha"/>
        <w:rPr>
          <w:rFonts w:cs="Arial"/>
          <w:color w:val="000000"/>
          <w:sz w:val="19"/>
          <w:szCs w:val="19"/>
        </w:rPr>
      </w:pPr>
      <w:r w:rsidRPr="009A3E6D">
        <w:t>On the ASA</w:t>
      </w:r>
      <w:r>
        <w:t>,</w:t>
      </w:r>
      <w:r w:rsidRPr="009A3E6D">
        <w:t xml:space="preserve"> </w:t>
      </w:r>
      <w:r>
        <w:t>reissue</w:t>
      </w:r>
      <w:r w:rsidRPr="009A3E6D">
        <w:t xml:space="preserve"> the </w:t>
      </w:r>
      <w:r w:rsidRPr="00A901D5">
        <w:rPr>
          <w:b/>
        </w:rPr>
        <w:t>show nat</w:t>
      </w:r>
      <w:r w:rsidRPr="00A901D5">
        <w:t xml:space="preserve"> and </w:t>
      </w:r>
      <w:r w:rsidRPr="00A901D5">
        <w:rPr>
          <w:b/>
        </w:rPr>
        <w:t>show xlate</w:t>
      </w:r>
      <w:r w:rsidRPr="00A901D5">
        <w:t xml:space="preserve"> </w:t>
      </w:r>
      <w:r w:rsidRPr="009A3E6D">
        <w:t>command</w:t>
      </w:r>
      <w:r>
        <w:t>s</w:t>
      </w:r>
      <w:r w:rsidRPr="009A3E6D">
        <w:t xml:space="preserve"> </w:t>
      </w:r>
      <w:r>
        <w:t xml:space="preserve">to </w:t>
      </w:r>
      <w:r w:rsidRPr="009A3E6D">
        <w:t xml:space="preserve">see the </w:t>
      </w:r>
      <w:r>
        <w:t>hits and addresses being translated for the HTTP connection.</w:t>
      </w:r>
    </w:p>
    <w:p w14:paraId="3A58E60C" w14:textId="77777777" w:rsidR="00A03F3D" w:rsidRDefault="00A03F3D" w:rsidP="00A03F3D">
      <w:pPr>
        <w:pStyle w:val="CMD"/>
      </w:pPr>
      <w:r>
        <w:t xml:space="preserve">NETSEC-ASA# </w:t>
      </w:r>
      <w:r w:rsidRPr="00A03F3D">
        <w:rPr>
          <w:b/>
          <w:bCs/>
        </w:rPr>
        <w:t>show nat</w:t>
      </w:r>
      <w:r>
        <w:t xml:space="preserve">  </w:t>
      </w:r>
    </w:p>
    <w:p w14:paraId="7F7E1E77" w14:textId="77777777" w:rsidR="00A03F3D" w:rsidRDefault="00A03F3D" w:rsidP="00A03F3D">
      <w:pPr>
        <w:pStyle w:val="CMDOutput"/>
      </w:pPr>
    </w:p>
    <w:p w14:paraId="2463BFB5" w14:textId="77777777" w:rsidR="00A03F3D" w:rsidRDefault="00A03F3D" w:rsidP="00A03F3D">
      <w:pPr>
        <w:pStyle w:val="CMDOutput"/>
      </w:pPr>
      <w:r>
        <w:t>Auto NAT Policies (Section 2)</w:t>
      </w:r>
    </w:p>
    <w:p w14:paraId="21BE3BA0" w14:textId="77777777" w:rsidR="00A03F3D" w:rsidRDefault="00A03F3D" w:rsidP="00A03F3D">
      <w:pPr>
        <w:pStyle w:val="CMDOutput"/>
      </w:pPr>
      <w:r>
        <w:t xml:space="preserve">1 (INSIDE) to (OUTSIDE) source dynamic INSIDE-NET interface </w:t>
      </w:r>
    </w:p>
    <w:p w14:paraId="1A023DCC" w14:textId="77777777" w:rsidR="00A03F3D" w:rsidRDefault="00A03F3D" w:rsidP="00A03F3D">
      <w:pPr>
        <w:pStyle w:val="CMDOutput"/>
      </w:pPr>
      <w:r>
        <w:t xml:space="preserve">    </w:t>
      </w:r>
      <w:r w:rsidRPr="00A03F3D">
        <w:rPr>
          <w:highlight w:val="yellow"/>
        </w:rPr>
        <w:t>translate_hits = 17</w:t>
      </w:r>
      <w:r>
        <w:t>, untranslate_hits = 4</w:t>
      </w:r>
    </w:p>
    <w:p w14:paraId="63097853" w14:textId="77777777" w:rsidR="00A03F3D" w:rsidRDefault="00A03F3D" w:rsidP="00A03F3D">
      <w:pPr>
        <w:pStyle w:val="CMD"/>
      </w:pPr>
      <w:r>
        <w:t xml:space="preserve">NETSEC-ASA# </w:t>
      </w:r>
      <w:r w:rsidRPr="00A03F3D">
        <w:rPr>
          <w:b/>
          <w:bCs/>
        </w:rPr>
        <w:t>show xlate</w:t>
      </w:r>
    </w:p>
    <w:p w14:paraId="7D59F159" w14:textId="77777777" w:rsidR="00A03F3D" w:rsidRDefault="00A03F3D" w:rsidP="00A03F3D">
      <w:pPr>
        <w:pStyle w:val="CMDOutput"/>
      </w:pPr>
      <w:r>
        <w:t>4 in use, 4 most used</w:t>
      </w:r>
    </w:p>
    <w:p w14:paraId="7E8CE46E" w14:textId="77777777" w:rsidR="00A03F3D" w:rsidRDefault="00A03F3D" w:rsidP="00A03F3D">
      <w:pPr>
        <w:pStyle w:val="CMDOutput"/>
      </w:pPr>
      <w:r>
        <w:t>Flags: D - DNS, e - extended, I - identity, i - dynamic, r - portmap,</w:t>
      </w:r>
    </w:p>
    <w:p w14:paraId="7E244EF6" w14:textId="77777777" w:rsidR="00A03F3D" w:rsidRDefault="00A03F3D" w:rsidP="00A03F3D">
      <w:pPr>
        <w:pStyle w:val="CMDOutput"/>
      </w:pPr>
      <w:r>
        <w:t xml:space="preserve">       s - static, T - twice, N - net-to-net</w:t>
      </w:r>
    </w:p>
    <w:p w14:paraId="51F62F13" w14:textId="77777777" w:rsidR="00A03F3D" w:rsidRDefault="00A03F3D" w:rsidP="00A03F3D">
      <w:pPr>
        <w:pStyle w:val="CMDOutput"/>
      </w:pPr>
    </w:p>
    <w:p w14:paraId="6C78C18B" w14:textId="77777777" w:rsidR="00A03F3D" w:rsidRDefault="00A03F3D" w:rsidP="00A03F3D">
      <w:pPr>
        <w:pStyle w:val="CMDOutput"/>
      </w:pPr>
      <w:r w:rsidRPr="00A03F3D">
        <w:rPr>
          <w:highlight w:val="yellow"/>
        </w:rPr>
        <w:t>TCP PAT</w:t>
      </w:r>
      <w:r>
        <w:t xml:space="preserve"> from INSIDE:192.168.1.3/49503 to OUTSIDE:209.165.200.226/49503 flags ri idle 0:01:24 timeout 0:00:30</w:t>
      </w:r>
    </w:p>
    <w:p w14:paraId="6FA5E2EF" w14:textId="77777777" w:rsidR="00A03F3D" w:rsidRDefault="00A03F3D" w:rsidP="00A03F3D">
      <w:pPr>
        <w:pStyle w:val="CMDOutput"/>
      </w:pPr>
      <w:r>
        <w:t>TCP PAT from INSIDE:192.168.1.3/49502 to OUTSIDE:209.165.200.226/49502 flags ri idle 0:01:24 timeout 0:00:30</w:t>
      </w:r>
    </w:p>
    <w:p w14:paraId="49FFEB53" w14:textId="77777777" w:rsidR="00A03F3D" w:rsidRDefault="00A03F3D" w:rsidP="00A03F3D">
      <w:pPr>
        <w:pStyle w:val="CMDOutput"/>
      </w:pPr>
      <w:r>
        <w:t>TCP PAT from INSIDE:192.168.1.3/49501 to OUTSIDE:209.165.200.226/49501 flags ri idle 0:01:25 timeout 0:00:30</w:t>
      </w:r>
    </w:p>
    <w:p w14:paraId="79F3BCC5" w14:textId="77777777" w:rsidR="00A03F3D" w:rsidRDefault="00A03F3D" w:rsidP="00A03F3D">
      <w:pPr>
        <w:pStyle w:val="CMDOutput"/>
      </w:pPr>
      <w:r>
        <w:t>TCP PAT from INSIDE:192.168.1.3/49500 to OUTSIDE:209.165.200.226/49500 flags ri idle 0:01:25 timeout 0:00:30</w:t>
      </w:r>
    </w:p>
    <w:p w14:paraId="22C73133" w14:textId="169DC7CE" w:rsidR="00A03F3D" w:rsidRPr="009A3E6D" w:rsidRDefault="00A03F3D" w:rsidP="00A03F3D">
      <w:pPr>
        <w:pStyle w:val="CMD"/>
      </w:pPr>
      <w:r>
        <w:t>NETSEC-ASA#</w:t>
      </w:r>
    </w:p>
    <w:p w14:paraId="743D9376" w14:textId="77777777" w:rsidR="008C22D9" w:rsidRPr="00153AA2" w:rsidRDefault="008C22D9" w:rsidP="008C22D9">
      <w:pPr>
        <w:pStyle w:val="Heading3"/>
      </w:pPr>
      <w:r w:rsidRPr="00153AA2">
        <w:t>Modify the default MPF application inspection global service policy.</w:t>
      </w:r>
    </w:p>
    <w:p w14:paraId="794F086E" w14:textId="0254EEA9" w:rsidR="008C22D9" w:rsidRPr="006B4F5A" w:rsidRDefault="008C22D9" w:rsidP="008C22D9">
      <w:pPr>
        <w:pStyle w:val="BodyTextL25"/>
      </w:pPr>
      <w:r w:rsidRPr="006B4F5A">
        <w:t xml:space="preserve">For application layer inspection, as well as other advanced options, the Cisco </w:t>
      </w:r>
      <w:r w:rsidR="00A03F3D" w:rsidRPr="00A03F3D">
        <w:t>Modular Policy Framework (MPF)</w:t>
      </w:r>
      <w:r>
        <w:t xml:space="preserve"> </w:t>
      </w:r>
      <w:r w:rsidRPr="006B4F5A">
        <w:t>is available on ASAs. Cisco M</w:t>
      </w:r>
      <w:r>
        <w:t xml:space="preserve">PF </w:t>
      </w:r>
      <w:r w:rsidRPr="006B4F5A">
        <w:t>uses</w:t>
      </w:r>
      <w:r>
        <w:t xml:space="preserve"> </w:t>
      </w:r>
      <w:r w:rsidRPr="006B4F5A">
        <w:t xml:space="preserve">three configuration objects to define modular, object-oriented, </w:t>
      </w:r>
      <w:r>
        <w:t xml:space="preserve">and </w:t>
      </w:r>
      <w:r w:rsidRPr="006B4F5A">
        <w:t>hierarchical policies:</w:t>
      </w:r>
    </w:p>
    <w:p w14:paraId="680359D2" w14:textId="77777777" w:rsidR="008C22D9" w:rsidRPr="006B4F5A" w:rsidRDefault="008C22D9" w:rsidP="008C22D9">
      <w:pPr>
        <w:pStyle w:val="Bulletlevel1"/>
        <w:spacing w:before="60" w:after="60" w:line="276" w:lineRule="auto"/>
      </w:pPr>
      <w:r w:rsidRPr="006B4F5A">
        <w:rPr>
          <w:b/>
          <w:bCs/>
        </w:rPr>
        <w:t>Class maps</w:t>
      </w:r>
      <w:r w:rsidRPr="00A03F3D">
        <w:rPr>
          <w:bCs/>
        </w:rPr>
        <w:t xml:space="preserve"> - </w:t>
      </w:r>
      <w:r>
        <w:t>D</w:t>
      </w:r>
      <w:r w:rsidRPr="006B4F5A">
        <w:t>efine a match criterion</w:t>
      </w:r>
      <w:r>
        <w:t>.</w:t>
      </w:r>
    </w:p>
    <w:p w14:paraId="6399C2DA" w14:textId="77777777" w:rsidR="008C22D9" w:rsidRPr="006B4F5A" w:rsidRDefault="008C22D9" w:rsidP="008C22D9">
      <w:pPr>
        <w:pStyle w:val="Bulletlevel1"/>
        <w:spacing w:before="60" w:after="60" w:line="276" w:lineRule="auto"/>
      </w:pPr>
      <w:r w:rsidRPr="006B4F5A">
        <w:rPr>
          <w:b/>
          <w:bCs/>
        </w:rPr>
        <w:t>Policy maps</w:t>
      </w:r>
      <w:r w:rsidRPr="00A03F3D">
        <w:rPr>
          <w:bCs/>
        </w:rPr>
        <w:t xml:space="preserve"> - </w:t>
      </w:r>
      <w:r>
        <w:t>A</w:t>
      </w:r>
      <w:r w:rsidRPr="006B4F5A">
        <w:t>ssociate actions to the match criteria</w:t>
      </w:r>
      <w:r>
        <w:t>.</w:t>
      </w:r>
    </w:p>
    <w:p w14:paraId="1CD4FED0" w14:textId="77777777" w:rsidR="008C22D9" w:rsidRPr="006B4F5A" w:rsidRDefault="008C22D9" w:rsidP="008C22D9">
      <w:pPr>
        <w:pStyle w:val="Bulletlevel1"/>
        <w:spacing w:before="60" w:after="60" w:line="276" w:lineRule="auto"/>
      </w:pPr>
      <w:r w:rsidRPr="006B4F5A">
        <w:rPr>
          <w:b/>
          <w:bCs/>
        </w:rPr>
        <w:t>Service policies</w:t>
      </w:r>
      <w:r w:rsidRPr="00A03F3D">
        <w:rPr>
          <w:bCs/>
        </w:rPr>
        <w:t xml:space="preserve"> - </w:t>
      </w:r>
      <w:r>
        <w:t>A</w:t>
      </w:r>
      <w:r w:rsidRPr="006B4F5A">
        <w:t>ttach the policy map to an interface, or globally to all interfaces of the</w:t>
      </w:r>
      <w:r>
        <w:t xml:space="preserve"> appliance.</w:t>
      </w:r>
    </w:p>
    <w:p w14:paraId="32402E55" w14:textId="62D87172" w:rsidR="008C22D9" w:rsidRPr="004F5B75" w:rsidRDefault="008C22D9" w:rsidP="008C22D9">
      <w:pPr>
        <w:pStyle w:val="SubStepAlpha"/>
      </w:pPr>
      <w:r w:rsidRPr="00A901D5">
        <w:t>Display</w:t>
      </w:r>
      <w:r w:rsidRPr="004F5B75">
        <w:t xml:space="preserve"> the </w:t>
      </w:r>
      <w:r>
        <w:t xml:space="preserve">default MPF </w:t>
      </w:r>
      <w:r w:rsidRPr="004F5B75">
        <w:t xml:space="preserve">policy map that performs the inspection on inside-to-outside traffic. Only traffic that was initiated from the inside is allowed back in to the </w:t>
      </w:r>
      <w:r w:rsidR="004C7630">
        <w:t>OUTSIDE</w:t>
      </w:r>
      <w:r w:rsidRPr="004F5B75">
        <w:t xml:space="preserve"> interface. Notice that </w:t>
      </w:r>
      <w:r>
        <w:t xml:space="preserve">the </w:t>
      </w:r>
      <w:r w:rsidRPr="0093366D">
        <w:t>ICMP</w:t>
      </w:r>
      <w:r>
        <w:t xml:space="preserve"> protocol</w:t>
      </w:r>
      <w:r w:rsidRPr="004F5B75">
        <w:t xml:space="preserve"> is missing.</w:t>
      </w:r>
    </w:p>
    <w:p w14:paraId="633E3244" w14:textId="04D72367" w:rsidR="008C22D9" w:rsidRDefault="0081231C" w:rsidP="008C22D9">
      <w:pPr>
        <w:pStyle w:val="CMD"/>
      </w:pPr>
      <w:r>
        <w:t>NETSEC-ASA</w:t>
      </w:r>
      <w:r w:rsidR="008C22D9" w:rsidRPr="009A3E6D">
        <w:t xml:space="preserve"># </w:t>
      </w:r>
      <w:r w:rsidR="008C22D9" w:rsidRPr="00153AA2">
        <w:rPr>
          <w:b/>
        </w:rPr>
        <w:t>show run</w:t>
      </w:r>
      <w:r w:rsidR="008C22D9">
        <w:rPr>
          <w:b/>
        </w:rPr>
        <w:t xml:space="preserve"> | begin class</w:t>
      </w:r>
    </w:p>
    <w:p w14:paraId="001BF368" w14:textId="77777777" w:rsidR="0050481A" w:rsidRPr="0050481A" w:rsidRDefault="0050481A" w:rsidP="0050481A">
      <w:pPr>
        <w:pStyle w:val="CMD"/>
        <w:rPr>
          <w:sz w:val="18"/>
        </w:rPr>
      </w:pPr>
      <w:r w:rsidRPr="0050481A">
        <w:rPr>
          <w:sz w:val="18"/>
        </w:rPr>
        <w:t>class-map inspection_default</w:t>
      </w:r>
    </w:p>
    <w:p w14:paraId="4B557EE0" w14:textId="77777777" w:rsidR="0050481A" w:rsidRPr="0050481A" w:rsidRDefault="0050481A" w:rsidP="0050481A">
      <w:pPr>
        <w:pStyle w:val="CMD"/>
        <w:rPr>
          <w:sz w:val="18"/>
        </w:rPr>
      </w:pPr>
      <w:r w:rsidRPr="0050481A">
        <w:rPr>
          <w:sz w:val="18"/>
        </w:rPr>
        <w:t xml:space="preserve"> match default-inspection-traffic</w:t>
      </w:r>
    </w:p>
    <w:p w14:paraId="29F13AA7" w14:textId="77777777" w:rsidR="0050481A" w:rsidRPr="0050481A" w:rsidRDefault="0050481A" w:rsidP="0050481A">
      <w:pPr>
        <w:pStyle w:val="CMD"/>
        <w:rPr>
          <w:sz w:val="18"/>
        </w:rPr>
      </w:pPr>
      <w:r w:rsidRPr="0050481A">
        <w:rPr>
          <w:sz w:val="18"/>
        </w:rPr>
        <w:t>!</w:t>
      </w:r>
    </w:p>
    <w:p w14:paraId="2663D5BD" w14:textId="77777777" w:rsidR="0050481A" w:rsidRPr="0050481A" w:rsidRDefault="0050481A" w:rsidP="0050481A">
      <w:pPr>
        <w:pStyle w:val="CMD"/>
        <w:rPr>
          <w:sz w:val="18"/>
        </w:rPr>
      </w:pPr>
      <w:r w:rsidRPr="0050481A">
        <w:rPr>
          <w:sz w:val="18"/>
        </w:rPr>
        <w:t>!</w:t>
      </w:r>
    </w:p>
    <w:p w14:paraId="5F0B688F" w14:textId="77777777" w:rsidR="0050481A" w:rsidRPr="0050481A" w:rsidRDefault="0050481A" w:rsidP="0050481A">
      <w:pPr>
        <w:pStyle w:val="CMD"/>
        <w:rPr>
          <w:sz w:val="18"/>
        </w:rPr>
      </w:pPr>
      <w:r w:rsidRPr="0050481A">
        <w:rPr>
          <w:sz w:val="18"/>
        </w:rPr>
        <w:t>policy-map type inspect dns preset_dns_map</w:t>
      </w:r>
    </w:p>
    <w:p w14:paraId="53B718EE" w14:textId="77777777" w:rsidR="0050481A" w:rsidRPr="0050481A" w:rsidRDefault="0050481A" w:rsidP="0050481A">
      <w:pPr>
        <w:pStyle w:val="CMD"/>
        <w:rPr>
          <w:sz w:val="18"/>
        </w:rPr>
      </w:pPr>
      <w:r w:rsidRPr="0050481A">
        <w:rPr>
          <w:sz w:val="18"/>
        </w:rPr>
        <w:t xml:space="preserve"> parameters</w:t>
      </w:r>
    </w:p>
    <w:p w14:paraId="32443A47" w14:textId="77777777" w:rsidR="0050481A" w:rsidRPr="0050481A" w:rsidRDefault="0050481A" w:rsidP="0050481A">
      <w:pPr>
        <w:pStyle w:val="CMD"/>
        <w:rPr>
          <w:sz w:val="18"/>
        </w:rPr>
      </w:pPr>
      <w:r w:rsidRPr="0050481A">
        <w:rPr>
          <w:sz w:val="18"/>
        </w:rPr>
        <w:t xml:space="preserve">  message-length maximum client auto</w:t>
      </w:r>
    </w:p>
    <w:p w14:paraId="7E7C8B22" w14:textId="77777777" w:rsidR="0050481A" w:rsidRPr="0050481A" w:rsidRDefault="0050481A" w:rsidP="0050481A">
      <w:pPr>
        <w:pStyle w:val="CMD"/>
        <w:rPr>
          <w:sz w:val="18"/>
        </w:rPr>
      </w:pPr>
      <w:r w:rsidRPr="0050481A">
        <w:rPr>
          <w:sz w:val="18"/>
        </w:rPr>
        <w:t xml:space="preserve">  message-length maximum 512</w:t>
      </w:r>
    </w:p>
    <w:p w14:paraId="0AF29349" w14:textId="77777777" w:rsidR="0050481A" w:rsidRPr="0050481A" w:rsidRDefault="0050481A" w:rsidP="0050481A">
      <w:pPr>
        <w:pStyle w:val="CMD"/>
        <w:rPr>
          <w:sz w:val="18"/>
        </w:rPr>
      </w:pPr>
      <w:r w:rsidRPr="0050481A">
        <w:rPr>
          <w:sz w:val="18"/>
        </w:rPr>
        <w:t xml:space="preserve">  no tcp-inspection</w:t>
      </w:r>
    </w:p>
    <w:p w14:paraId="17091BC8" w14:textId="77777777" w:rsidR="0050481A" w:rsidRPr="0050481A" w:rsidRDefault="0050481A" w:rsidP="0050481A">
      <w:pPr>
        <w:pStyle w:val="CMD"/>
        <w:rPr>
          <w:sz w:val="18"/>
          <w:highlight w:val="yellow"/>
        </w:rPr>
      </w:pPr>
      <w:r w:rsidRPr="0050481A">
        <w:rPr>
          <w:sz w:val="18"/>
          <w:highlight w:val="yellow"/>
        </w:rPr>
        <w:t>policy-map global_policy</w:t>
      </w:r>
    </w:p>
    <w:p w14:paraId="537B8D57" w14:textId="77777777" w:rsidR="0050481A" w:rsidRPr="0050481A" w:rsidRDefault="0050481A" w:rsidP="0050481A">
      <w:pPr>
        <w:pStyle w:val="CMD"/>
        <w:rPr>
          <w:sz w:val="18"/>
        </w:rPr>
      </w:pPr>
      <w:r w:rsidRPr="0050481A">
        <w:rPr>
          <w:sz w:val="18"/>
          <w:highlight w:val="yellow"/>
        </w:rPr>
        <w:t xml:space="preserve"> class inspection_default</w:t>
      </w:r>
    </w:p>
    <w:p w14:paraId="45EA1999" w14:textId="77777777" w:rsidR="0050481A" w:rsidRPr="0050481A" w:rsidRDefault="0050481A" w:rsidP="0050481A">
      <w:pPr>
        <w:pStyle w:val="CMD"/>
        <w:rPr>
          <w:sz w:val="18"/>
        </w:rPr>
      </w:pPr>
      <w:r w:rsidRPr="0050481A">
        <w:rPr>
          <w:sz w:val="18"/>
        </w:rPr>
        <w:t xml:space="preserve">  inspect snmp </w:t>
      </w:r>
    </w:p>
    <w:p w14:paraId="40E4D800" w14:textId="77777777" w:rsidR="0050481A" w:rsidRPr="0050481A" w:rsidRDefault="0050481A" w:rsidP="0050481A">
      <w:pPr>
        <w:pStyle w:val="CMD"/>
        <w:rPr>
          <w:sz w:val="18"/>
        </w:rPr>
      </w:pPr>
      <w:r w:rsidRPr="0050481A">
        <w:rPr>
          <w:sz w:val="18"/>
        </w:rPr>
        <w:t xml:space="preserve">  inspect dns preset_dns_map </w:t>
      </w:r>
    </w:p>
    <w:p w14:paraId="263F548A" w14:textId="77777777" w:rsidR="0050481A" w:rsidRPr="0050481A" w:rsidRDefault="0050481A" w:rsidP="0050481A">
      <w:pPr>
        <w:pStyle w:val="CMD"/>
        <w:rPr>
          <w:sz w:val="18"/>
        </w:rPr>
      </w:pPr>
      <w:r w:rsidRPr="0050481A">
        <w:rPr>
          <w:sz w:val="18"/>
        </w:rPr>
        <w:t xml:space="preserve">  inspect ftp </w:t>
      </w:r>
    </w:p>
    <w:p w14:paraId="669AF21F" w14:textId="77777777" w:rsidR="0050481A" w:rsidRPr="0050481A" w:rsidRDefault="0050481A" w:rsidP="0050481A">
      <w:pPr>
        <w:pStyle w:val="CMD"/>
        <w:rPr>
          <w:sz w:val="18"/>
        </w:rPr>
      </w:pPr>
      <w:r w:rsidRPr="0050481A">
        <w:rPr>
          <w:sz w:val="18"/>
        </w:rPr>
        <w:t xml:space="preserve">  inspect h323 h225 </w:t>
      </w:r>
    </w:p>
    <w:p w14:paraId="61476DBF" w14:textId="77777777" w:rsidR="0050481A" w:rsidRPr="0050481A" w:rsidRDefault="0050481A" w:rsidP="0050481A">
      <w:pPr>
        <w:pStyle w:val="CMD"/>
        <w:rPr>
          <w:sz w:val="18"/>
        </w:rPr>
      </w:pPr>
      <w:r w:rsidRPr="0050481A">
        <w:rPr>
          <w:sz w:val="18"/>
        </w:rPr>
        <w:t xml:space="preserve">  inspect h323 ras </w:t>
      </w:r>
    </w:p>
    <w:p w14:paraId="0C4A141A" w14:textId="77777777" w:rsidR="0050481A" w:rsidRPr="0050481A" w:rsidRDefault="0050481A" w:rsidP="0050481A">
      <w:pPr>
        <w:pStyle w:val="CMD"/>
        <w:rPr>
          <w:sz w:val="18"/>
        </w:rPr>
      </w:pPr>
      <w:r w:rsidRPr="0050481A">
        <w:rPr>
          <w:sz w:val="18"/>
        </w:rPr>
        <w:t xml:space="preserve">  inspect ip-options </w:t>
      </w:r>
    </w:p>
    <w:p w14:paraId="10F1E983" w14:textId="77777777" w:rsidR="0050481A" w:rsidRPr="0050481A" w:rsidRDefault="0050481A" w:rsidP="0050481A">
      <w:pPr>
        <w:pStyle w:val="CMD"/>
        <w:rPr>
          <w:sz w:val="18"/>
        </w:rPr>
      </w:pPr>
      <w:r w:rsidRPr="0050481A">
        <w:rPr>
          <w:sz w:val="18"/>
        </w:rPr>
        <w:t xml:space="preserve">  inspect netbios </w:t>
      </w:r>
    </w:p>
    <w:p w14:paraId="2B9805AE" w14:textId="77777777" w:rsidR="0050481A" w:rsidRPr="0050481A" w:rsidRDefault="0050481A" w:rsidP="0050481A">
      <w:pPr>
        <w:pStyle w:val="CMD"/>
        <w:rPr>
          <w:sz w:val="18"/>
        </w:rPr>
      </w:pPr>
      <w:r w:rsidRPr="0050481A">
        <w:rPr>
          <w:sz w:val="18"/>
        </w:rPr>
        <w:t xml:space="preserve">  inspect rsh </w:t>
      </w:r>
    </w:p>
    <w:p w14:paraId="021EBBCE" w14:textId="77777777" w:rsidR="0050481A" w:rsidRPr="0050481A" w:rsidRDefault="0050481A" w:rsidP="0050481A">
      <w:pPr>
        <w:pStyle w:val="CMD"/>
        <w:rPr>
          <w:sz w:val="18"/>
        </w:rPr>
      </w:pPr>
      <w:r w:rsidRPr="0050481A">
        <w:rPr>
          <w:sz w:val="18"/>
        </w:rPr>
        <w:t xml:space="preserve">  inspect rtsp </w:t>
      </w:r>
    </w:p>
    <w:p w14:paraId="70178E46" w14:textId="77777777" w:rsidR="0050481A" w:rsidRPr="0050481A" w:rsidRDefault="0050481A" w:rsidP="0050481A">
      <w:pPr>
        <w:pStyle w:val="CMD"/>
        <w:rPr>
          <w:sz w:val="18"/>
        </w:rPr>
      </w:pPr>
      <w:r w:rsidRPr="0050481A">
        <w:rPr>
          <w:sz w:val="18"/>
        </w:rPr>
        <w:t xml:space="preserve">  inspect skinny  </w:t>
      </w:r>
    </w:p>
    <w:p w14:paraId="52B9F55D" w14:textId="77777777" w:rsidR="0050481A" w:rsidRPr="0050481A" w:rsidRDefault="0050481A" w:rsidP="0050481A">
      <w:pPr>
        <w:pStyle w:val="CMD"/>
        <w:rPr>
          <w:sz w:val="18"/>
        </w:rPr>
      </w:pPr>
      <w:r w:rsidRPr="0050481A">
        <w:rPr>
          <w:sz w:val="18"/>
        </w:rPr>
        <w:t xml:space="preserve">  inspect esmtp </w:t>
      </w:r>
    </w:p>
    <w:p w14:paraId="4306CAC6" w14:textId="77777777" w:rsidR="0050481A" w:rsidRPr="0050481A" w:rsidRDefault="0050481A" w:rsidP="0050481A">
      <w:pPr>
        <w:pStyle w:val="CMD"/>
        <w:rPr>
          <w:sz w:val="18"/>
        </w:rPr>
      </w:pPr>
      <w:r w:rsidRPr="0050481A">
        <w:rPr>
          <w:sz w:val="18"/>
        </w:rPr>
        <w:t xml:space="preserve">  inspect sqlnet </w:t>
      </w:r>
    </w:p>
    <w:p w14:paraId="769DED89" w14:textId="77777777" w:rsidR="0050481A" w:rsidRPr="0050481A" w:rsidRDefault="0050481A" w:rsidP="0050481A">
      <w:pPr>
        <w:pStyle w:val="CMD"/>
        <w:rPr>
          <w:sz w:val="18"/>
        </w:rPr>
      </w:pPr>
      <w:r w:rsidRPr="0050481A">
        <w:rPr>
          <w:sz w:val="18"/>
        </w:rPr>
        <w:t xml:space="preserve">  inspect sunrpc </w:t>
      </w:r>
    </w:p>
    <w:p w14:paraId="23AE9848" w14:textId="77777777" w:rsidR="0050481A" w:rsidRPr="0050481A" w:rsidRDefault="0050481A" w:rsidP="0050481A">
      <w:pPr>
        <w:pStyle w:val="CMD"/>
        <w:rPr>
          <w:sz w:val="18"/>
        </w:rPr>
      </w:pPr>
      <w:r w:rsidRPr="0050481A">
        <w:rPr>
          <w:sz w:val="18"/>
        </w:rPr>
        <w:t xml:space="preserve">  inspect tftp </w:t>
      </w:r>
    </w:p>
    <w:p w14:paraId="7C14D134" w14:textId="77777777" w:rsidR="0050481A" w:rsidRPr="0050481A" w:rsidRDefault="0050481A" w:rsidP="0050481A">
      <w:pPr>
        <w:pStyle w:val="CMD"/>
        <w:rPr>
          <w:sz w:val="18"/>
        </w:rPr>
      </w:pPr>
      <w:r w:rsidRPr="0050481A">
        <w:rPr>
          <w:sz w:val="18"/>
        </w:rPr>
        <w:t xml:space="preserve">  inspect sip  </w:t>
      </w:r>
    </w:p>
    <w:p w14:paraId="45AAA9EE" w14:textId="77777777" w:rsidR="0050481A" w:rsidRPr="0050481A" w:rsidRDefault="0050481A" w:rsidP="0050481A">
      <w:pPr>
        <w:pStyle w:val="CMD"/>
        <w:rPr>
          <w:sz w:val="18"/>
        </w:rPr>
      </w:pPr>
      <w:r w:rsidRPr="0050481A">
        <w:rPr>
          <w:sz w:val="18"/>
        </w:rPr>
        <w:t>!</w:t>
      </w:r>
    </w:p>
    <w:p w14:paraId="3F45FAFC" w14:textId="77777777" w:rsidR="0050481A" w:rsidRPr="0050481A" w:rsidRDefault="0050481A" w:rsidP="0050481A">
      <w:pPr>
        <w:pStyle w:val="CMD"/>
        <w:rPr>
          <w:sz w:val="18"/>
        </w:rPr>
      </w:pPr>
      <w:r w:rsidRPr="0050481A">
        <w:rPr>
          <w:sz w:val="18"/>
        </w:rPr>
        <w:t>service-policy global_policy global</w:t>
      </w:r>
    </w:p>
    <w:p w14:paraId="3C908A43" w14:textId="77777777" w:rsidR="008C22D9" w:rsidRDefault="008C22D9" w:rsidP="008C22D9">
      <w:pPr>
        <w:pStyle w:val="CMD"/>
      </w:pPr>
      <w:r>
        <w:t>&lt;output omitted&gt;</w:t>
      </w:r>
    </w:p>
    <w:p w14:paraId="1014F4F3" w14:textId="77777777" w:rsidR="008C22D9" w:rsidRPr="00DF2518" w:rsidRDefault="008C22D9" w:rsidP="008C22D9">
      <w:pPr>
        <w:pStyle w:val="SubStepAlpha"/>
      </w:pPr>
      <w:r w:rsidRPr="00DF2518">
        <w:t xml:space="preserve">Add the inspection of </w:t>
      </w:r>
      <w:r w:rsidRPr="00440723">
        <w:t xml:space="preserve">ICMP </w:t>
      </w:r>
      <w:r>
        <w:t xml:space="preserve">traffic </w:t>
      </w:r>
      <w:r w:rsidRPr="00DF2518">
        <w:t xml:space="preserve">to the </w:t>
      </w:r>
      <w:r>
        <w:t xml:space="preserve">policy map </w:t>
      </w:r>
      <w:r w:rsidRPr="00DF2518">
        <w:t>list using the following commands:</w:t>
      </w:r>
    </w:p>
    <w:p w14:paraId="0F05C222" w14:textId="5E0D10B1" w:rsidR="008C22D9" w:rsidRPr="0064652C" w:rsidRDefault="0081231C" w:rsidP="008C22D9">
      <w:pPr>
        <w:pStyle w:val="CMD"/>
        <w:rPr>
          <w:b/>
        </w:rPr>
      </w:pPr>
      <w:r>
        <w:t>NETSEC-ASA</w:t>
      </w:r>
      <w:r w:rsidR="008C22D9" w:rsidRPr="004F5B75">
        <w:t>#</w:t>
      </w:r>
      <w:r w:rsidR="008C22D9">
        <w:t xml:space="preserve"> </w:t>
      </w:r>
      <w:r w:rsidR="008C22D9">
        <w:rPr>
          <w:b/>
        </w:rPr>
        <w:t>configure terminal</w:t>
      </w:r>
    </w:p>
    <w:p w14:paraId="6AF53A23" w14:textId="41383E24" w:rsidR="008C22D9" w:rsidRPr="004F5B75" w:rsidRDefault="0081231C" w:rsidP="008C22D9">
      <w:pPr>
        <w:pStyle w:val="CMD"/>
      </w:pPr>
      <w:r>
        <w:t>NETSEC-ASA</w:t>
      </w:r>
      <w:r w:rsidR="008C22D9" w:rsidRPr="004F5B75">
        <w:t xml:space="preserve">(config)# </w:t>
      </w:r>
      <w:r w:rsidR="008C22D9" w:rsidRPr="00A901D5">
        <w:rPr>
          <w:b/>
        </w:rPr>
        <w:t>policy-map global_policy</w:t>
      </w:r>
    </w:p>
    <w:p w14:paraId="5CC43BDC" w14:textId="246EABF9" w:rsidR="008C22D9" w:rsidRPr="004F5B75" w:rsidRDefault="0081231C" w:rsidP="008C22D9">
      <w:pPr>
        <w:pStyle w:val="CMD"/>
      </w:pPr>
      <w:r>
        <w:t>NETSEC-ASA</w:t>
      </w:r>
      <w:r w:rsidR="008C22D9" w:rsidRPr="004F5B75">
        <w:t xml:space="preserve">(config-pmap)# </w:t>
      </w:r>
      <w:r w:rsidR="008C22D9" w:rsidRPr="00153AA2">
        <w:rPr>
          <w:b/>
        </w:rPr>
        <w:t>class inspection_default</w:t>
      </w:r>
    </w:p>
    <w:p w14:paraId="6F395D88" w14:textId="519706F4" w:rsidR="008C22D9" w:rsidRDefault="0081231C" w:rsidP="008C22D9">
      <w:pPr>
        <w:pStyle w:val="CMD"/>
        <w:rPr>
          <w:b/>
        </w:rPr>
      </w:pPr>
      <w:r>
        <w:t>NETSEC-ASA</w:t>
      </w:r>
      <w:r w:rsidR="008C22D9" w:rsidRPr="004F5B75">
        <w:t xml:space="preserve">(config-pmap-c)# </w:t>
      </w:r>
      <w:r w:rsidR="008C22D9" w:rsidRPr="00153AA2">
        <w:rPr>
          <w:b/>
        </w:rPr>
        <w:t>inspect icmp</w:t>
      </w:r>
    </w:p>
    <w:p w14:paraId="06C618DB" w14:textId="77777777" w:rsidR="008C22D9" w:rsidRDefault="008C22D9" w:rsidP="008C22D9">
      <w:pPr>
        <w:pStyle w:val="SubStepAlpha"/>
      </w:pPr>
      <w:r>
        <w:t>Display the default MPF polich map to verify ICMP is now listed in the inspection rules.</w:t>
      </w:r>
    </w:p>
    <w:p w14:paraId="78B43324" w14:textId="5DC75636" w:rsidR="008C22D9" w:rsidRDefault="0081231C" w:rsidP="008C22D9">
      <w:pPr>
        <w:pStyle w:val="CMD"/>
        <w:rPr>
          <w:b/>
          <w:shd w:val="clear" w:color="auto" w:fill="FFFFFF"/>
        </w:rPr>
      </w:pPr>
      <w:r>
        <w:rPr>
          <w:shd w:val="clear" w:color="auto" w:fill="FFFFFF"/>
        </w:rPr>
        <w:t>NETSEC-ASA</w:t>
      </w:r>
      <w:r w:rsidR="008C22D9">
        <w:rPr>
          <w:shd w:val="clear" w:color="auto" w:fill="FFFFFF"/>
        </w:rPr>
        <w:t xml:space="preserve">(config-pmap-c)# </w:t>
      </w:r>
      <w:r w:rsidR="008C22D9" w:rsidRPr="00165B1C">
        <w:rPr>
          <w:b/>
          <w:shd w:val="clear" w:color="auto" w:fill="FFFFFF"/>
        </w:rPr>
        <w:t>show run policy-map</w:t>
      </w:r>
    </w:p>
    <w:p w14:paraId="7D5111B5" w14:textId="77777777" w:rsidR="0050481A" w:rsidRDefault="0050481A" w:rsidP="0050481A">
      <w:pPr>
        <w:pStyle w:val="CMDOutput"/>
      </w:pPr>
      <w:r>
        <w:t>!</w:t>
      </w:r>
    </w:p>
    <w:p w14:paraId="2A213D5F" w14:textId="77777777" w:rsidR="0050481A" w:rsidRDefault="0050481A" w:rsidP="0050481A">
      <w:pPr>
        <w:pStyle w:val="CMDOutput"/>
      </w:pPr>
      <w:r>
        <w:t>policy-map type inspect dns preset_dns_map</w:t>
      </w:r>
    </w:p>
    <w:p w14:paraId="583C3FA6" w14:textId="77777777" w:rsidR="0050481A" w:rsidRDefault="0050481A" w:rsidP="0050481A">
      <w:pPr>
        <w:pStyle w:val="CMDOutput"/>
      </w:pPr>
      <w:r>
        <w:t xml:space="preserve"> parameters</w:t>
      </w:r>
    </w:p>
    <w:p w14:paraId="1A62B0DA" w14:textId="77777777" w:rsidR="0050481A" w:rsidRDefault="0050481A" w:rsidP="0050481A">
      <w:pPr>
        <w:pStyle w:val="CMDOutput"/>
      </w:pPr>
      <w:r>
        <w:t xml:space="preserve">  message-length maximum client auto</w:t>
      </w:r>
    </w:p>
    <w:p w14:paraId="57276419" w14:textId="77777777" w:rsidR="0050481A" w:rsidRDefault="0050481A" w:rsidP="0050481A">
      <w:pPr>
        <w:pStyle w:val="CMDOutput"/>
      </w:pPr>
      <w:r>
        <w:t xml:space="preserve">  message-length maximum 512</w:t>
      </w:r>
    </w:p>
    <w:p w14:paraId="1D38092C" w14:textId="77777777" w:rsidR="0050481A" w:rsidRDefault="0050481A" w:rsidP="0050481A">
      <w:pPr>
        <w:pStyle w:val="CMDOutput"/>
      </w:pPr>
      <w:r>
        <w:t xml:space="preserve">  no tcp-inspection</w:t>
      </w:r>
    </w:p>
    <w:p w14:paraId="09C49AA7" w14:textId="77777777" w:rsidR="0050481A" w:rsidRDefault="0050481A" w:rsidP="0050481A">
      <w:pPr>
        <w:pStyle w:val="CMDOutput"/>
      </w:pPr>
      <w:r>
        <w:t>policy-map global_policy</w:t>
      </w:r>
    </w:p>
    <w:p w14:paraId="566DBEF3" w14:textId="77777777" w:rsidR="0050481A" w:rsidRDefault="0050481A" w:rsidP="0050481A">
      <w:pPr>
        <w:pStyle w:val="CMDOutput"/>
      </w:pPr>
      <w:r>
        <w:t xml:space="preserve"> class inspection_default</w:t>
      </w:r>
    </w:p>
    <w:p w14:paraId="4B4358A7" w14:textId="77777777" w:rsidR="0050481A" w:rsidRDefault="0050481A" w:rsidP="0050481A">
      <w:pPr>
        <w:pStyle w:val="CMDOutput"/>
      </w:pPr>
      <w:r>
        <w:t xml:space="preserve">  inspect snmp </w:t>
      </w:r>
    </w:p>
    <w:p w14:paraId="71ACD97A" w14:textId="77777777" w:rsidR="0050481A" w:rsidRDefault="0050481A" w:rsidP="0050481A">
      <w:pPr>
        <w:pStyle w:val="CMDOutput"/>
      </w:pPr>
      <w:r>
        <w:t xml:space="preserve">  inspect dns preset_dns_map </w:t>
      </w:r>
    </w:p>
    <w:p w14:paraId="0F202338" w14:textId="77777777" w:rsidR="0050481A" w:rsidRDefault="0050481A" w:rsidP="0050481A">
      <w:pPr>
        <w:pStyle w:val="CMDOutput"/>
      </w:pPr>
      <w:r>
        <w:t xml:space="preserve">  inspect ftp </w:t>
      </w:r>
    </w:p>
    <w:p w14:paraId="5EF3E599" w14:textId="77777777" w:rsidR="0050481A" w:rsidRDefault="0050481A" w:rsidP="0050481A">
      <w:pPr>
        <w:pStyle w:val="CMDOutput"/>
      </w:pPr>
      <w:r>
        <w:t xml:space="preserve">  inspect h323 h225 </w:t>
      </w:r>
    </w:p>
    <w:p w14:paraId="4DBBF8A5" w14:textId="77777777" w:rsidR="0050481A" w:rsidRDefault="0050481A" w:rsidP="0050481A">
      <w:pPr>
        <w:pStyle w:val="CMDOutput"/>
      </w:pPr>
      <w:r>
        <w:t xml:space="preserve">  inspect h323 ras </w:t>
      </w:r>
    </w:p>
    <w:p w14:paraId="3F3EB885" w14:textId="77777777" w:rsidR="0050481A" w:rsidRDefault="0050481A" w:rsidP="0050481A">
      <w:pPr>
        <w:pStyle w:val="CMDOutput"/>
      </w:pPr>
      <w:r>
        <w:t xml:space="preserve">  inspect ip-options </w:t>
      </w:r>
    </w:p>
    <w:p w14:paraId="64399357" w14:textId="77777777" w:rsidR="0050481A" w:rsidRDefault="0050481A" w:rsidP="0050481A">
      <w:pPr>
        <w:pStyle w:val="CMDOutput"/>
      </w:pPr>
      <w:r>
        <w:t xml:space="preserve">  inspect netbios </w:t>
      </w:r>
    </w:p>
    <w:p w14:paraId="0FD66652" w14:textId="77777777" w:rsidR="0050481A" w:rsidRDefault="0050481A" w:rsidP="0050481A">
      <w:pPr>
        <w:pStyle w:val="CMDOutput"/>
      </w:pPr>
      <w:r>
        <w:t xml:space="preserve">  inspect rsh </w:t>
      </w:r>
    </w:p>
    <w:p w14:paraId="2F2018FA" w14:textId="77777777" w:rsidR="0050481A" w:rsidRDefault="0050481A" w:rsidP="0050481A">
      <w:pPr>
        <w:pStyle w:val="CMDOutput"/>
      </w:pPr>
      <w:r>
        <w:t xml:space="preserve">  inspect rtsp </w:t>
      </w:r>
    </w:p>
    <w:p w14:paraId="7D6B09B4" w14:textId="77777777" w:rsidR="0050481A" w:rsidRDefault="0050481A" w:rsidP="0050481A">
      <w:pPr>
        <w:pStyle w:val="CMDOutput"/>
      </w:pPr>
      <w:r>
        <w:t xml:space="preserve">  inspect skinny  </w:t>
      </w:r>
    </w:p>
    <w:p w14:paraId="0E604B42" w14:textId="77777777" w:rsidR="0050481A" w:rsidRDefault="0050481A" w:rsidP="0050481A">
      <w:pPr>
        <w:pStyle w:val="CMDOutput"/>
      </w:pPr>
      <w:r>
        <w:t xml:space="preserve">  inspect esmtp </w:t>
      </w:r>
    </w:p>
    <w:p w14:paraId="1F33E909" w14:textId="77777777" w:rsidR="0050481A" w:rsidRDefault="0050481A" w:rsidP="0050481A">
      <w:pPr>
        <w:pStyle w:val="CMDOutput"/>
      </w:pPr>
      <w:r>
        <w:t xml:space="preserve">  inspect sqlnet </w:t>
      </w:r>
    </w:p>
    <w:p w14:paraId="257FD1BE" w14:textId="77777777" w:rsidR="0050481A" w:rsidRDefault="0050481A" w:rsidP="0050481A">
      <w:pPr>
        <w:pStyle w:val="CMDOutput"/>
      </w:pPr>
      <w:r>
        <w:t xml:space="preserve">  inspect sunrpc </w:t>
      </w:r>
    </w:p>
    <w:p w14:paraId="339E26D6" w14:textId="77777777" w:rsidR="0050481A" w:rsidRDefault="0050481A" w:rsidP="0050481A">
      <w:pPr>
        <w:pStyle w:val="CMDOutput"/>
      </w:pPr>
      <w:r>
        <w:t xml:space="preserve">  inspect tftp </w:t>
      </w:r>
    </w:p>
    <w:p w14:paraId="5544BE27" w14:textId="77777777" w:rsidR="0050481A" w:rsidRDefault="0050481A" w:rsidP="0050481A">
      <w:pPr>
        <w:pStyle w:val="CMDOutput"/>
      </w:pPr>
      <w:r>
        <w:t xml:space="preserve">  inspect sip  </w:t>
      </w:r>
    </w:p>
    <w:p w14:paraId="493FB2E9" w14:textId="77777777" w:rsidR="0050481A" w:rsidRDefault="0050481A" w:rsidP="0050481A">
      <w:pPr>
        <w:pStyle w:val="CMDOutput"/>
      </w:pPr>
      <w:r>
        <w:t xml:space="preserve">  </w:t>
      </w:r>
      <w:r w:rsidRPr="0050481A">
        <w:rPr>
          <w:highlight w:val="yellow"/>
        </w:rPr>
        <w:t>inspect icmp</w:t>
      </w:r>
      <w:r>
        <w:t xml:space="preserve"> </w:t>
      </w:r>
    </w:p>
    <w:p w14:paraId="3199F36E" w14:textId="2BBF7F32" w:rsidR="008C22D9" w:rsidRPr="004F5B75" w:rsidRDefault="0050481A" w:rsidP="0050481A">
      <w:pPr>
        <w:pStyle w:val="CMDOutput"/>
      </w:pPr>
      <w:r>
        <w:t>!</w:t>
      </w:r>
    </w:p>
    <w:p w14:paraId="7A1C8173" w14:textId="77777777" w:rsidR="008C22D9" w:rsidRPr="00A901D5" w:rsidRDefault="008C22D9" w:rsidP="008C22D9">
      <w:pPr>
        <w:pStyle w:val="SubStepAlpha"/>
        <w:rPr>
          <w:rFonts w:cs="Arial"/>
          <w:color w:val="000000"/>
          <w:sz w:val="19"/>
          <w:szCs w:val="19"/>
        </w:rPr>
      </w:pPr>
      <w:r w:rsidRPr="009A3E6D">
        <w:t>From PC-B</w:t>
      </w:r>
      <w:r>
        <w:t>,</w:t>
      </w:r>
      <w:r w:rsidRPr="009A3E6D">
        <w:t xml:space="preserve"> attempt to ping the R1 </w:t>
      </w:r>
      <w:r>
        <w:t>G</w:t>
      </w:r>
      <w:r w:rsidRPr="009A3E6D">
        <w:t xml:space="preserve">0/0 interface </w:t>
      </w:r>
      <w:r>
        <w:t xml:space="preserve">at IP address </w:t>
      </w:r>
      <w:r w:rsidRPr="006A3CD3">
        <w:t>209.165.200.225</w:t>
      </w:r>
      <w:r>
        <w:t xml:space="preserve">. The pings should be successful this </w:t>
      </w:r>
      <w:r w:rsidRPr="006A3CD3">
        <w:rPr>
          <w:noProof/>
        </w:rPr>
        <w:t>time</w:t>
      </w:r>
      <w:r>
        <w:t xml:space="preserve"> because </w:t>
      </w:r>
      <w:r w:rsidRPr="00440723">
        <w:t>ICMP</w:t>
      </w:r>
      <w:r>
        <w:t xml:space="preserve"> traffic is now being </w:t>
      </w:r>
      <w:r w:rsidRPr="00ED5E38">
        <w:rPr>
          <w:noProof/>
        </w:rPr>
        <w:t>inspected</w:t>
      </w:r>
      <w:r>
        <w:t xml:space="preserve"> and legitimate return traffic is being allowed.</w:t>
      </w:r>
    </w:p>
    <w:p w14:paraId="329F0559" w14:textId="78A29E0B" w:rsidR="008C22D9" w:rsidRPr="00882E83" w:rsidRDefault="008C22D9" w:rsidP="008C22D9">
      <w:pPr>
        <w:pStyle w:val="Heading2"/>
      </w:pPr>
      <w:r w:rsidRPr="00882E83">
        <w:t>Configur</w:t>
      </w:r>
      <w:r w:rsidR="00BC322F">
        <w:t>e</w:t>
      </w:r>
      <w:r w:rsidRPr="00882E83">
        <w:t xml:space="preserve"> DHCP, AAA, and SSH</w:t>
      </w:r>
    </w:p>
    <w:p w14:paraId="199D08D1" w14:textId="3F21A487" w:rsidR="008C22D9" w:rsidRPr="00153AA2" w:rsidRDefault="008C22D9" w:rsidP="008C22D9">
      <w:pPr>
        <w:pStyle w:val="BodyTextL25"/>
      </w:pPr>
      <w:r w:rsidRPr="00153AA2">
        <w:t xml:space="preserve">In </w:t>
      </w:r>
      <w:r w:rsidR="0050481A">
        <w:t>this part</w:t>
      </w:r>
      <w:r w:rsidRPr="00153AA2">
        <w:t xml:space="preserve">, you </w:t>
      </w:r>
      <w:r>
        <w:t xml:space="preserve">will </w:t>
      </w:r>
      <w:r w:rsidRPr="00153AA2">
        <w:t>configure ASA features, such as DHCP and enhanced login security</w:t>
      </w:r>
      <w:r>
        <w:t>,</w:t>
      </w:r>
      <w:r w:rsidRPr="00153AA2">
        <w:t xml:space="preserve"> using AAA and SSH.</w:t>
      </w:r>
    </w:p>
    <w:p w14:paraId="07DA2546" w14:textId="77777777" w:rsidR="008C22D9" w:rsidRPr="00EB02C2" w:rsidRDefault="008C22D9" w:rsidP="008C22D9">
      <w:pPr>
        <w:pStyle w:val="Heading3"/>
      </w:pPr>
      <w:r w:rsidRPr="00EB02C2">
        <w:t xml:space="preserve">Configure </w:t>
      </w:r>
      <w:r>
        <w:t>the ASA as a DHCP server</w:t>
      </w:r>
      <w:r w:rsidRPr="00EB02C2">
        <w:t>.</w:t>
      </w:r>
    </w:p>
    <w:p w14:paraId="56D49624" w14:textId="77777777" w:rsidR="008C22D9" w:rsidRDefault="008C22D9" w:rsidP="008C22D9">
      <w:pPr>
        <w:pStyle w:val="BodyTextL25"/>
      </w:pPr>
      <w:r>
        <w:t xml:space="preserve">The ASA can be both a DHCP server and a DHCP client. </w:t>
      </w:r>
      <w:r w:rsidRPr="00EB02C2">
        <w:t xml:space="preserve">In </w:t>
      </w:r>
      <w:r>
        <w:t>this s</w:t>
      </w:r>
      <w:r w:rsidRPr="00EB02C2">
        <w:t>tep</w:t>
      </w:r>
      <w:r>
        <w:t>,</w:t>
      </w:r>
      <w:r w:rsidRPr="00EB02C2">
        <w:t xml:space="preserve"> </w:t>
      </w:r>
      <w:r>
        <w:t xml:space="preserve">you will configure the ASA as a DHCP server to dynamically assign IP addresses </w:t>
      </w:r>
      <w:r w:rsidRPr="00ED5E38">
        <w:rPr>
          <w:noProof/>
        </w:rPr>
        <w:t>for</w:t>
      </w:r>
      <w:r>
        <w:t xml:space="preserve"> DHCP clients on the inside network.</w:t>
      </w:r>
    </w:p>
    <w:p w14:paraId="3490C742" w14:textId="0FCC3B4A" w:rsidR="008C22D9" w:rsidRDefault="008C22D9" w:rsidP="008C22D9">
      <w:pPr>
        <w:pStyle w:val="SubStepAlpha"/>
      </w:pPr>
      <w:r>
        <w:t xml:space="preserve">Configure a DHCP address pool and enable it on the ASA </w:t>
      </w:r>
      <w:r w:rsidR="004C7630">
        <w:t>INSIDE</w:t>
      </w:r>
      <w:r>
        <w:t xml:space="preserve"> interface. This is the range of addresses to be assigned to inside DHCP clients. Set the range from </w:t>
      </w:r>
      <w:r w:rsidRPr="006A3CD3">
        <w:t>192.168.1.5</w:t>
      </w:r>
      <w:r>
        <w:t xml:space="preserve"> through </w:t>
      </w:r>
      <w:r w:rsidRPr="006A3CD3">
        <w:t>192.168.1.100</w:t>
      </w:r>
      <w:r>
        <w:t>.</w:t>
      </w:r>
    </w:p>
    <w:p w14:paraId="72B6895E" w14:textId="77777777" w:rsidR="0050481A" w:rsidRDefault="0081231C" w:rsidP="008C22D9">
      <w:pPr>
        <w:pStyle w:val="CMD"/>
      </w:pPr>
      <w:r>
        <w:t>NETSEC-ASA</w:t>
      </w:r>
      <w:r w:rsidR="008C22D9" w:rsidRPr="003629C4">
        <w:t>(config</w:t>
      </w:r>
      <w:r w:rsidR="008C22D9">
        <w:t>-pmap-c</w:t>
      </w:r>
      <w:r w:rsidR="008C22D9" w:rsidRPr="003629C4">
        <w:t xml:space="preserve">)# </w:t>
      </w:r>
      <w:r w:rsidR="0050481A" w:rsidRPr="0050481A">
        <w:rPr>
          <w:b/>
          <w:bCs/>
        </w:rPr>
        <w:t>exit</w:t>
      </w:r>
    </w:p>
    <w:p w14:paraId="7D2B23B5" w14:textId="77777777" w:rsidR="0050481A" w:rsidRDefault="0050481A" w:rsidP="0050481A">
      <w:pPr>
        <w:pStyle w:val="CMD"/>
      </w:pPr>
      <w:r>
        <w:t xml:space="preserve">NETSEC-ASA(config-pmap)# </w:t>
      </w:r>
      <w:r w:rsidRPr="0050481A">
        <w:rPr>
          <w:b/>
          <w:bCs/>
        </w:rPr>
        <w:t>exit</w:t>
      </w:r>
    </w:p>
    <w:p w14:paraId="31390332" w14:textId="113D712A" w:rsidR="008C22D9" w:rsidRPr="003629C4" w:rsidRDefault="0050481A" w:rsidP="0050481A">
      <w:pPr>
        <w:pStyle w:val="CMD"/>
      </w:pPr>
      <w:r>
        <w:t>NETSEC-ASA</w:t>
      </w:r>
      <w:r w:rsidRPr="003629C4">
        <w:t xml:space="preserve">(config)# </w:t>
      </w:r>
      <w:r w:rsidR="008C22D9" w:rsidRPr="00A901D5">
        <w:rPr>
          <w:b/>
        </w:rPr>
        <w:t xml:space="preserve">dhcpd address 192.168.1.5-192.168.1.100 </w:t>
      </w:r>
      <w:r w:rsidR="004C7630">
        <w:rPr>
          <w:b/>
        </w:rPr>
        <w:t>INSIDE</w:t>
      </w:r>
    </w:p>
    <w:p w14:paraId="733C754B" w14:textId="77777777" w:rsidR="008C22D9" w:rsidRDefault="008C22D9" w:rsidP="008C22D9">
      <w:pPr>
        <w:pStyle w:val="SubStepAlpha"/>
      </w:pPr>
      <w:r>
        <w:t xml:space="preserve">(Optional) Specify </w:t>
      </w:r>
      <w:r w:rsidRPr="00FF1D15">
        <w:t>the</w:t>
      </w:r>
      <w:r>
        <w:t xml:space="preserve"> IP address of the DNS server to be given to clients.</w:t>
      </w:r>
    </w:p>
    <w:p w14:paraId="716CC02B" w14:textId="62FC722D" w:rsidR="008C22D9" w:rsidRPr="003629C4" w:rsidRDefault="0081231C" w:rsidP="008C22D9">
      <w:pPr>
        <w:pStyle w:val="CMD"/>
      </w:pPr>
      <w:r>
        <w:t>NETSEC-ASA</w:t>
      </w:r>
      <w:r w:rsidR="008C22D9" w:rsidRPr="003629C4">
        <w:t xml:space="preserve">(config)# </w:t>
      </w:r>
      <w:r w:rsidR="008C22D9" w:rsidRPr="00A901D5">
        <w:rPr>
          <w:b/>
        </w:rPr>
        <w:t>dhcpd dns 209.165.201.2</w:t>
      </w:r>
    </w:p>
    <w:p w14:paraId="7415309F" w14:textId="77777777" w:rsidR="008C22D9" w:rsidRPr="0064652C" w:rsidRDefault="008C22D9" w:rsidP="008C22D9">
      <w:pPr>
        <w:pStyle w:val="BodyTextL50"/>
      </w:pPr>
      <w:r w:rsidRPr="0064652C">
        <w:rPr>
          <w:b/>
        </w:rPr>
        <w:t>Note</w:t>
      </w:r>
      <w:r w:rsidRPr="0064652C">
        <w:t xml:space="preserve">: Other parameters can be specified for clients, such as WINS server, lease length, and domain name. By </w:t>
      </w:r>
      <w:r w:rsidRPr="0064652C">
        <w:rPr>
          <w:noProof/>
        </w:rPr>
        <w:t>default,</w:t>
      </w:r>
      <w:r w:rsidRPr="0064652C">
        <w:t xml:space="preserve"> the ASA sets its own IP address as the DHCP default </w:t>
      </w:r>
      <w:r w:rsidRPr="0064652C">
        <w:rPr>
          <w:noProof/>
        </w:rPr>
        <w:t>gateway,</w:t>
      </w:r>
      <w:r w:rsidRPr="0064652C">
        <w:t xml:space="preserve"> so there is no need to configure it. However, to manually configure the default gateway, or set it to a different networking device’s IP address, use the following command:</w:t>
      </w:r>
    </w:p>
    <w:p w14:paraId="6BF73F77" w14:textId="008EF833" w:rsidR="008C22D9" w:rsidRDefault="0081231C" w:rsidP="008C22D9">
      <w:pPr>
        <w:pStyle w:val="CMD"/>
      </w:pPr>
      <w:r>
        <w:t>NETSEC-ASA</w:t>
      </w:r>
      <w:r w:rsidR="008C22D9" w:rsidRPr="0064652C">
        <w:t xml:space="preserve">(config)# </w:t>
      </w:r>
      <w:r w:rsidR="008C22D9" w:rsidRPr="0064652C">
        <w:rPr>
          <w:b/>
        </w:rPr>
        <w:t>dhcpd option 3 ip 192.168.1.1</w:t>
      </w:r>
    </w:p>
    <w:p w14:paraId="074AB43E" w14:textId="46CCAE49" w:rsidR="008C22D9" w:rsidRDefault="008C22D9" w:rsidP="008C22D9">
      <w:pPr>
        <w:pStyle w:val="SubStepAlpha"/>
      </w:pPr>
      <w:r w:rsidRPr="00FF1D15">
        <w:t>Enable</w:t>
      </w:r>
      <w:r>
        <w:t xml:space="preserve"> the DHCP daemon within the ASA to listen for DHCP client requests on the enabled interface (</w:t>
      </w:r>
      <w:r w:rsidR="004C7630">
        <w:t>INSIDE</w:t>
      </w:r>
      <w:r>
        <w:t>).</w:t>
      </w:r>
    </w:p>
    <w:p w14:paraId="57F15350" w14:textId="021BE19F" w:rsidR="008C22D9" w:rsidRDefault="0081231C" w:rsidP="008C22D9">
      <w:pPr>
        <w:pStyle w:val="CMD"/>
      </w:pPr>
      <w:r>
        <w:t>NETSEC-ASA</w:t>
      </w:r>
      <w:r w:rsidR="008C22D9" w:rsidRPr="003629C4">
        <w:t xml:space="preserve">(config)# </w:t>
      </w:r>
      <w:r w:rsidR="008C22D9" w:rsidRPr="00CE3BD8">
        <w:rPr>
          <w:b/>
        </w:rPr>
        <w:t xml:space="preserve">dhcpd enable </w:t>
      </w:r>
      <w:r w:rsidR="004C7630">
        <w:rPr>
          <w:b/>
        </w:rPr>
        <w:t>INSIDE</w:t>
      </w:r>
    </w:p>
    <w:p w14:paraId="60160505" w14:textId="77777777" w:rsidR="008C22D9" w:rsidRDefault="008C22D9" w:rsidP="008C22D9">
      <w:pPr>
        <w:pStyle w:val="SubStepAlpha"/>
      </w:pPr>
      <w:r>
        <w:t xml:space="preserve">Verify </w:t>
      </w:r>
      <w:r w:rsidRPr="00FF1D15">
        <w:t>the</w:t>
      </w:r>
      <w:r>
        <w:t xml:space="preserve"> DHCP daemon configuration by using the </w:t>
      </w:r>
      <w:r w:rsidRPr="00A901D5">
        <w:rPr>
          <w:b/>
        </w:rPr>
        <w:t>show run dhcpd</w:t>
      </w:r>
      <w:r>
        <w:t xml:space="preserve"> command.</w:t>
      </w:r>
    </w:p>
    <w:p w14:paraId="47CB6C4E" w14:textId="35116626" w:rsidR="008C22D9" w:rsidRPr="00266B6E" w:rsidRDefault="0081231C" w:rsidP="008C22D9">
      <w:pPr>
        <w:pStyle w:val="CMD"/>
      </w:pPr>
      <w:r>
        <w:t>NETSEC-ASA</w:t>
      </w:r>
      <w:r w:rsidR="008C22D9" w:rsidRPr="00266B6E">
        <w:t xml:space="preserve">(config)# </w:t>
      </w:r>
      <w:r w:rsidR="008C22D9" w:rsidRPr="00CE3BD8">
        <w:rPr>
          <w:b/>
        </w:rPr>
        <w:t>show run dhcpd</w:t>
      </w:r>
    </w:p>
    <w:p w14:paraId="6206BDDB" w14:textId="77777777" w:rsidR="008C22D9" w:rsidRDefault="008C22D9" w:rsidP="008C22D9">
      <w:pPr>
        <w:pStyle w:val="CMDOutput"/>
      </w:pPr>
      <w:r>
        <w:t>dhcpd dns 209.165.201.2</w:t>
      </w:r>
    </w:p>
    <w:p w14:paraId="37AE6C60" w14:textId="77777777" w:rsidR="008C22D9" w:rsidRPr="001D5EBE" w:rsidRDefault="008C22D9" w:rsidP="008C22D9">
      <w:pPr>
        <w:pStyle w:val="CMDOutput"/>
      </w:pPr>
      <w:r w:rsidRPr="0064652C">
        <w:t>dhcpd option 3 ip 192.168.1.1</w:t>
      </w:r>
    </w:p>
    <w:p w14:paraId="39807558" w14:textId="77777777" w:rsidR="008C22D9" w:rsidRDefault="008C22D9" w:rsidP="008C22D9">
      <w:pPr>
        <w:pStyle w:val="CMDOutput"/>
      </w:pPr>
      <w:r>
        <w:t>!</w:t>
      </w:r>
    </w:p>
    <w:p w14:paraId="10227BFA" w14:textId="7E65D557" w:rsidR="008C22D9" w:rsidRPr="00266B6E" w:rsidRDefault="008C22D9" w:rsidP="008C22D9">
      <w:pPr>
        <w:pStyle w:val="CMDOutput"/>
      </w:pPr>
      <w:r w:rsidRPr="00266B6E">
        <w:t>dhcpd address 192.168.1.5-192.168.1.</w:t>
      </w:r>
      <w:r>
        <w:t>100</w:t>
      </w:r>
      <w:r w:rsidRPr="00266B6E">
        <w:t xml:space="preserve"> </w:t>
      </w:r>
      <w:r w:rsidR="004C7630">
        <w:t>INSIDE</w:t>
      </w:r>
    </w:p>
    <w:p w14:paraId="15FAD27B" w14:textId="2906A11D" w:rsidR="008C22D9" w:rsidRPr="00266B6E" w:rsidRDefault="008C22D9" w:rsidP="008C22D9">
      <w:pPr>
        <w:pStyle w:val="CMDOutput"/>
        <w:rPr>
          <w:highlight w:val="yellow"/>
        </w:rPr>
      </w:pPr>
      <w:r w:rsidRPr="00266B6E">
        <w:t xml:space="preserve">dhcpd enable </w:t>
      </w:r>
      <w:r w:rsidR="004C7630">
        <w:t>INSIDE</w:t>
      </w:r>
    </w:p>
    <w:p w14:paraId="5269760D" w14:textId="2F5D04DE" w:rsidR="008C22D9" w:rsidRDefault="008C22D9" w:rsidP="008C22D9">
      <w:pPr>
        <w:pStyle w:val="SubStepAlpha"/>
      </w:pPr>
      <w:r>
        <w:t xml:space="preserve">Access the Network Connection IP Properties for PC-B, and change it from a static IP address to a DHCP client so that it obtains an IP address automatically from the ASA DHCP server. The procedure to do this varies depending on the PC operating system. It may be necessary to issue the </w:t>
      </w:r>
      <w:r w:rsidRPr="00A901D5">
        <w:rPr>
          <w:b/>
        </w:rPr>
        <w:t>ipconfig /renew</w:t>
      </w:r>
      <w:r>
        <w:t xml:space="preserve"> command on PC-B to force it to obtain a new IP address from the ASA.</w:t>
      </w:r>
    </w:p>
    <w:p w14:paraId="1E9086BA" w14:textId="45CA99BF" w:rsidR="00F82427" w:rsidRPr="00A901D5" w:rsidRDefault="00F82427" w:rsidP="00F82427">
      <w:pPr>
        <w:pStyle w:val="BodyTextL50"/>
      </w:pPr>
      <w:r>
        <w:t>Verify that PC-B was assigned an IP address from 192.168.1.5 to 192.168.1.100, which will most likely be 192.168.1.5. PC-B should still be able to ping the G0/0/1 interface for R1 at 209.165.200.225.</w:t>
      </w:r>
    </w:p>
    <w:p w14:paraId="33FFFCA4" w14:textId="77777777" w:rsidR="008C22D9" w:rsidRPr="00FE1BA8" w:rsidRDefault="008C22D9" w:rsidP="008C22D9">
      <w:pPr>
        <w:pStyle w:val="Heading3"/>
      </w:pPr>
      <w:r>
        <w:t>Configure AAA to use the local database for authentication.</w:t>
      </w:r>
    </w:p>
    <w:p w14:paraId="7E8BDD9E" w14:textId="77777777" w:rsidR="008C22D9" w:rsidRPr="0044152B" w:rsidRDefault="008C22D9" w:rsidP="008C22D9">
      <w:pPr>
        <w:pStyle w:val="SubStepAlpha"/>
        <w:rPr>
          <w:szCs w:val="20"/>
        </w:rPr>
      </w:pPr>
      <w:r>
        <w:t xml:space="preserve">Define a local user named </w:t>
      </w:r>
      <w:r w:rsidRPr="006A3CD3">
        <w:t>admin</w:t>
      </w:r>
      <w:r>
        <w:t xml:space="preserve"> by entering the </w:t>
      </w:r>
      <w:r w:rsidRPr="00A901D5">
        <w:rPr>
          <w:b/>
        </w:rPr>
        <w:t>username</w:t>
      </w:r>
      <w:r>
        <w:t xml:space="preserve"> command. Specify a password of </w:t>
      </w:r>
      <w:r w:rsidRPr="006A3CD3">
        <w:rPr>
          <w:b/>
        </w:rPr>
        <w:t>cisco12345</w:t>
      </w:r>
      <w:r w:rsidRPr="0044152B">
        <w:rPr>
          <w:szCs w:val="20"/>
        </w:rPr>
        <w:t>.</w:t>
      </w:r>
    </w:p>
    <w:p w14:paraId="56C1DF86" w14:textId="71BFE679" w:rsidR="008C22D9" w:rsidRDefault="0081231C" w:rsidP="008C22D9">
      <w:pPr>
        <w:pStyle w:val="CMD"/>
      </w:pPr>
      <w:r>
        <w:t>NETSEC-ASA</w:t>
      </w:r>
      <w:r w:rsidR="008C22D9" w:rsidRPr="0044152B">
        <w:t xml:space="preserve">(config)# </w:t>
      </w:r>
      <w:r w:rsidR="008C22D9" w:rsidRPr="00A901D5">
        <w:rPr>
          <w:b/>
        </w:rPr>
        <w:t>username admin password cisco123</w:t>
      </w:r>
      <w:r w:rsidR="008C22D9">
        <w:rPr>
          <w:b/>
        </w:rPr>
        <w:t>45</w:t>
      </w:r>
    </w:p>
    <w:p w14:paraId="66A8EB86" w14:textId="77777777" w:rsidR="008C22D9" w:rsidRPr="0044152B" w:rsidRDefault="008C22D9" w:rsidP="008C22D9">
      <w:pPr>
        <w:pStyle w:val="SubStepAlpha"/>
      </w:pPr>
      <w:r w:rsidRPr="0044152B">
        <w:t xml:space="preserve">Configure AAA to use the local ASA database for </w:t>
      </w:r>
      <w:r>
        <w:t xml:space="preserve">SSH </w:t>
      </w:r>
      <w:r w:rsidRPr="0044152B">
        <w:t>user authentication.</w:t>
      </w:r>
    </w:p>
    <w:p w14:paraId="79605755" w14:textId="28E27DEC" w:rsidR="008C22D9" w:rsidRPr="00A901D5" w:rsidRDefault="0081231C" w:rsidP="008C22D9">
      <w:pPr>
        <w:pStyle w:val="CMD"/>
      </w:pPr>
      <w:r>
        <w:t>NETSEC-ASA</w:t>
      </w:r>
      <w:r w:rsidR="008C22D9" w:rsidRPr="0044152B">
        <w:t xml:space="preserve">(config)# </w:t>
      </w:r>
      <w:r w:rsidR="008C22D9" w:rsidRPr="00A901D5">
        <w:rPr>
          <w:b/>
        </w:rPr>
        <w:t>aaa authentication ssh console LOCAL</w:t>
      </w:r>
    </w:p>
    <w:p w14:paraId="0003480D" w14:textId="77777777" w:rsidR="008C22D9" w:rsidRPr="00A901D5" w:rsidRDefault="008C22D9" w:rsidP="008C22D9">
      <w:pPr>
        <w:pStyle w:val="BodyTextL25"/>
        <w:rPr>
          <w:sz w:val="22"/>
        </w:rPr>
      </w:pPr>
      <w:r w:rsidRPr="003E4ACF">
        <w:rPr>
          <w:b/>
        </w:rPr>
        <w:t>Note</w:t>
      </w:r>
      <w:r w:rsidRPr="00A901D5">
        <w:t xml:space="preserve">: </w:t>
      </w:r>
      <w:r>
        <w:t>For added security, s</w:t>
      </w:r>
      <w:r w:rsidRPr="0044152B">
        <w:t xml:space="preserve">tarting </w:t>
      </w:r>
      <w:r>
        <w:rPr>
          <w:noProof/>
        </w:rPr>
        <w:t>with</w:t>
      </w:r>
      <w:r w:rsidRPr="0044152B">
        <w:t xml:space="preserve"> </w:t>
      </w:r>
      <w:r>
        <w:t xml:space="preserve">ASA version </w:t>
      </w:r>
      <w:r w:rsidRPr="0044152B">
        <w:t>8.4(2)</w:t>
      </w:r>
      <w:r>
        <w:t>,</w:t>
      </w:r>
      <w:r w:rsidRPr="0044152B">
        <w:t xml:space="preserve"> </w:t>
      </w:r>
      <w:r>
        <w:t>configure AAA authentication to support SSH connections. T</w:t>
      </w:r>
      <w:r w:rsidRPr="0044152B">
        <w:t xml:space="preserve">he </w:t>
      </w:r>
      <w:r>
        <w:t>Telnet/</w:t>
      </w:r>
      <w:r w:rsidRPr="0044152B">
        <w:t>SSH default</w:t>
      </w:r>
      <w:r>
        <w:t xml:space="preserve"> login</w:t>
      </w:r>
      <w:r w:rsidRPr="0044152B">
        <w:t xml:space="preserve"> is no</w:t>
      </w:r>
      <w:r>
        <w:t xml:space="preserve">t </w:t>
      </w:r>
      <w:r w:rsidRPr="0044152B">
        <w:t>supported. You can no longer connect to the ASA using SSH with the default username and the login password.</w:t>
      </w:r>
    </w:p>
    <w:p w14:paraId="18EFCB0E" w14:textId="77777777" w:rsidR="008C22D9" w:rsidRPr="00FE1BA8" w:rsidRDefault="008C22D9" w:rsidP="008C22D9">
      <w:pPr>
        <w:pStyle w:val="Heading3"/>
      </w:pPr>
      <w:r>
        <w:t>Configure SSH remote access to the ASA.</w:t>
      </w:r>
    </w:p>
    <w:p w14:paraId="424D91A2" w14:textId="77777777" w:rsidR="008C22D9" w:rsidRDefault="008C22D9" w:rsidP="008C22D9">
      <w:pPr>
        <w:pStyle w:val="BodyTextL25"/>
      </w:pPr>
      <w:r>
        <w:t>You can configure the ASA to accept SSH connections from a single host or a range of hosts on the inside or outside network.</w:t>
      </w:r>
    </w:p>
    <w:p w14:paraId="34D8C856" w14:textId="1A2E0B98" w:rsidR="008C22D9" w:rsidRPr="0065772E" w:rsidRDefault="008C22D9" w:rsidP="008C22D9">
      <w:pPr>
        <w:pStyle w:val="SubStepAlpha"/>
      </w:pPr>
      <w:r w:rsidRPr="009C257B">
        <w:t xml:space="preserve">Generate an </w:t>
      </w:r>
      <w:r w:rsidRPr="006A3CD3">
        <w:rPr>
          <w:b/>
        </w:rPr>
        <w:t>RSA</w:t>
      </w:r>
      <w:r w:rsidRPr="009C257B">
        <w:t xml:space="preserve"> key pair, which is required to support SSH connections. The modulus (in bits) can be 512, 768, 1024, or 2048. The larger the key modulus size you specify, the longer it takes to generate an RSA. Specify a modulus of </w:t>
      </w:r>
      <w:r w:rsidR="00CD1B81">
        <w:rPr>
          <w:b/>
        </w:rPr>
        <w:t>2048</w:t>
      </w:r>
      <w:r w:rsidRPr="009C257B">
        <w:t xml:space="preserve"> using the </w:t>
      </w:r>
      <w:r w:rsidRPr="00535F89">
        <w:rPr>
          <w:b/>
        </w:rPr>
        <w:t>crypto key</w:t>
      </w:r>
      <w:r w:rsidRPr="009C257B">
        <w:t xml:space="preserve"> command.</w:t>
      </w:r>
    </w:p>
    <w:p w14:paraId="7B8A4A2E" w14:textId="5C45B97C" w:rsidR="008C22D9" w:rsidRPr="00484EE6" w:rsidRDefault="0081231C" w:rsidP="008C22D9">
      <w:pPr>
        <w:pStyle w:val="CMD"/>
      </w:pPr>
      <w:r>
        <w:t>NETSEC-ASA</w:t>
      </w:r>
      <w:r w:rsidR="008C22D9" w:rsidRPr="00484EE6">
        <w:t xml:space="preserve">(config)# </w:t>
      </w:r>
      <w:r w:rsidR="008C22D9" w:rsidRPr="0065772E">
        <w:rPr>
          <w:b/>
        </w:rPr>
        <w:t xml:space="preserve">crypto key generate rsa modulus </w:t>
      </w:r>
      <w:r w:rsidR="00CD1B81">
        <w:rPr>
          <w:b/>
        </w:rPr>
        <w:t>2048</w:t>
      </w:r>
    </w:p>
    <w:p w14:paraId="034CB6BC" w14:textId="77777777" w:rsidR="008C22D9" w:rsidRPr="00484EE6" w:rsidRDefault="008C22D9" w:rsidP="008C22D9">
      <w:pPr>
        <w:pStyle w:val="CMDOutput"/>
      </w:pPr>
      <w:r w:rsidRPr="00484EE6">
        <w:t>INFO: The name for the keys will be: &lt;Default-RSA-Key&gt;</w:t>
      </w:r>
    </w:p>
    <w:p w14:paraId="310AECB1" w14:textId="77777777" w:rsidR="008C22D9" w:rsidRDefault="008C22D9" w:rsidP="008C22D9">
      <w:pPr>
        <w:pStyle w:val="CMDOutput"/>
      </w:pPr>
      <w:r w:rsidRPr="00484EE6">
        <w:t xml:space="preserve">Keypair generation process begin. Please </w:t>
      </w:r>
      <w:r w:rsidRPr="00ED5E38">
        <w:rPr>
          <w:noProof/>
        </w:rPr>
        <w:t>wait...</w:t>
      </w:r>
    </w:p>
    <w:p w14:paraId="0B270418" w14:textId="77777777" w:rsidR="008C22D9" w:rsidRPr="00A901D5" w:rsidRDefault="008C22D9" w:rsidP="008C22D9">
      <w:pPr>
        <w:pStyle w:val="BodyTextL50"/>
      </w:pPr>
      <w:r w:rsidRPr="00535F89">
        <w:rPr>
          <w:b/>
        </w:rPr>
        <w:t>Note</w:t>
      </w:r>
      <w:r>
        <w:t xml:space="preserve">: You may receive a message that a RSA key pair is already defined. To replace the RSA key pair enter </w:t>
      </w:r>
      <w:r w:rsidRPr="006A3CD3">
        <w:rPr>
          <w:b/>
        </w:rPr>
        <w:t>yes</w:t>
      </w:r>
      <w:r>
        <w:t xml:space="preserve"> at the prompt.</w:t>
      </w:r>
    </w:p>
    <w:p w14:paraId="72D4C344" w14:textId="26869F79" w:rsidR="008C22D9" w:rsidRPr="00A901D5" w:rsidRDefault="008C22D9" w:rsidP="008C22D9">
      <w:pPr>
        <w:pStyle w:val="SubStepAlpha"/>
      </w:pPr>
      <w:r w:rsidRPr="009C257B">
        <w:t xml:space="preserve">Save the RSA keys to persistent flash memory using </w:t>
      </w:r>
      <w:r w:rsidR="00CD1B81">
        <w:t>the</w:t>
      </w:r>
      <w:r w:rsidRPr="009C257B">
        <w:t xml:space="preserve"> </w:t>
      </w:r>
      <w:r w:rsidRPr="0065772E">
        <w:rPr>
          <w:b/>
        </w:rPr>
        <w:t>write mem</w:t>
      </w:r>
      <w:r w:rsidRPr="009C257B">
        <w:t xml:space="preserve"> command.</w:t>
      </w:r>
      <w:r w:rsidR="00CD1B81">
        <w:t xml:space="preserve"> Your "Cryptochecksum" values will be different</w:t>
      </w:r>
    </w:p>
    <w:p w14:paraId="6753EA88" w14:textId="2A9A4F34" w:rsidR="008C22D9" w:rsidRPr="0036399D" w:rsidRDefault="0081231C" w:rsidP="008C22D9">
      <w:pPr>
        <w:pStyle w:val="CMD"/>
      </w:pPr>
      <w:r>
        <w:t>NETSEC-ASA</w:t>
      </w:r>
      <w:r w:rsidR="00CD1B81">
        <w:t>(config)</w:t>
      </w:r>
      <w:r w:rsidR="008C22D9" w:rsidRPr="0036399D">
        <w:t xml:space="preserve"># </w:t>
      </w:r>
      <w:r w:rsidR="008C22D9" w:rsidRPr="0036399D">
        <w:rPr>
          <w:b/>
        </w:rPr>
        <w:t>write mem</w:t>
      </w:r>
    </w:p>
    <w:p w14:paraId="195953BA" w14:textId="77777777" w:rsidR="008C22D9" w:rsidRPr="0036399D" w:rsidRDefault="008C22D9" w:rsidP="008C22D9">
      <w:pPr>
        <w:pStyle w:val="CMDOutput"/>
      </w:pPr>
      <w:r w:rsidRPr="0036399D">
        <w:t xml:space="preserve">Building </w:t>
      </w:r>
      <w:r w:rsidRPr="00ED5E38">
        <w:rPr>
          <w:noProof/>
        </w:rPr>
        <w:t>configuration...</w:t>
      </w:r>
    </w:p>
    <w:p w14:paraId="12EDC4C4" w14:textId="77777777" w:rsidR="008C22D9" w:rsidRPr="0036399D" w:rsidRDefault="008C22D9" w:rsidP="008C22D9">
      <w:pPr>
        <w:pStyle w:val="CMDOutput"/>
      </w:pPr>
      <w:r w:rsidRPr="0036399D">
        <w:t>Cryptochecksum: 3c845d0f b6b8839a f9e43be0 33feb4ef</w:t>
      </w:r>
    </w:p>
    <w:p w14:paraId="46A23D8A" w14:textId="77777777" w:rsidR="008C22D9" w:rsidRPr="0036399D" w:rsidRDefault="008C22D9" w:rsidP="008C22D9">
      <w:pPr>
        <w:pStyle w:val="CMDOutput"/>
      </w:pPr>
      <w:r w:rsidRPr="0036399D">
        <w:t>3270 bytes copied in 0.890 secs</w:t>
      </w:r>
    </w:p>
    <w:p w14:paraId="591FA2A9" w14:textId="77777777" w:rsidR="008C22D9" w:rsidRDefault="008C22D9" w:rsidP="008C22D9">
      <w:pPr>
        <w:pStyle w:val="CMDOutput"/>
        <w:rPr>
          <w:b/>
        </w:rPr>
      </w:pPr>
      <w:r w:rsidRPr="0036399D">
        <w:t>[OK]</w:t>
      </w:r>
      <w:r w:rsidRPr="000332D6">
        <w:rPr>
          <w:b/>
        </w:rPr>
        <w:t xml:space="preserve"> </w:t>
      </w:r>
    </w:p>
    <w:p w14:paraId="2DB00AD5" w14:textId="77777777" w:rsidR="008C22D9" w:rsidRPr="00C74C3C" w:rsidRDefault="008C22D9" w:rsidP="008C22D9">
      <w:pPr>
        <w:pStyle w:val="SubStepAlpha"/>
        <w:rPr>
          <w:color w:val="000000"/>
        </w:rPr>
      </w:pPr>
      <w:r w:rsidRPr="009C257B">
        <w:t xml:space="preserve">Configure the ASA to allow SSH </w:t>
      </w:r>
      <w:r w:rsidRPr="00C74C3C">
        <w:t xml:space="preserve">connections from any host on the inside network </w:t>
      </w:r>
      <w:r>
        <w:t>(</w:t>
      </w:r>
      <w:r w:rsidRPr="006A3CD3">
        <w:t>192.168.1.0/24</w:t>
      </w:r>
      <w:r>
        <w:t>)</w:t>
      </w:r>
      <w:r w:rsidRPr="00C74C3C">
        <w:t xml:space="preserve"> and from t</w:t>
      </w:r>
      <w:r>
        <w:t xml:space="preserve">he </w:t>
      </w:r>
      <w:r w:rsidRPr="00C74C3C">
        <w:t>remote management host at the branch office (</w:t>
      </w:r>
      <w:r w:rsidRPr="006A3CD3">
        <w:t>172.16.3.3</w:t>
      </w:r>
      <w:r w:rsidRPr="00C74C3C">
        <w:t xml:space="preserve">) on the outside network. Set the SSH timeout to </w:t>
      </w:r>
      <w:r w:rsidRPr="006A3CD3">
        <w:rPr>
          <w:b/>
        </w:rPr>
        <w:t>10</w:t>
      </w:r>
      <w:r w:rsidRPr="00C74C3C">
        <w:t xml:space="preserve"> minutes (the default is 5 minutes).</w:t>
      </w:r>
    </w:p>
    <w:p w14:paraId="559C5443" w14:textId="34D84A14" w:rsidR="008C22D9" w:rsidRPr="0065772E" w:rsidRDefault="0081231C" w:rsidP="008C22D9">
      <w:pPr>
        <w:pStyle w:val="CMD"/>
        <w:rPr>
          <w:b/>
        </w:rPr>
      </w:pPr>
      <w:r>
        <w:t>NETSEC-ASA</w:t>
      </w:r>
      <w:r w:rsidR="008C22D9" w:rsidRPr="00C74C3C">
        <w:t xml:space="preserve">(config)# </w:t>
      </w:r>
      <w:r w:rsidR="008C22D9" w:rsidRPr="0065772E">
        <w:rPr>
          <w:b/>
        </w:rPr>
        <w:t xml:space="preserve">ssh 192.168.1.0 255.255.255.0 </w:t>
      </w:r>
      <w:r w:rsidR="004C7630">
        <w:rPr>
          <w:b/>
        </w:rPr>
        <w:t>INSIDE</w:t>
      </w:r>
    </w:p>
    <w:p w14:paraId="695961BC" w14:textId="5ECFA746" w:rsidR="008C22D9" w:rsidRPr="00C74C3C" w:rsidRDefault="0081231C" w:rsidP="008C22D9">
      <w:pPr>
        <w:pStyle w:val="CMD"/>
      </w:pPr>
      <w:r>
        <w:t>NETSEC-ASA</w:t>
      </w:r>
      <w:r w:rsidR="008C22D9" w:rsidRPr="00C74C3C">
        <w:t xml:space="preserve">(config)# </w:t>
      </w:r>
      <w:r w:rsidR="008C22D9" w:rsidRPr="0065772E">
        <w:rPr>
          <w:b/>
        </w:rPr>
        <w:t xml:space="preserve">ssh 172.16.3.3 255.255.255.255 </w:t>
      </w:r>
      <w:r w:rsidR="004C7630">
        <w:rPr>
          <w:b/>
        </w:rPr>
        <w:t>OUTSIDE</w:t>
      </w:r>
    </w:p>
    <w:p w14:paraId="25074982" w14:textId="6B8CF02C" w:rsidR="008C22D9" w:rsidRPr="009C257B" w:rsidRDefault="0081231C" w:rsidP="008C22D9">
      <w:pPr>
        <w:pStyle w:val="CMD"/>
      </w:pPr>
      <w:r>
        <w:t>NETSEC-ASA</w:t>
      </w:r>
      <w:r w:rsidR="008C22D9" w:rsidRPr="00C74C3C">
        <w:t xml:space="preserve">(config)# </w:t>
      </w:r>
      <w:r w:rsidR="008C22D9" w:rsidRPr="00104251">
        <w:rPr>
          <w:b/>
        </w:rPr>
        <w:t>ssh timeout 10</w:t>
      </w:r>
    </w:p>
    <w:p w14:paraId="239BBC65" w14:textId="34F6302A" w:rsidR="008C22D9" w:rsidRDefault="008C22D9" w:rsidP="008C22D9">
      <w:pPr>
        <w:pStyle w:val="SubStepAlpha"/>
      </w:pPr>
      <w:r w:rsidRPr="00104251">
        <w:t xml:space="preserve">On PC-C, use </w:t>
      </w:r>
      <w:r w:rsidRPr="00ED5E38">
        <w:rPr>
          <w:noProof/>
        </w:rPr>
        <w:t>an SSH</w:t>
      </w:r>
      <w:r w:rsidRPr="00104251">
        <w:t xml:space="preserve"> client </w:t>
      </w:r>
      <w:r>
        <w:t>(</w:t>
      </w:r>
      <w:r w:rsidRPr="00104251">
        <w:t>such as PuTTY</w:t>
      </w:r>
      <w:r>
        <w:t>)</w:t>
      </w:r>
      <w:r w:rsidRPr="00104251">
        <w:t xml:space="preserve"> to connect to the ASA </w:t>
      </w:r>
      <w:r w:rsidR="004C7630">
        <w:t>OUTSIDE</w:t>
      </w:r>
      <w:r w:rsidRPr="00104251">
        <w:t xml:space="preserve"> interface at</w:t>
      </w:r>
      <w:r>
        <w:t xml:space="preserve"> the</w:t>
      </w:r>
      <w:r w:rsidRPr="00104251">
        <w:t xml:space="preserve"> IP address </w:t>
      </w:r>
      <w:r w:rsidRPr="006A3CD3">
        <w:rPr>
          <w:b/>
        </w:rPr>
        <w:t>209.165.200.226</w:t>
      </w:r>
      <w:r w:rsidRPr="00104251">
        <w:t>. The first time you connect you may be prompted by the SSH client to accept the RSA host key</w:t>
      </w:r>
      <w:r>
        <w:t xml:space="preserve"> of the </w:t>
      </w:r>
      <w:r w:rsidRPr="00104251">
        <w:t>ASA SSH server. Log</w:t>
      </w:r>
      <w:r>
        <w:t xml:space="preserve"> </w:t>
      </w:r>
      <w:r w:rsidRPr="00104251">
        <w:t xml:space="preserve">in as user </w:t>
      </w:r>
      <w:r w:rsidRPr="006A3CD3">
        <w:rPr>
          <w:b/>
        </w:rPr>
        <w:t>admin</w:t>
      </w:r>
      <w:r w:rsidRPr="00104251">
        <w:t xml:space="preserve"> and provide the password </w:t>
      </w:r>
      <w:r w:rsidRPr="006A3CD3">
        <w:rPr>
          <w:b/>
        </w:rPr>
        <w:t>cisco12345</w:t>
      </w:r>
      <w:r w:rsidRPr="00104251">
        <w:t>.</w:t>
      </w:r>
    </w:p>
    <w:p w14:paraId="28974310" w14:textId="2A99E235" w:rsidR="008C22D9" w:rsidRPr="0065772E" w:rsidRDefault="008C22D9" w:rsidP="008C22D9">
      <w:pPr>
        <w:pStyle w:val="SubStepAlpha"/>
      </w:pPr>
      <w:r w:rsidRPr="00104251">
        <w:t xml:space="preserve">You can also connect to the ASA </w:t>
      </w:r>
      <w:r w:rsidR="004C7630">
        <w:t>INSIDE</w:t>
      </w:r>
      <w:r w:rsidRPr="00104251">
        <w:t xml:space="preserve"> interface from a PC-B SSH clien</w:t>
      </w:r>
      <w:r>
        <w:t xml:space="preserve">t using the IP address </w:t>
      </w:r>
      <w:r w:rsidRPr="006A3CD3">
        <w:rPr>
          <w:b/>
        </w:rPr>
        <w:t>192.168.1.1</w:t>
      </w:r>
      <w:r>
        <w:t>.</w:t>
      </w:r>
    </w:p>
    <w:p w14:paraId="4DF48485" w14:textId="36D95C49" w:rsidR="008C22D9" w:rsidRPr="00882E83" w:rsidRDefault="008C22D9" w:rsidP="008C22D9">
      <w:pPr>
        <w:pStyle w:val="Heading2"/>
      </w:pPr>
      <w:r w:rsidRPr="00882E83">
        <w:t>Configur</w:t>
      </w:r>
      <w:r w:rsidR="00BC322F">
        <w:t>e</w:t>
      </w:r>
      <w:r w:rsidRPr="00882E83">
        <w:t xml:space="preserve"> DMZ, Static NAT, and ACLs</w:t>
      </w:r>
    </w:p>
    <w:p w14:paraId="388CB5A3" w14:textId="77777777" w:rsidR="008C22D9" w:rsidRDefault="008C22D9" w:rsidP="008C22D9">
      <w:pPr>
        <w:pStyle w:val="BodyTextL25"/>
      </w:pPr>
      <w:r>
        <w:t>Previously, y</w:t>
      </w:r>
      <w:r w:rsidRPr="00104251">
        <w:t>ou configured address translation using PAT for the inside network. In this part</w:t>
      </w:r>
      <w:r>
        <w:t xml:space="preserve"> of the lab</w:t>
      </w:r>
      <w:r w:rsidRPr="00104251">
        <w:t xml:space="preserve">, you </w:t>
      </w:r>
      <w:r>
        <w:t xml:space="preserve">will </w:t>
      </w:r>
      <w:r w:rsidRPr="00104251">
        <w:t>create a DMZ on the ASA, configure static NAT to a DMZ server</w:t>
      </w:r>
      <w:r>
        <w:t>,</w:t>
      </w:r>
      <w:r w:rsidRPr="00104251">
        <w:t xml:space="preserve"> and apply ACLs to control access to the server.</w:t>
      </w:r>
    </w:p>
    <w:p w14:paraId="09210775" w14:textId="4954E13C" w:rsidR="008C22D9" w:rsidRPr="00104251" w:rsidRDefault="008C22D9" w:rsidP="008C22D9">
      <w:pPr>
        <w:pStyle w:val="BodyTextL25"/>
      </w:pPr>
      <w:r w:rsidRPr="00104251">
        <w:t xml:space="preserve">To accommodate the addition of a DMZ and a web server, </w:t>
      </w:r>
      <w:r>
        <w:t xml:space="preserve">you will use another address from the ISP range </w:t>
      </w:r>
      <w:r w:rsidRPr="00ED5E38">
        <w:rPr>
          <w:noProof/>
        </w:rPr>
        <w:t>assigned</w:t>
      </w:r>
      <w:r>
        <w:t xml:space="preserve"> </w:t>
      </w:r>
      <w:r w:rsidRPr="00104251">
        <w:t xml:space="preserve">209.165.200.224/29 (.224-.231). Router R1 </w:t>
      </w:r>
      <w:r>
        <w:t>G</w:t>
      </w:r>
      <w:r w:rsidRPr="00104251">
        <w:t xml:space="preserve">0/0 and the ASA </w:t>
      </w:r>
      <w:r w:rsidR="004C7630">
        <w:t>OUTSIDE</w:t>
      </w:r>
      <w:r w:rsidRPr="00104251">
        <w:t xml:space="preserve"> interface are already using 209.165.200.225 and .226. </w:t>
      </w:r>
      <w:r>
        <w:t>You will use the public address 209.165.200.227 and static NAT to provide address translation access to the server.</w:t>
      </w:r>
    </w:p>
    <w:p w14:paraId="5327D3CB" w14:textId="77777777" w:rsidR="008C22D9" w:rsidRPr="00EB02C2" w:rsidRDefault="008C22D9" w:rsidP="008C22D9">
      <w:pPr>
        <w:pStyle w:val="Heading3"/>
      </w:pPr>
      <w:r w:rsidRPr="00EB02C2">
        <w:t xml:space="preserve">Configure </w:t>
      </w:r>
      <w:r>
        <w:t>the DMZ interface G1/3 on the ASA.</w:t>
      </w:r>
    </w:p>
    <w:p w14:paraId="39F4E6BE" w14:textId="2EFE3BB7" w:rsidR="008C22D9" w:rsidRDefault="008C22D9" w:rsidP="008C22D9">
      <w:pPr>
        <w:pStyle w:val="SubStepAlpha"/>
      </w:pPr>
      <w:r>
        <w:t xml:space="preserve">Configure DMZ interface G1/3 which is on the LAN where the public access web server will reside. Assign the interface IP address </w:t>
      </w:r>
      <w:r w:rsidRPr="006C348E">
        <w:rPr>
          <w:b/>
        </w:rPr>
        <w:t>192.168.2.1/24</w:t>
      </w:r>
      <w:r>
        <w:t xml:space="preserve">, name it </w:t>
      </w:r>
      <w:r w:rsidR="004C7630">
        <w:rPr>
          <w:b/>
        </w:rPr>
        <w:t>DMZ</w:t>
      </w:r>
      <w:r w:rsidRPr="00A66808">
        <w:t>,</w:t>
      </w:r>
      <w:r>
        <w:rPr>
          <w:b/>
        </w:rPr>
        <w:t xml:space="preserve"> </w:t>
      </w:r>
      <w:r>
        <w:t xml:space="preserve">assign it a security level of </w:t>
      </w:r>
      <w:r w:rsidRPr="006C348E">
        <w:rPr>
          <w:b/>
        </w:rPr>
        <w:t>70</w:t>
      </w:r>
      <w:r w:rsidRPr="006C348E">
        <w:t xml:space="preserve"> and </w:t>
      </w:r>
      <w:r>
        <w:t>enable the interface.</w:t>
      </w:r>
    </w:p>
    <w:p w14:paraId="0344D241" w14:textId="666A2453" w:rsidR="008C22D9" w:rsidRPr="006A3CD3" w:rsidRDefault="0081231C" w:rsidP="008C22D9">
      <w:pPr>
        <w:pStyle w:val="CMD"/>
      </w:pPr>
      <w:r>
        <w:t>NETSEC-ASA</w:t>
      </w:r>
      <w:r w:rsidR="008C22D9" w:rsidRPr="006A3CD3">
        <w:t xml:space="preserve">(config)# </w:t>
      </w:r>
      <w:r w:rsidR="008C22D9" w:rsidRPr="006A3CD3">
        <w:rPr>
          <w:b/>
        </w:rPr>
        <w:t xml:space="preserve">interface </w:t>
      </w:r>
      <w:r w:rsidR="008C22D9">
        <w:rPr>
          <w:b/>
        </w:rPr>
        <w:t>g1/3</w:t>
      </w:r>
    </w:p>
    <w:p w14:paraId="0242C92E" w14:textId="5B838CFF" w:rsidR="008C22D9" w:rsidRDefault="0081231C" w:rsidP="008C22D9">
      <w:pPr>
        <w:pStyle w:val="CMD"/>
      </w:pPr>
      <w:r>
        <w:t>NETSEC-ASA</w:t>
      </w:r>
      <w:r w:rsidR="008C22D9" w:rsidRPr="00657A40">
        <w:t xml:space="preserve">(config-if)# </w:t>
      </w:r>
      <w:r w:rsidR="008C22D9" w:rsidRPr="00020A5E">
        <w:rPr>
          <w:b/>
        </w:rPr>
        <w:t>ip address 192.168.2.1 255.255.255.0</w:t>
      </w:r>
    </w:p>
    <w:p w14:paraId="572C9AB7" w14:textId="0F275E04" w:rsidR="008C22D9" w:rsidRDefault="0081231C" w:rsidP="008C22D9">
      <w:pPr>
        <w:pStyle w:val="CMD"/>
      </w:pPr>
      <w:r>
        <w:t>NETSEC-ASA</w:t>
      </w:r>
      <w:r w:rsidR="008C22D9" w:rsidRPr="00657A40">
        <w:t xml:space="preserve">(config-if)# </w:t>
      </w:r>
      <w:r w:rsidR="008C22D9" w:rsidRPr="007D0A4D">
        <w:rPr>
          <w:b/>
        </w:rPr>
        <w:t xml:space="preserve">nameif </w:t>
      </w:r>
      <w:r w:rsidR="004C7630">
        <w:rPr>
          <w:b/>
        </w:rPr>
        <w:t>DMZ</w:t>
      </w:r>
    </w:p>
    <w:p w14:paraId="65384760" w14:textId="023413C6" w:rsidR="008C22D9" w:rsidRDefault="008C22D9" w:rsidP="008C22D9">
      <w:pPr>
        <w:pStyle w:val="CMD"/>
      </w:pPr>
      <w:r w:rsidRPr="006F4709">
        <w:t>INFO: Security level for "</w:t>
      </w:r>
      <w:r w:rsidR="004C7630">
        <w:t>DMZ</w:t>
      </w:r>
      <w:r w:rsidRPr="006F4709">
        <w:t>" set to 0 by default.</w:t>
      </w:r>
    </w:p>
    <w:p w14:paraId="3B170B76" w14:textId="37B4B157" w:rsidR="008C22D9" w:rsidRDefault="0081231C" w:rsidP="008C22D9">
      <w:pPr>
        <w:pStyle w:val="CMD"/>
      </w:pPr>
      <w:r>
        <w:t>NETSEC-ASA</w:t>
      </w:r>
      <w:r w:rsidR="008C22D9">
        <w:t xml:space="preserve">(config-if)# </w:t>
      </w:r>
      <w:r w:rsidR="008C22D9" w:rsidRPr="00E9784A">
        <w:rPr>
          <w:b/>
        </w:rPr>
        <w:t>security-level 70</w:t>
      </w:r>
    </w:p>
    <w:p w14:paraId="7E1F82AF" w14:textId="7471F7EF" w:rsidR="008C22D9" w:rsidRDefault="0081231C" w:rsidP="008C22D9">
      <w:pPr>
        <w:pStyle w:val="CMD"/>
        <w:rPr>
          <w:b/>
        </w:rPr>
      </w:pPr>
      <w:r>
        <w:t>NETSEC-ASA</w:t>
      </w:r>
      <w:r w:rsidR="008C22D9" w:rsidRPr="00657A40">
        <w:t xml:space="preserve">(config-if)# </w:t>
      </w:r>
      <w:r w:rsidR="008C22D9" w:rsidRPr="00E9784A">
        <w:rPr>
          <w:b/>
        </w:rPr>
        <w:t>no shut</w:t>
      </w:r>
    </w:p>
    <w:p w14:paraId="082137DC" w14:textId="4FDE9B5A" w:rsidR="004C66BF" w:rsidRPr="004C66BF" w:rsidRDefault="004C66BF" w:rsidP="004C66BF">
      <w:pPr>
        <w:pStyle w:val="CMD"/>
      </w:pPr>
      <w:r w:rsidRPr="004C66BF">
        <w:t xml:space="preserve">NETSEC-ASA(config-if)# </w:t>
      </w:r>
      <w:r w:rsidRPr="004C66BF">
        <w:rPr>
          <w:b/>
          <w:bCs/>
        </w:rPr>
        <w:t>end</w:t>
      </w:r>
    </w:p>
    <w:p w14:paraId="53417852" w14:textId="30299DBA" w:rsidR="004C66BF" w:rsidRPr="004C66BF" w:rsidRDefault="004C66BF" w:rsidP="004C66BF">
      <w:pPr>
        <w:pStyle w:val="CMD"/>
      </w:pPr>
      <w:r w:rsidRPr="004C66BF">
        <w:t>NETSEC-ASA#</w:t>
      </w:r>
    </w:p>
    <w:p w14:paraId="19E56518" w14:textId="77777777" w:rsidR="008C22D9" w:rsidRPr="00C17FE4" w:rsidRDefault="008C22D9" w:rsidP="008C22D9">
      <w:pPr>
        <w:pStyle w:val="SubStepAlpha"/>
        <w:rPr>
          <w:rFonts w:cs="Arial"/>
          <w:color w:val="000000"/>
          <w:sz w:val="19"/>
          <w:szCs w:val="19"/>
        </w:rPr>
      </w:pPr>
      <w:r>
        <w:t>D</w:t>
      </w:r>
      <w:r w:rsidRPr="007410DC">
        <w:t xml:space="preserve">isplay the status for all ASA interfaces using the </w:t>
      </w:r>
      <w:r w:rsidRPr="00020A5E">
        <w:rPr>
          <w:b/>
        </w:rPr>
        <w:t>show interface ip brief</w:t>
      </w:r>
      <w:r>
        <w:t xml:space="preserve"> command.</w:t>
      </w:r>
    </w:p>
    <w:p w14:paraId="10640464" w14:textId="64E783AC" w:rsidR="008C22D9" w:rsidRPr="00683479" w:rsidRDefault="0081231C" w:rsidP="008C22D9">
      <w:pPr>
        <w:pStyle w:val="CMD"/>
      </w:pPr>
      <w:r>
        <w:t>NETSEC-ASA</w:t>
      </w:r>
      <w:r w:rsidR="008C22D9">
        <w:t xml:space="preserve"> </w:t>
      </w:r>
      <w:r w:rsidR="008C22D9" w:rsidRPr="00683479">
        <w:t xml:space="preserve"># </w:t>
      </w:r>
      <w:r w:rsidR="008C22D9" w:rsidRPr="00020A5E">
        <w:rPr>
          <w:b/>
        </w:rPr>
        <w:t>show interface ip brief</w:t>
      </w:r>
    </w:p>
    <w:p w14:paraId="3AD899DB" w14:textId="77777777" w:rsidR="004C66BF" w:rsidRDefault="004C66BF" w:rsidP="004C66BF">
      <w:pPr>
        <w:pStyle w:val="CMDOutput"/>
      </w:pPr>
      <w:r>
        <w:t>Interface                  IP-Address      OK? Method Status                Protocol</w:t>
      </w:r>
    </w:p>
    <w:p w14:paraId="2293280C" w14:textId="77777777" w:rsidR="004C66BF" w:rsidRDefault="004C66BF" w:rsidP="004C66BF">
      <w:pPr>
        <w:pStyle w:val="CMDOutput"/>
      </w:pPr>
      <w:r>
        <w:t xml:space="preserve">Virtual0                   127.1.0.1       YES unset  up                    up  </w:t>
      </w:r>
    </w:p>
    <w:p w14:paraId="027424C3" w14:textId="77777777" w:rsidR="004C66BF" w:rsidRDefault="004C66BF" w:rsidP="004C66BF">
      <w:pPr>
        <w:pStyle w:val="CMDOutput"/>
      </w:pPr>
      <w:r>
        <w:t xml:space="preserve">GigabitEthernet1/1         209.165.200.226 YES manual up                    up  </w:t>
      </w:r>
    </w:p>
    <w:p w14:paraId="3CB2FC7F" w14:textId="77777777" w:rsidR="004C66BF" w:rsidRDefault="004C66BF" w:rsidP="004C66BF">
      <w:pPr>
        <w:pStyle w:val="CMDOutput"/>
      </w:pPr>
      <w:r>
        <w:t xml:space="preserve">GigabitEthernet1/2         192.168.1.1     YES manual up                    up  </w:t>
      </w:r>
    </w:p>
    <w:p w14:paraId="398D5BB2" w14:textId="77777777" w:rsidR="004C66BF" w:rsidRDefault="004C66BF" w:rsidP="004C66BF">
      <w:pPr>
        <w:pStyle w:val="CMDOutput"/>
      </w:pPr>
      <w:r w:rsidRPr="004C66BF">
        <w:rPr>
          <w:highlight w:val="yellow"/>
        </w:rPr>
        <w:t>GigabitEthernet1/3         192.168.2.1     YES manual up                    up</w:t>
      </w:r>
      <w:r>
        <w:t xml:space="preserve">  </w:t>
      </w:r>
    </w:p>
    <w:p w14:paraId="7F03980C" w14:textId="77777777" w:rsidR="004C66BF" w:rsidRDefault="004C66BF" w:rsidP="004C66BF">
      <w:pPr>
        <w:pStyle w:val="CMDOutput"/>
      </w:pPr>
      <w:r>
        <w:t>GigabitEthernet1/4         unassigned      YES unset  administratively down down</w:t>
      </w:r>
    </w:p>
    <w:p w14:paraId="47ED0323" w14:textId="77777777" w:rsidR="004C66BF" w:rsidRDefault="004C66BF" w:rsidP="004C66BF">
      <w:pPr>
        <w:pStyle w:val="CMDOutput"/>
      </w:pPr>
      <w:r>
        <w:t>GigabitEthernet1/5         unassigned      YES unset  administratively down down</w:t>
      </w:r>
    </w:p>
    <w:p w14:paraId="6A9E3C70" w14:textId="77777777" w:rsidR="004C66BF" w:rsidRDefault="004C66BF" w:rsidP="004C66BF">
      <w:pPr>
        <w:pStyle w:val="CMDOutput"/>
      </w:pPr>
      <w:r>
        <w:t>GigabitEthernet1/6         unassigned      YES unset  administratively down down</w:t>
      </w:r>
    </w:p>
    <w:p w14:paraId="53819603" w14:textId="77777777" w:rsidR="004C66BF" w:rsidRDefault="004C66BF" w:rsidP="004C66BF">
      <w:pPr>
        <w:pStyle w:val="CMDOutput"/>
      </w:pPr>
      <w:r>
        <w:t>GigabitEthernet1/7         unassigned      YES unset  administratively down down</w:t>
      </w:r>
    </w:p>
    <w:p w14:paraId="2D64DE90" w14:textId="77777777" w:rsidR="004C66BF" w:rsidRDefault="004C66BF" w:rsidP="004C66BF">
      <w:pPr>
        <w:pStyle w:val="CMDOutput"/>
      </w:pPr>
      <w:r>
        <w:t>GigabitEthernet1/8         unassigned      YES unset  administratively down down</w:t>
      </w:r>
    </w:p>
    <w:p w14:paraId="11BAFC41" w14:textId="77777777" w:rsidR="004C66BF" w:rsidRDefault="004C66BF" w:rsidP="004C66BF">
      <w:pPr>
        <w:pStyle w:val="CMDOutput"/>
      </w:pPr>
      <w:r>
        <w:t>Internal-Control1/1        unassigned      YES unset  down                  down</w:t>
      </w:r>
    </w:p>
    <w:p w14:paraId="4D6BF718" w14:textId="77777777" w:rsidR="004C66BF" w:rsidRDefault="004C66BF" w:rsidP="004C66BF">
      <w:pPr>
        <w:pStyle w:val="CMDOutput"/>
      </w:pPr>
      <w:r>
        <w:t>Internal-Data1/1           unassigned      YES unset  down                  down</w:t>
      </w:r>
    </w:p>
    <w:p w14:paraId="41F33760" w14:textId="77777777" w:rsidR="004C66BF" w:rsidRDefault="004C66BF" w:rsidP="004C66BF">
      <w:pPr>
        <w:pStyle w:val="CMDOutput"/>
      </w:pPr>
      <w:r>
        <w:t>Internal-Data1/2           unassigned      YES unset  down                  down</w:t>
      </w:r>
    </w:p>
    <w:p w14:paraId="2AA027AE" w14:textId="77777777" w:rsidR="004C66BF" w:rsidRDefault="004C66BF" w:rsidP="004C66BF">
      <w:pPr>
        <w:pStyle w:val="CMDOutput"/>
      </w:pPr>
      <w:r>
        <w:t xml:space="preserve">Internal-Data1/3           unassigned      YES unset  up                    up  </w:t>
      </w:r>
    </w:p>
    <w:p w14:paraId="5D1F14D4" w14:textId="77777777" w:rsidR="004C66BF" w:rsidRDefault="004C66BF" w:rsidP="004C66BF">
      <w:pPr>
        <w:pStyle w:val="CMDOutput"/>
      </w:pPr>
      <w:r>
        <w:t xml:space="preserve">Internal-Data1/4           169.254.1.1     YES unset  up                    up  </w:t>
      </w:r>
    </w:p>
    <w:p w14:paraId="3BA4D90C" w14:textId="0C6EE1F5" w:rsidR="008C22D9" w:rsidRPr="00683479" w:rsidRDefault="004C66BF" w:rsidP="004C66BF">
      <w:pPr>
        <w:pStyle w:val="CMDOutput"/>
      </w:pPr>
      <w:r>
        <w:t>Management1/1              unassigned      YES unset  administratively down down</w:t>
      </w:r>
    </w:p>
    <w:p w14:paraId="3E2785B0" w14:textId="77777777" w:rsidR="008C22D9" w:rsidRPr="002B6F8A" w:rsidRDefault="008C22D9" w:rsidP="008C22D9">
      <w:pPr>
        <w:pStyle w:val="SubStepAlpha"/>
        <w:rPr>
          <w:rFonts w:cs="Arial"/>
          <w:color w:val="000000"/>
          <w:sz w:val="19"/>
          <w:szCs w:val="19"/>
        </w:rPr>
      </w:pPr>
      <w:r w:rsidRPr="007410DC">
        <w:t xml:space="preserve">Display the information for the interfaces using the </w:t>
      </w:r>
      <w:r w:rsidRPr="00020A5E">
        <w:rPr>
          <w:b/>
        </w:rPr>
        <w:t>show ip address</w:t>
      </w:r>
      <w:r w:rsidRPr="007410DC">
        <w:t xml:space="preserve"> command.</w:t>
      </w:r>
    </w:p>
    <w:p w14:paraId="0D409319" w14:textId="1B186661" w:rsidR="008C22D9" w:rsidRPr="007410DC" w:rsidRDefault="0081231C" w:rsidP="008C22D9">
      <w:pPr>
        <w:pStyle w:val="CMD"/>
      </w:pPr>
      <w:r>
        <w:t>NETSEC-ASA</w:t>
      </w:r>
      <w:r w:rsidR="008C22D9">
        <w:t xml:space="preserve"> </w:t>
      </w:r>
      <w:r w:rsidR="008C22D9" w:rsidRPr="007410DC">
        <w:t xml:space="preserve"># </w:t>
      </w:r>
      <w:r w:rsidR="008C22D9" w:rsidRPr="00020A5E">
        <w:rPr>
          <w:b/>
        </w:rPr>
        <w:t>show ip address</w:t>
      </w:r>
    </w:p>
    <w:p w14:paraId="0157D79D" w14:textId="77777777" w:rsidR="008C22D9" w:rsidRDefault="008C22D9" w:rsidP="008C22D9">
      <w:pPr>
        <w:pStyle w:val="CMDOutput"/>
      </w:pPr>
      <w:r>
        <w:t>System IP Addresses:</w:t>
      </w:r>
    </w:p>
    <w:p w14:paraId="21F757FC" w14:textId="77777777" w:rsidR="008C22D9" w:rsidRDefault="008C22D9" w:rsidP="008C22D9">
      <w:pPr>
        <w:pStyle w:val="CMDOutput"/>
      </w:pPr>
      <w:r>
        <w:t>Interface                Name                   IP address      Subnet mask     Method</w:t>
      </w:r>
    </w:p>
    <w:p w14:paraId="28F72FFF" w14:textId="4BFC8BAE" w:rsidR="008C22D9" w:rsidRDefault="008C22D9" w:rsidP="008C22D9">
      <w:pPr>
        <w:pStyle w:val="CMDOutput"/>
      </w:pPr>
      <w:r>
        <w:t xml:space="preserve">GigabitEthernet1/1       </w:t>
      </w:r>
      <w:r w:rsidR="004C7630">
        <w:t>OUTSIDE</w:t>
      </w:r>
      <w:r>
        <w:t xml:space="preserve">                209.165.200.226 255.255.255.248 manual</w:t>
      </w:r>
    </w:p>
    <w:p w14:paraId="2DF919A0" w14:textId="34A05910" w:rsidR="008C22D9" w:rsidRDefault="008C22D9" w:rsidP="008C22D9">
      <w:pPr>
        <w:pStyle w:val="CMDOutput"/>
      </w:pPr>
      <w:r>
        <w:t xml:space="preserve">GigabitEthernet1/2       </w:t>
      </w:r>
      <w:r w:rsidR="004C7630">
        <w:t>INSIDE</w:t>
      </w:r>
      <w:r>
        <w:t xml:space="preserve">                 192.168.1.1     255.255.255.0   manual</w:t>
      </w:r>
    </w:p>
    <w:p w14:paraId="4858D200" w14:textId="1BFDE70C" w:rsidR="008C22D9" w:rsidRDefault="008C22D9" w:rsidP="008C22D9">
      <w:pPr>
        <w:pStyle w:val="CMDOutput"/>
      </w:pPr>
      <w:r w:rsidRPr="0064652C">
        <w:rPr>
          <w:highlight w:val="yellow"/>
        </w:rPr>
        <w:t xml:space="preserve">GigabitEthernet1/3       </w:t>
      </w:r>
      <w:r w:rsidR="004C7630">
        <w:rPr>
          <w:highlight w:val="yellow"/>
        </w:rPr>
        <w:t>DMZ</w:t>
      </w:r>
      <w:r w:rsidRPr="0064652C">
        <w:rPr>
          <w:highlight w:val="yellow"/>
        </w:rPr>
        <w:t xml:space="preserve">                    192.168.2.1     255.255.255.0   manual</w:t>
      </w:r>
    </w:p>
    <w:p w14:paraId="127D150B" w14:textId="77777777" w:rsidR="008C22D9" w:rsidRDefault="008C22D9" w:rsidP="008C22D9">
      <w:pPr>
        <w:pStyle w:val="CMDOutput"/>
      </w:pPr>
      <w:r>
        <w:t>Current IP Addresses:</w:t>
      </w:r>
    </w:p>
    <w:p w14:paraId="639D0A48" w14:textId="77777777" w:rsidR="008C22D9" w:rsidRDefault="008C22D9" w:rsidP="008C22D9">
      <w:pPr>
        <w:pStyle w:val="CMDOutput"/>
      </w:pPr>
      <w:r>
        <w:t>Interface                Name                   IP address      Subnet mask     Method</w:t>
      </w:r>
    </w:p>
    <w:p w14:paraId="1AA04A58" w14:textId="11F82D00" w:rsidR="008C22D9" w:rsidRDefault="008C22D9" w:rsidP="008C22D9">
      <w:pPr>
        <w:pStyle w:val="CMDOutput"/>
      </w:pPr>
      <w:r>
        <w:t xml:space="preserve">GigabitEthernet1/1       </w:t>
      </w:r>
      <w:r w:rsidR="004C7630">
        <w:t>OUTSIDE</w:t>
      </w:r>
      <w:r>
        <w:t xml:space="preserve">                209.165.200.226 255.255.255.248 manual</w:t>
      </w:r>
    </w:p>
    <w:p w14:paraId="1250D1D0" w14:textId="4DF518B8" w:rsidR="008C22D9" w:rsidRDefault="008C22D9" w:rsidP="008C22D9">
      <w:pPr>
        <w:pStyle w:val="CMDOutput"/>
      </w:pPr>
      <w:r>
        <w:t xml:space="preserve">GigabitEthernet1/2       </w:t>
      </w:r>
      <w:r w:rsidR="004C7630">
        <w:t>INSIDE</w:t>
      </w:r>
      <w:r>
        <w:t xml:space="preserve">                 192.168.1.1     255.255.255.0   manual</w:t>
      </w:r>
    </w:p>
    <w:p w14:paraId="418DC2BF" w14:textId="5E52B85A" w:rsidR="008C22D9" w:rsidRPr="007410DC" w:rsidRDefault="008C22D9" w:rsidP="008C22D9">
      <w:pPr>
        <w:pStyle w:val="CMDOutput"/>
      </w:pPr>
      <w:r w:rsidRPr="0064652C">
        <w:rPr>
          <w:highlight w:val="yellow"/>
        </w:rPr>
        <w:t xml:space="preserve">GigabitEthernet1/3       </w:t>
      </w:r>
      <w:r w:rsidR="004C7630">
        <w:rPr>
          <w:highlight w:val="yellow"/>
        </w:rPr>
        <w:t>DMZ</w:t>
      </w:r>
      <w:r w:rsidRPr="0064652C">
        <w:rPr>
          <w:highlight w:val="yellow"/>
        </w:rPr>
        <w:t xml:space="preserve">                    192.168.2.1     255.255.255.0   manual</w:t>
      </w:r>
    </w:p>
    <w:p w14:paraId="7674FD57" w14:textId="77777777" w:rsidR="008C22D9" w:rsidRPr="00EB02C2" w:rsidRDefault="008C22D9" w:rsidP="008C22D9">
      <w:pPr>
        <w:pStyle w:val="Heading3"/>
      </w:pPr>
      <w:r w:rsidRPr="00EB02C2">
        <w:t xml:space="preserve">Configure </w:t>
      </w:r>
      <w:r>
        <w:t xml:space="preserve">static NAT </w:t>
      </w:r>
      <w:r w:rsidRPr="00ED5E38">
        <w:rPr>
          <w:noProof/>
        </w:rPr>
        <w:t>to</w:t>
      </w:r>
      <w:r>
        <w:t xml:space="preserve"> the DMZ server using a network object.</w:t>
      </w:r>
    </w:p>
    <w:p w14:paraId="0127D84A" w14:textId="024FD514" w:rsidR="008C22D9" w:rsidRDefault="008C22D9" w:rsidP="008C22D9">
      <w:pPr>
        <w:pStyle w:val="BodyTextL25"/>
      </w:pPr>
      <w:r>
        <w:t xml:space="preserve">Configure a network object named </w:t>
      </w:r>
      <w:r w:rsidR="004C7630">
        <w:rPr>
          <w:b/>
        </w:rPr>
        <w:t>DMZ</w:t>
      </w:r>
      <w:r w:rsidRPr="006A3CD3">
        <w:rPr>
          <w:b/>
        </w:rPr>
        <w:t>-</w:t>
      </w:r>
      <w:r w:rsidR="004C66BF">
        <w:rPr>
          <w:b/>
        </w:rPr>
        <w:t>SERVER</w:t>
      </w:r>
      <w:r>
        <w:t xml:space="preserve"> and assign it the static IP address of the DMZ server (</w:t>
      </w:r>
      <w:r w:rsidRPr="006A3CD3">
        <w:rPr>
          <w:b/>
        </w:rPr>
        <w:t>192.168.2.3</w:t>
      </w:r>
      <w:r>
        <w:t xml:space="preserve">). While in object definition mode, use the </w:t>
      </w:r>
      <w:r w:rsidRPr="00020A5E">
        <w:rPr>
          <w:b/>
        </w:rPr>
        <w:t>nat</w:t>
      </w:r>
      <w:r>
        <w:t xml:space="preserve"> command to specify that this object is used to translate a DMZ address to an outside address using static NAT, and specify a public translated address of </w:t>
      </w:r>
      <w:r w:rsidRPr="006A3CD3">
        <w:rPr>
          <w:b/>
        </w:rPr>
        <w:t>209.165.200.227</w:t>
      </w:r>
      <w:r>
        <w:t>.</w:t>
      </w:r>
    </w:p>
    <w:p w14:paraId="35ABAAE0" w14:textId="3B014981" w:rsidR="004C66BF" w:rsidRPr="004C66BF" w:rsidRDefault="004C66BF" w:rsidP="008C22D9">
      <w:pPr>
        <w:pStyle w:val="CMD"/>
        <w:rPr>
          <w:b/>
          <w:bCs/>
        </w:rPr>
      </w:pPr>
      <w:r>
        <w:t xml:space="preserve">NETSEC-ASA# </w:t>
      </w:r>
      <w:r>
        <w:rPr>
          <w:b/>
          <w:bCs/>
        </w:rPr>
        <w:t>configure terminal</w:t>
      </w:r>
    </w:p>
    <w:p w14:paraId="70A12EBA" w14:textId="00E109AB" w:rsidR="008C22D9" w:rsidRPr="00A90C49" w:rsidRDefault="0081231C" w:rsidP="008C22D9">
      <w:pPr>
        <w:pStyle w:val="CMD"/>
      </w:pPr>
      <w:r>
        <w:t>NETSEC-ASA</w:t>
      </w:r>
      <w:r w:rsidR="008C22D9" w:rsidRPr="00A90C49">
        <w:t xml:space="preserve">(config)# </w:t>
      </w:r>
      <w:r w:rsidR="008C22D9" w:rsidRPr="00020A5E">
        <w:rPr>
          <w:b/>
        </w:rPr>
        <w:t xml:space="preserve">object network </w:t>
      </w:r>
      <w:r w:rsidR="004C7630">
        <w:rPr>
          <w:b/>
        </w:rPr>
        <w:t>DMZ</w:t>
      </w:r>
      <w:r w:rsidR="008C22D9" w:rsidRPr="00020A5E">
        <w:rPr>
          <w:b/>
        </w:rPr>
        <w:t>-</w:t>
      </w:r>
      <w:r w:rsidR="004C66BF">
        <w:rPr>
          <w:b/>
        </w:rPr>
        <w:t>SERVER</w:t>
      </w:r>
    </w:p>
    <w:p w14:paraId="728A76FA" w14:textId="7D7D2874" w:rsidR="008C22D9" w:rsidRPr="00AE75D2" w:rsidRDefault="0081231C" w:rsidP="008C22D9">
      <w:pPr>
        <w:pStyle w:val="CMD"/>
        <w:rPr>
          <w:b/>
        </w:rPr>
      </w:pPr>
      <w:r>
        <w:t>NETSEC-ASA</w:t>
      </w:r>
      <w:r w:rsidR="008C22D9" w:rsidRPr="00A90C49">
        <w:t xml:space="preserve">(config-network-object)# </w:t>
      </w:r>
      <w:r w:rsidR="008C22D9" w:rsidRPr="00AE75D2">
        <w:rPr>
          <w:b/>
        </w:rPr>
        <w:t>host 192.168.2.3</w:t>
      </w:r>
    </w:p>
    <w:p w14:paraId="6AC14054" w14:textId="77777777" w:rsidR="004C66BF" w:rsidRDefault="004C66BF" w:rsidP="008C22D9">
      <w:pPr>
        <w:pStyle w:val="CMD"/>
        <w:rPr>
          <w:b/>
        </w:rPr>
      </w:pPr>
      <w:r>
        <w:t>NETSEC-ASA</w:t>
      </w:r>
      <w:r w:rsidRPr="00A90C49">
        <w:t xml:space="preserve">(config-network-object)# </w:t>
      </w:r>
      <w:r w:rsidRPr="00020A5E">
        <w:rPr>
          <w:b/>
        </w:rPr>
        <w:t>nat (</w:t>
      </w:r>
      <w:r>
        <w:rPr>
          <w:b/>
        </w:rPr>
        <w:t>DMZ</w:t>
      </w:r>
      <w:r w:rsidRPr="00020A5E">
        <w:rPr>
          <w:b/>
        </w:rPr>
        <w:t>,</w:t>
      </w:r>
      <w:r>
        <w:rPr>
          <w:b/>
        </w:rPr>
        <w:t>OUTSIDE</w:t>
      </w:r>
      <w:r w:rsidRPr="00020A5E">
        <w:rPr>
          <w:b/>
        </w:rPr>
        <w:t>) static 209.165.200.227</w:t>
      </w:r>
    </w:p>
    <w:p w14:paraId="45033F4B" w14:textId="7C88EFED" w:rsidR="008C22D9" w:rsidRDefault="0081231C" w:rsidP="008C22D9">
      <w:pPr>
        <w:pStyle w:val="CMD"/>
        <w:rPr>
          <w:b/>
        </w:rPr>
      </w:pPr>
      <w:r>
        <w:t>NETSEC-ASA</w:t>
      </w:r>
      <w:r w:rsidR="008C22D9" w:rsidRPr="00A90C49">
        <w:t xml:space="preserve">(config-network-object)# </w:t>
      </w:r>
      <w:r w:rsidR="004C66BF">
        <w:rPr>
          <w:b/>
        </w:rPr>
        <w:t>exit</w:t>
      </w:r>
    </w:p>
    <w:p w14:paraId="2C695295" w14:textId="628767FF" w:rsidR="004C66BF" w:rsidRPr="00A90C49" w:rsidRDefault="004C66BF" w:rsidP="008C22D9">
      <w:pPr>
        <w:pStyle w:val="CMD"/>
      </w:pPr>
      <w:r>
        <w:t>NETSEC-ASA(config)#</w:t>
      </w:r>
    </w:p>
    <w:p w14:paraId="289FFE6F" w14:textId="77777777" w:rsidR="008C22D9" w:rsidRPr="00EB02C2" w:rsidRDefault="008C22D9" w:rsidP="008C22D9">
      <w:pPr>
        <w:pStyle w:val="Heading3"/>
      </w:pPr>
      <w:r w:rsidRPr="00EB02C2">
        <w:t xml:space="preserve">Configure </w:t>
      </w:r>
      <w:r>
        <w:t>an ACL to allow access to the DMZ server from the Internet.</w:t>
      </w:r>
    </w:p>
    <w:p w14:paraId="1CF0A82A" w14:textId="41DB7CBF" w:rsidR="008C22D9" w:rsidRPr="00AF22D0" w:rsidRDefault="008C22D9" w:rsidP="008C22D9">
      <w:pPr>
        <w:pStyle w:val="BodyTextL25"/>
      </w:pPr>
      <w:r>
        <w:t>Configure a named access list (</w:t>
      </w:r>
      <w:r w:rsidRPr="005A0277">
        <w:rPr>
          <w:b/>
        </w:rPr>
        <w:t>OUTSIDE-DMZ</w:t>
      </w:r>
      <w:r>
        <w:t xml:space="preserve">) that permits any IP protocol from any external host to </w:t>
      </w:r>
      <w:r w:rsidRPr="00AF22D0">
        <w:t xml:space="preserve">the internal IP address of the DMZ server. Apply the access list to the ASA </w:t>
      </w:r>
      <w:r w:rsidR="004C7630">
        <w:t>OUTSIDE</w:t>
      </w:r>
      <w:r w:rsidRPr="00AF22D0">
        <w:t xml:space="preserve"> interface in the </w:t>
      </w:r>
      <w:r w:rsidRPr="005A0277">
        <w:rPr>
          <w:b/>
        </w:rPr>
        <w:t>IN</w:t>
      </w:r>
      <w:r w:rsidRPr="00AF22D0">
        <w:t xml:space="preserve"> direction.</w:t>
      </w:r>
    </w:p>
    <w:p w14:paraId="577023CE" w14:textId="3D4EB822" w:rsidR="008C22D9" w:rsidRPr="00AF22D0" w:rsidRDefault="0081231C" w:rsidP="008C22D9">
      <w:pPr>
        <w:pStyle w:val="CMD"/>
      </w:pPr>
      <w:r>
        <w:t>NETSEC-ASA</w:t>
      </w:r>
      <w:r w:rsidR="008C22D9" w:rsidRPr="00AF22D0">
        <w:t xml:space="preserve">(config)# </w:t>
      </w:r>
      <w:r w:rsidR="008C22D9" w:rsidRPr="00020A5E">
        <w:rPr>
          <w:b/>
        </w:rPr>
        <w:t>access-list OUTSIDE-DMZ permit ip any host 192.168.2.3</w:t>
      </w:r>
    </w:p>
    <w:p w14:paraId="041A79CB" w14:textId="39AD1A69" w:rsidR="008C22D9" w:rsidRPr="00AF22D0" w:rsidRDefault="0081231C" w:rsidP="008C22D9">
      <w:pPr>
        <w:pStyle w:val="CMD"/>
      </w:pPr>
      <w:r>
        <w:t>NETSEC-ASA</w:t>
      </w:r>
      <w:r w:rsidR="008C22D9" w:rsidRPr="00AF22D0">
        <w:t xml:space="preserve">(config)# </w:t>
      </w:r>
      <w:r w:rsidR="008C22D9" w:rsidRPr="00020A5E">
        <w:rPr>
          <w:b/>
        </w:rPr>
        <w:t xml:space="preserve">access-group OUTSIDE-DMZ in interface </w:t>
      </w:r>
      <w:r w:rsidR="004C66BF">
        <w:rPr>
          <w:b/>
        </w:rPr>
        <w:t>OUTSIDE</w:t>
      </w:r>
    </w:p>
    <w:p w14:paraId="06BF2010" w14:textId="77777777" w:rsidR="008C22D9" w:rsidRDefault="008C22D9" w:rsidP="008C22D9">
      <w:pPr>
        <w:pStyle w:val="BodyTextL25"/>
      </w:pPr>
      <w:r w:rsidRPr="00D34226">
        <w:rPr>
          <w:b/>
        </w:rPr>
        <w:t>Note</w:t>
      </w:r>
      <w:r w:rsidRPr="00020A5E">
        <w:t>:</w:t>
      </w:r>
      <w:r>
        <w:t xml:space="preserve"> Unlike IOS ACLs, the ASA ACL </w:t>
      </w:r>
      <w:r w:rsidRPr="005A0277">
        <w:rPr>
          <w:b/>
        </w:rPr>
        <w:t>permit</w:t>
      </w:r>
      <w:r>
        <w:t xml:space="preserve"> statement must permit access to the internal private DMZ address. External hosts access the server using its public static NAT address, the ASA translates it to the internal host IP </w:t>
      </w:r>
      <w:r w:rsidRPr="00ED5E38">
        <w:rPr>
          <w:noProof/>
        </w:rPr>
        <w:t>address,</w:t>
      </w:r>
      <w:r>
        <w:t xml:space="preserve"> and then applies the ACL.</w:t>
      </w:r>
    </w:p>
    <w:p w14:paraId="6D3DCBF1" w14:textId="77777777" w:rsidR="008C22D9" w:rsidRDefault="008C22D9" w:rsidP="008C22D9">
      <w:pPr>
        <w:pStyle w:val="BodyTextL25"/>
      </w:pPr>
      <w:r>
        <w:t>You can modify this ACL to allow only services that you want to be exposed to external hosts, such as web (HTTP) or file transfer (FTP).</w:t>
      </w:r>
    </w:p>
    <w:p w14:paraId="76C5DD59" w14:textId="77777777" w:rsidR="008C22D9" w:rsidRPr="00EB02C2" w:rsidRDefault="008C22D9" w:rsidP="008C22D9">
      <w:pPr>
        <w:pStyle w:val="Heading3"/>
      </w:pPr>
      <w:r>
        <w:t>Test access to the DMZ server</w:t>
      </w:r>
      <w:r>
        <w:rPr>
          <w:rFonts w:cs="Arial"/>
        </w:rPr>
        <w:t>.</w:t>
      </w:r>
    </w:p>
    <w:p w14:paraId="1FC9A8D4" w14:textId="0DB02B28" w:rsidR="008C22D9" w:rsidRDefault="00325D44" w:rsidP="008C22D9">
      <w:pPr>
        <w:pStyle w:val="SubStepAlpha"/>
      </w:pPr>
      <w:r>
        <w:t>Source a ping from the G0/0/0 interface on R1 (172.16.3.1) to the public IP address for the DMZ server.</w:t>
      </w:r>
      <w:r w:rsidR="008C22D9">
        <w:t xml:space="preserve"> The pings should be successful.</w:t>
      </w:r>
    </w:p>
    <w:p w14:paraId="440BB9A3" w14:textId="451537B1" w:rsidR="00325D44" w:rsidRPr="00325D44" w:rsidRDefault="00325D44" w:rsidP="00325D44">
      <w:pPr>
        <w:pStyle w:val="CMD"/>
        <w:rPr>
          <w:b/>
          <w:bCs/>
        </w:rPr>
      </w:pPr>
      <w:r>
        <w:t xml:space="preserve">R1# </w:t>
      </w:r>
      <w:r w:rsidRPr="00325D44">
        <w:rPr>
          <w:b/>
          <w:bCs/>
        </w:rPr>
        <w:t>ping 209.165.200.227 source g0/0/0</w:t>
      </w:r>
    </w:p>
    <w:p w14:paraId="10DD77B6" w14:textId="77777777" w:rsidR="00325D44" w:rsidRDefault="00325D44" w:rsidP="00325D44">
      <w:pPr>
        <w:pStyle w:val="CMDOutput"/>
      </w:pPr>
      <w:r>
        <w:t>Type escape sequence to abort.</w:t>
      </w:r>
    </w:p>
    <w:p w14:paraId="1B463E43" w14:textId="77777777" w:rsidR="00325D44" w:rsidRDefault="00325D44" w:rsidP="00325D44">
      <w:pPr>
        <w:pStyle w:val="CMDOutput"/>
      </w:pPr>
      <w:r>
        <w:t>Sending 5, 100-byte ICMP Echos to 209.165.200.227, timeout is 2 seconds:</w:t>
      </w:r>
    </w:p>
    <w:p w14:paraId="70CF4C34" w14:textId="77777777" w:rsidR="00325D44" w:rsidRDefault="00325D44" w:rsidP="00325D44">
      <w:pPr>
        <w:pStyle w:val="CMDOutput"/>
      </w:pPr>
      <w:r>
        <w:t xml:space="preserve">Packet sent with a source address of 172.16.3.1 </w:t>
      </w:r>
    </w:p>
    <w:p w14:paraId="5BAB6C1D" w14:textId="77777777" w:rsidR="00325D44" w:rsidRDefault="00325D44" w:rsidP="00325D44">
      <w:pPr>
        <w:pStyle w:val="CMDOutput"/>
      </w:pPr>
      <w:r>
        <w:t>!!!!!</w:t>
      </w:r>
    </w:p>
    <w:p w14:paraId="5A5F6CE0" w14:textId="77777777" w:rsidR="00325D44" w:rsidRDefault="00325D44" w:rsidP="00325D44">
      <w:pPr>
        <w:pStyle w:val="CMDOutput"/>
      </w:pPr>
      <w:r>
        <w:t>Success rate is 100 percent (5/5), round-trip min/avg/max = 1/1/1 ms</w:t>
      </w:r>
    </w:p>
    <w:p w14:paraId="5F6F1F6B" w14:textId="77777777" w:rsidR="00325D44" w:rsidRDefault="00325D44" w:rsidP="00325D44">
      <w:pPr>
        <w:pStyle w:val="CMD"/>
      </w:pPr>
      <w:r>
        <w:t>R1#</w:t>
      </w:r>
    </w:p>
    <w:p w14:paraId="62AB7C67" w14:textId="77777777" w:rsidR="008C22D9" w:rsidRDefault="008C22D9" w:rsidP="008C22D9">
      <w:pPr>
        <w:pStyle w:val="SubStepAlpha"/>
      </w:pPr>
      <w:r>
        <w:t xml:space="preserve">Clear the NAT counters using the </w:t>
      </w:r>
      <w:r w:rsidRPr="0065772E">
        <w:rPr>
          <w:b/>
        </w:rPr>
        <w:t>clear nat counters</w:t>
      </w:r>
      <w:r>
        <w:t xml:space="preserve"> command.</w:t>
      </w:r>
    </w:p>
    <w:p w14:paraId="67D0727A" w14:textId="1C42382A" w:rsidR="008C22D9" w:rsidRPr="00313FD2" w:rsidRDefault="0081231C" w:rsidP="008C22D9">
      <w:pPr>
        <w:pStyle w:val="CMD"/>
      </w:pPr>
      <w:r>
        <w:t>NETSEC-ASA</w:t>
      </w:r>
      <w:r w:rsidR="008C22D9" w:rsidRPr="00313FD2">
        <w:t xml:space="preserve"># </w:t>
      </w:r>
      <w:r w:rsidR="008C22D9" w:rsidRPr="0065772E">
        <w:rPr>
          <w:b/>
        </w:rPr>
        <w:t>clear nat counters</w:t>
      </w:r>
    </w:p>
    <w:p w14:paraId="42C4A436" w14:textId="77777777" w:rsidR="008C22D9" w:rsidRDefault="008C22D9" w:rsidP="008C22D9">
      <w:pPr>
        <w:pStyle w:val="SubStepAlpha"/>
      </w:pPr>
      <w:r>
        <w:t xml:space="preserve">Ping from PC-C to the DMZ server at the public address </w:t>
      </w:r>
      <w:r w:rsidRPr="005A0277">
        <w:rPr>
          <w:b/>
        </w:rPr>
        <w:t>209.165.200.227</w:t>
      </w:r>
      <w:r>
        <w:t>. The pings should be successful.</w:t>
      </w:r>
    </w:p>
    <w:p w14:paraId="0CDC890E" w14:textId="1AFBE81C" w:rsidR="008C22D9" w:rsidRDefault="008C22D9" w:rsidP="008C22D9">
      <w:pPr>
        <w:pStyle w:val="SubStepAlpha"/>
      </w:pPr>
      <w:r w:rsidRPr="003418B5">
        <w:t xml:space="preserve">Issue the </w:t>
      </w:r>
      <w:r w:rsidRPr="0065772E">
        <w:rPr>
          <w:b/>
        </w:rPr>
        <w:t>show nat</w:t>
      </w:r>
      <w:r w:rsidRPr="003418B5">
        <w:t xml:space="preserve"> and </w:t>
      </w:r>
      <w:r w:rsidRPr="0065772E">
        <w:rPr>
          <w:b/>
        </w:rPr>
        <w:t>show xlate</w:t>
      </w:r>
      <w:r w:rsidRPr="0065772E">
        <w:t xml:space="preserve"> </w:t>
      </w:r>
      <w:r w:rsidRPr="00ED5E38">
        <w:rPr>
          <w:noProof/>
        </w:rPr>
        <w:t>commands</w:t>
      </w:r>
      <w:r w:rsidRPr="003418B5">
        <w:t xml:space="preserve"> on the ASA to see the effect of the ping</w:t>
      </w:r>
      <w:r>
        <w:t>s. Both the PAT (</w:t>
      </w:r>
      <w:r w:rsidR="004C7630">
        <w:t>INSIDE</w:t>
      </w:r>
      <w:r>
        <w:t xml:space="preserve"> to </w:t>
      </w:r>
      <w:r w:rsidR="004C7630">
        <w:t>OUTSIDE</w:t>
      </w:r>
      <w:r>
        <w:t>) and static NAT (</w:t>
      </w:r>
      <w:r w:rsidR="004C7630">
        <w:t>DMZ</w:t>
      </w:r>
      <w:r>
        <w:t xml:space="preserve"> to </w:t>
      </w:r>
      <w:r w:rsidR="004C7630">
        <w:t>OUTSIDE</w:t>
      </w:r>
      <w:r>
        <w:t>) policies are shown.</w:t>
      </w:r>
    </w:p>
    <w:p w14:paraId="0382A4F9" w14:textId="1EF69203" w:rsidR="008C22D9" w:rsidRPr="007B033C" w:rsidRDefault="0081231C" w:rsidP="008C22D9">
      <w:pPr>
        <w:pStyle w:val="CMD"/>
      </w:pPr>
      <w:r>
        <w:t>NETSEC-ASA</w:t>
      </w:r>
      <w:r w:rsidR="008C22D9" w:rsidRPr="007B033C">
        <w:t xml:space="preserve"># </w:t>
      </w:r>
      <w:r w:rsidR="008C22D9" w:rsidRPr="00AE75D2">
        <w:rPr>
          <w:b/>
        </w:rPr>
        <w:t>show nat</w:t>
      </w:r>
    </w:p>
    <w:p w14:paraId="45FF917D" w14:textId="77777777" w:rsidR="008C22D9" w:rsidRPr="007B033C" w:rsidRDefault="008C22D9" w:rsidP="008C22D9">
      <w:pPr>
        <w:pStyle w:val="CMDOutput"/>
      </w:pPr>
    </w:p>
    <w:p w14:paraId="787D489D" w14:textId="77777777" w:rsidR="008C22D9" w:rsidRPr="00313FD2" w:rsidRDefault="008C22D9" w:rsidP="008C22D9">
      <w:pPr>
        <w:pStyle w:val="CMDOutput"/>
      </w:pPr>
      <w:r w:rsidRPr="00313FD2">
        <w:t>Auto NAT Policies (Section 2)</w:t>
      </w:r>
    </w:p>
    <w:p w14:paraId="7957B7ED" w14:textId="03D30700" w:rsidR="008C22D9" w:rsidRPr="00313FD2" w:rsidRDefault="008C22D9" w:rsidP="008C22D9">
      <w:pPr>
        <w:pStyle w:val="CMDOutput"/>
      </w:pPr>
      <w:r w:rsidRPr="00313FD2">
        <w:t>1 (</w:t>
      </w:r>
      <w:r w:rsidR="004C7630">
        <w:t>DMZ</w:t>
      </w:r>
      <w:r w:rsidRPr="00313FD2">
        <w:t>) to (</w:t>
      </w:r>
      <w:r w:rsidR="004C7630">
        <w:t>OUTSIDE</w:t>
      </w:r>
      <w:r w:rsidRPr="00313FD2">
        <w:t xml:space="preserve">) source static </w:t>
      </w:r>
      <w:r w:rsidR="004C7630">
        <w:t>DMZ</w:t>
      </w:r>
      <w:r w:rsidRPr="00313FD2">
        <w:t>-server 209.165.200.227</w:t>
      </w:r>
    </w:p>
    <w:p w14:paraId="3537F9E8" w14:textId="77777777" w:rsidR="008C22D9" w:rsidRPr="00313FD2" w:rsidRDefault="008C22D9" w:rsidP="008C22D9">
      <w:pPr>
        <w:pStyle w:val="CMDOutput"/>
      </w:pPr>
      <w:r w:rsidRPr="00313FD2">
        <w:t xml:space="preserve">    translate_hits = 0, untranslate_hits = 4</w:t>
      </w:r>
    </w:p>
    <w:p w14:paraId="3F7B0808" w14:textId="4ECB66E8" w:rsidR="008C22D9" w:rsidRPr="00313FD2" w:rsidRDefault="008C22D9" w:rsidP="008C22D9">
      <w:pPr>
        <w:pStyle w:val="CMDOutput"/>
      </w:pPr>
      <w:r w:rsidRPr="00313FD2">
        <w:t>2 (</w:t>
      </w:r>
      <w:r w:rsidR="004C7630">
        <w:t>INSIDE</w:t>
      </w:r>
      <w:r w:rsidRPr="00313FD2">
        <w:t>) to (</w:t>
      </w:r>
      <w:r w:rsidR="004C7630">
        <w:t>OUTSIDE</w:t>
      </w:r>
      <w:r w:rsidRPr="00313FD2">
        <w:t xml:space="preserve">) source dynamic </w:t>
      </w:r>
      <w:r>
        <w:t>INSIDE-NET</w:t>
      </w:r>
      <w:r w:rsidRPr="00313FD2">
        <w:t xml:space="preserve"> interface</w:t>
      </w:r>
    </w:p>
    <w:p w14:paraId="6DEFF112" w14:textId="77777777" w:rsidR="008C22D9" w:rsidRDefault="008C22D9" w:rsidP="008C22D9">
      <w:pPr>
        <w:pStyle w:val="CMDOutput"/>
      </w:pPr>
      <w:r w:rsidRPr="00313FD2">
        <w:t xml:space="preserve">    translate_hits = </w:t>
      </w:r>
      <w:r>
        <w:t>1</w:t>
      </w:r>
      <w:r w:rsidRPr="00313FD2">
        <w:t xml:space="preserve">, untranslate_hits = </w:t>
      </w:r>
      <w:r>
        <w:t>3</w:t>
      </w:r>
    </w:p>
    <w:p w14:paraId="29003B66" w14:textId="77777777" w:rsidR="008C22D9" w:rsidRPr="00EC731E" w:rsidRDefault="008C22D9" w:rsidP="008C22D9">
      <w:pPr>
        <w:pStyle w:val="BodyTextL50"/>
      </w:pPr>
      <w:r w:rsidRPr="00D34226">
        <w:rPr>
          <w:b/>
        </w:rPr>
        <w:t>Note</w:t>
      </w:r>
      <w:r w:rsidRPr="0065772E">
        <w:t>:</w:t>
      </w:r>
      <w:r w:rsidRPr="00EC731E">
        <w:t xml:space="preserve"> </w:t>
      </w:r>
      <w:r>
        <w:t>P</w:t>
      </w:r>
      <w:r w:rsidRPr="00EC731E">
        <w:t xml:space="preserve">ings from </w:t>
      </w:r>
      <w:r>
        <w:t>inside to outside are translated hits. P</w:t>
      </w:r>
      <w:r w:rsidRPr="00EC731E">
        <w:t xml:space="preserve">ings from </w:t>
      </w:r>
      <w:r>
        <w:t xml:space="preserve">outside </w:t>
      </w:r>
      <w:r w:rsidRPr="00EC731E">
        <w:t xml:space="preserve">host PC-C </w:t>
      </w:r>
      <w:r>
        <w:t xml:space="preserve">to the DMZ </w:t>
      </w:r>
      <w:r w:rsidRPr="00EC731E">
        <w:t>are considered untranslated hits.</w:t>
      </w:r>
    </w:p>
    <w:p w14:paraId="08F37546" w14:textId="2E0EECE3" w:rsidR="008C22D9" w:rsidRPr="00EC731E" w:rsidRDefault="0081231C" w:rsidP="008C22D9">
      <w:pPr>
        <w:pStyle w:val="CMD"/>
      </w:pPr>
      <w:r>
        <w:t>NETSEC-ASA</w:t>
      </w:r>
      <w:r w:rsidR="008C22D9" w:rsidRPr="00EC731E">
        <w:t xml:space="preserve"># </w:t>
      </w:r>
      <w:r w:rsidR="008C22D9" w:rsidRPr="00AE75D2">
        <w:rPr>
          <w:b/>
        </w:rPr>
        <w:t>show xlate</w:t>
      </w:r>
    </w:p>
    <w:p w14:paraId="7EE6C143" w14:textId="77777777" w:rsidR="008C22D9" w:rsidRPr="00EC731E" w:rsidRDefault="008C22D9" w:rsidP="008C22D9">
      <w:pPr>
        <w:pStyle w:val="CMDOutput"/>
      </w:pPr>
      <w:r w:rsidRPr="00EC731E">
        <w:t>1 in use, 3 most used</w:t>
      </w:r>
    </w:p>
    <w:p w14:paraId="75912870" w14:textId="77777777" w:rsidR="008C22D9" w:rsidRPr="00EC731E" w:rsidRDefault="008C22D9" w:rsidP="008C22D9">
      <w:pPr>
        <w:pStyle w:val="CMDOutput"/>
      </w:pPr>
      <w:r w:rsidRPr="00EC731E">
        <w:t>Flags: D - DNS, i - dynamic, r - portmap, s - static, I - identity, T - twice</w:t>
      </w:r>
    </w:p>
    <w:p w14:paraId="5CC94FB1" w14:textId="553B363C" w:rsidR="008C22D9" w:rsidRDefault="008C22D9" w:rsidP="008C22D9">
      <w:pPr>
        <w:pStyle w:val="CMDOutput"/>
      </w:pPr>
      <w:r w:rsidRPr="00AE75D2">
        <w:rPr>
          <w:highlight w:val="yellow"/>
        </w:rPr>
        <w:t xml:space="preserve">NAT from </w:t>
      </w:r>
      <w:r w:rsidR="004C7630">
        <w:rPr>
          <w:highlight w:val="yellow"/>
        </w:rPr>
        <w:t>DMZ</w:t>
      </w:r>
      <w:r w:rsidRPr="00AE75D2">
        <w:rPr>
          <w:highlight w:val="yellow"/>
        </w:rPr>
        <w:t xml:space="preserve">:192.168.2.3 to </w:t>
      </w:r>
      <w:r w:rsidR="004C7630">
        <w:rPr>
          <w:highlight w:val="yellow"/>
        </w:rPr>
        <w:t>OUTSIDE</w:t>
      </w:r>
      <w:r w:rsidRPr="00AE75D2">
        <w:rPr>
          <w:highlight w:val="yellow"/>
        </w:rPr>
        <w:t>:209.165.200.227</w:t>
      </w:r>
    </w:p>
    <w:p w14:paraId="32030EA5" w14:textId="77777777" w:rsidR="008C22D9" w:rsidRDefault="008C22D9" w:rsidP="008C22D9">
      <w:pPr>
        <w:pStyle w:val="CMDOutput"/>
      </w:pPr>
      <w:r>
        <w:t xml:space="preserve">    </w:t>
      </w:r>
      <w:r w:rsidRPr="00AE75D2">
        <w:rPr>
          <w:highlight w:val="yellow"/>
        </w:rPr>
        <w:t>flags s</w:t>
      </w:r>
      <w:r w:rsidRPr="00EC731E">
        <w:t xml:space="preserve"> idle 0:22:58 timeout 0:00:00</w:t>
      </w:r>
    </w:p>
    <w:p w14:paraId="3A55A583" w14:textId="77777777" w:rsidR="008C22D9" w:rsidRPr="00313FD2" w:rsidRDefault="008C22D9" w:rsidP="008C22D9">
      <w:pPr>
        <w:pStyle w:val="BodyTextL50"/>
      </w:pPr>
      <w:r w:rsidRPr="005A0277">
        <w:rPr>
          <w:b/>
        </w:rPr>
        <w:t>Note</w:t>
      </w:r>
      <w:r>
        <w:t>:</w:t>
      </w:r>
      <w:r w:rsidRPr="00AE75D2">
        <w:t xml:space="preserve"> </w:t>
      </w:r>
      <w:r>
        <w:t xml:space="preserve">This time </w:t>
      </w:r>
      <w:r w:rsidRPr="00AE75D2">
        <w:t>the flag is “</w:t>
      </w:r>
      <w:r w:rsidRPr="005A0277">
        <w:rPr>
          <w:b/>
        </w:rPr>
        <w:t>s</w:t>
      </w:r>
      <w:r w:rsidRPr="00AE75D2">
        <w:t>”</w:t>
      </w:r>
      <w:r>
        <w:t>, which</w:t>
      </w:r>
      <w:r w:rsidRPr="00AE75D2">
        <w:t xml:space="preserve"> indicat</w:t>
      </w:r>
      <w:r>
        <w:t>es</w:t>
      </w:r>
      <w:r w:rsidRPr="00AE75D2">
        <w:t xml:space="preserve"> a static translation.</w:t>
      </w:r>
    </w:p>
    <w:p w14:paraId="02BB56B4" w14:textId="2FAB0FF0" w:rsidR="008C22D9" w:rsidRDefault="008C22D9" w:rsidP="008C22D9">
      <w:pPr>
        <w:pStyle w:val="SubStepAlpha"/>
      </w:pPr>
      <w:r>
        <w:t>You can also access the DMZ server from a host on the inside network</w:t>
      </w:r>
      <w:r w:rsidRPr="006C025E">
        <w:t xml:space="preserve"> </w:t>
      </w:r>
      <w:r>
        <w:t xml:space="preserve">because the ASA </w:t>
      </w:r>
      <w:r w:rsidR="004C7630">
        <w:t>INSIDE</w:t>
      </w:r>
      <w:r>
        <w:t xml:space="preserve"> interface (G1/2) is set to a security level of 100 (the highest) and the DMZ interface (G1/3) is set to 70. The ASA </w:t>
      </w:r>
      <w:r w:rsidRPr="00ED5E38">
        <w:rPr>
          <w:noProof/>
        </w:rPr>
        <w:t>acts like</w:t>
      </w:r>
      <w:r>
        <w:t xml:space="preserve"> a router between the two networks. Ping the DMZ server (PC-A) internal address (</w:t>
      </w:r>
      <w:r w:rsidRPr="005A0277">
        <w:rPr>
          <w:b/>
        </w:rPr>
        <w:t>192.168.2.3</w:t>
      </w:r>
      <w:r>
        <w:t xml:space="preserve">) from inside network host PC-B (192.168.1.X). The pings should be successful because of the interface security level and the fact that ICMP is being inspected on the </w:t>
      </w:r>
      <w:r w:rsidR="004C7630">
        <w:t>INSIDE</w:t>
      </w:r>
      <w:r>
        <w:t xml:space="preserve"> interface by the global inspection policy. The pings from PC-B to PC-A will not affect the NAT translation </w:t>
      </w:r>
      <w:r w:rsidRPr="00ED5E38">
        <w:rPr>
          <w:noProof/>
        </w:rPr>
        <w:t>counts</w:t>
      </w:r>
      <w:r>
        <w:t xml:space="preserve"> because both PC-B and PC-A are behind the </w:t>
      </w:r>
      <w:r w:rsidRPr="00ED5E38">
        <w:rPr>
          <w:noProof/>
        </w:rPr>
        <w:t>firewall</w:t>
      </w:r>
      <w:r>
        <w:rPr>
          <w:noProof/>
        </w:rPr>
        <w:t>,</w:t>
      </w:r>
      <w:r>
        <w:t xml:space="preserve"> and no translation takes place.</w:t>
      </w:r>
    </w:p>
    <w:p w14:paraId="67F9EF23" w14:textId="1D9EF105" w:rsidR="008C22D9" w:rsidRDefault="008C22D9" w:rsidP="008C22D9">
      <w:pPr>
        <w:pStyle w:val="BodyTextL50"/>
      </w:pPr>
      <w:r>
        <w:t xml:space="preserve">The DMZ server cannot ping PC-B on the inside network because the DMZ interface has a lower security level. Try to ping from the DMZ server PC-A to PC-B at IP address </w:t>
      </w:r>
      <w:r w:rsidRPr="005A0277">
        <w:rPr>
          <w:b/>
        </w:rPr>
        <w:t>192.168.1.3</w:t>
      </w:r>
      <w:r>
        <w:t>. The pings should not be successful.</w:t>
      </w:r>
    </w:p>
    <w:p w14:paraId="7A57F0F3" w14:textId="2593B0F4" w:rsidR="008C22D9" w:rsidRDefault="008C22D9" w:rsidP="008C22D9">
      <w:pPr>
        <w:pStyle w:val="BodyTextL50"/>
      </w:pPr>
      <w:r>
        <w:t xml:space="preserve">Use the </w:t>
      </w:r>
      <w:r w:rsidRPr="0065772E">
        <w:rPr>
          <w:b/>
        </w:rPr>
        <w:t>show run</w:t>
      </w:r>
      <w:r>
        <w:t xml:space="preserve"> command to display the configuration for </w:t>
      </w:r>
      <w:r w:rsidR="00325D44">
        <w:t>G1/3</w:t>
      </w:r>
      <w:r>
        <w:t>.</w:t>
      </w:r>
    </w:p>
    <w:p w14:paraId="1AC385F4" w14:textId="2F8850B8" w:rsidR="008C22D9" w:rsidRPr="00D7455C" w:rsidRDefault="0081231C" w:rsidP="008C22D9">
      <w:pPr>
        <w:pStyle w:val="CMD"/>
      </w:pPr>
      <w:r>
        <w:t>NETSEC-ASA</w:t>
      </w:r>
      <w:r w:rsidR="008C22D9" w:rsidRPr="00AB115F">
        <w:t xml:space="preserve"># </w:t>
      </w:r>
      <w:r w:rsidR="008C22D9" w:rsidRPr="0065772E">
        <w:rPr>
          <w:b/>
        </w:rPr>
        <w:t xml:space="preserve">show run interface </w:t>
      </w:r>
      <w:r w:rsidR="008C22D9">
        <w:rPr>
          <w:b/>
        </w:rPr>
        <w:t>g1/3</w:t>
      </w:r>
    </w:p>
    <w:p w14:paraId="59F695DD" w14:textId="77777777" w:rsidR="008C22D9" w:rsidRPr="00AB115F" w:rsidRDefault="008C22D9" w:rsidP="008C22D9">
      <w:pPr>
        <w:pStyle w:val="CMDOutput"/>
      </w:pPr>
      <w:r w:rsidRPr="00AB115F">
        <w:t>!</w:t>
      </w:r>
    </w:p>
    <w:p w14:paraId="63E03046" w14:textId="77777777" w:rsidR="008C22D9" w:rsidRPr="00AB115F" w:rsidRDefault="008C22D9" w:rsidP="008C22D9">
      <w:pPr>
        <w:pStyle w:val="CMDOutput"/>
      </w:pPr>
      <w:r w:rsidRPr="00AB115F">
        <w:t xml:space="preserve">interface </w:t>
      </w:r>
      <w:r>
        <w:t>g1/3</w:t>
      </w:r>
    </w:p>
    <w:p w14:paraId="2AA8EA56" w14:textId="1F05E11C" w:rsidR="008C22D9" w:rsidRPr="00AB115F" w:rsidRDefault="008C22D9" w:rsidP="008C22D9">
      <w:pPr>
        <w:pStyle w:val="CMDOutput"/>
      </w:pPr>
      <w:r w:rsidRPr="00AB115F">
        <w:t xml:space="preserve">nameif </w:t>
      </w:r>
      <w:r w:rsidR="004C7630">
        <w:t>DMZ</w:t>
      </w:r>
    </w:p>
    <w:p w14:paraId="2D32B737" w14:textId="77777777" w:rsidR="008C22D9" w:rsidRPr="00AB115F" w:rsidRDefault="008C22D9" w:rsidP="008C22D9">
      <w:pPr>
        <w:pStyle w:val="CMDOutput"/>
      </w:pPr>
      <w:r w:rsidRPr="00AB115F">
        <w:t xml:space="preserve"> security-level 70</w:t>
      </w:r>
    </w:p>
    <w:p w14:paraId="0DAB87E2" w14:textId="77777777" w:rsidR="008C22D9" w:rsidRPr="00AB115F" w:rsidRDefault="008C22D9" w:rsidP="008C22D9">
      <w:pPr>
        <w:pStyle w:val="CMDOutput"/>
      </w:pPr>
      <w:r w:rsidRPr="00AB115F">
        <w:t xml:space="preserve"> ip address 192.168.2.1 255.255.255.0</w:t>
      </w:r>
    </w:p>
    <w:p w14:paraId="0888A6D9" w14:textId="20ADAF30" w:rsidR="008C22D9" w:rsidRDefault="008C22D9" w:rsidP="008C22D9">
      <w:pPr>
        <w:pStyle w:val="BodyTextL50"/>
      </w:pPr>
      <w:r w:rsidRPr="00D34226">
        <w:rPr>
          <w:b/>
        </w:rPr>
        <w:t>Note</w:t>
      </w:r>
      <w:r w:rsidRPr="0065772E">
        <w:t>:</w:t>
      </w:r>
      <w:r>
        <w:t xml:space="preserve"> An access list can be applied to the </w:t>
      </w:r>
      <w:r w:rsidR="004C7630">
        <w:t>INSIDE</w:t>
      </w:r>
      <w:r>
        <w:t xml:space="preserve"> interface to control the type of access to be permitted or denied to the DMZ server from inside hosts.</w:t>
      </w:r>
    </w:p>
    <w:p w14:paraId="7D7579B7" w14:textId="21DEAAF4" w:rsidR="008C22D9" w:rsidRDefault="008C22D9" w:rsidP="008C22D9">
      <w:pPr>
        <w:pStyle w:val="Heading1"/>
      </w:pPr>
      <w:r w:rsidRPr="00684813">
        <w:t>Reflection</w:t>
      </w:r>
      <w:r w:rsidR="00A24A9E">
        <w:t xml:space="preserve"> Questions</w:t>
      </w:r>
    </w:p>
    <w:p w14:paraId="1ECB6C1A" w14:textId="77777777" w:rsidR="008C22D9" w:rsidRDefault="008C22D9" w:rsidP="008C22D9">
      <w:pPr>
        <w:pStyle w:val="ReflectionQ"/>
        <w:keepNext w:val="0"/>
      </w:pPr>
      <w:r w:rsidRPr="00D34226">
        <w:t>How does the configuration of the ASA firewall differ from that of an ISR?</w:t>
      </w:r>
    </w:p>
    <w:p w14:paraId="2DFFC802" w14:textId="000F07DB" w:rsidR="008C22D9" w:rsidRDefault="008C22D9" w:rsidP="00A24A9E">
      <w:pPr>
        <w:pStyle w:val="AnswerLineL25"/>
      </w:pPr>
      <w:r>
        <w:t>Type your answers here.</w:t>
      </w:r>
    </w:p>
    <w:p w14:paraId="0CA23E07" w14:textId="77777777" w:rsidR="008C22D9" w:rsidRDefault="008C22D9" w:rsidP="008C22D9">
      <w:pPr>
        <w:pStyle w:val="ReflectionQ"/>
        <w:keepNext w:val="0"/>
      </w:pPr>
      <w:r w:rsidRPr="00D34226">
        <w:t>What does the ASA use to define address trans</w:t>
      </w:r>
      <w:r>
        <w:t>lation and what is the benefit?</w:t>
      </w:r>
    </w:p>
    <w:p w14:paraId="6B002819" w14:textId="77777777" w:rsidR="008C22D9" w:rsidRDefault="008C22D9" w:rsidP="00A24A9E">
      <w:pPr>
        <w:pStyle w:val="AnswerLineL25"/>
      </w:pPr>
      <w:r>
        <w:t>Type your answers here.</w:t>
      </w:r>
    </w:p>
    <w:p w14:paraId="0C24E00E" w14:textId="77777777" w:rsidR="00E949FA" w:rsidRPr="004C0909" w:rsidRDefault="00E949FA" w:rsidP="00E949FA">
      <w:pPr>
        <w:pStyle w:val="Heading1"/>
        <w:numPr>
          <w:ilvl w:val="0"/>
          <w:numId w:val="0"/>
        </w:numPr>
        <w:ind w:left="360" w:hanging="360"/>
      </w:pPr>
      <w:r w:rsidRPr="000242D6">
        <w:t>Router Interface Summary Table</w:t>
      </w:r>
    </w:p>
    <w:tbl>
      <w:tblPr>
        <w:tblStyle w:val="LabTableStyle"/>
        <w:tblW w:w="10260" w:type="dxa"/>
        <w:tblLook w:val="04A0" w:firstRow="1" w:lastRow="0" w:firstColumn="1" w:lastColumn="0" w:noHBand="0" w:noVBand="1"/>
        <w:tblDescription w:val="This table gives the Router Interface per router Model for Ethernet Interfaces 1 and 2 as well as Serial interfaces 1 and 2."/>
      </w:tblPr>
      <w:tblGrid>
        <w:gridCol w:w="1530"/>
        <w:gridCol w:w="2250"/>
        <w:gridCol w:w="2250"/>
        <w:gridCol w:w="2070"/>
        <w:gridCol w:w="2160"/>
      </w:tblGrid>
      <w:tr w:rsidR="00E949FA" w14:paraId="6F5B31B9" w14:textId="77777777" w:rsidTr="007336D6">
        <w:trPr>
          <w:cnfStyle w:val="100000000000" w:firstRow="1" w:lastRow="0" w:firstColumn="0" w:lastColumn="0" w:oddVBand="0" w:evenVBand="0" w:oddHBand="0" w:evenHBand="0" w:firstRowFirstColumn="0" w:firstRowLastColumn="0" w:lastRowFirstColumn="0" w:lastRowLastColumn="0"/>
        </w:trPr>
        <w:tc>
          <w:tcPr>
            <w:tcW w:w="1530" w:type="dxa"/>
          </w:tcPr>
          <w:p w14:paraId="7DB43ADF" w14:textId="77777777" w:rsidR="00E949FA" w:rsidRPr="00763D8B" w:rsidRDefault="00E949FA" w:rsidP="007336D6">
            <w:pPr>
              <w:pStyle w:val="TableHeading"/>
            </w:pPr>
            <w:r w:rsidRPr="00763D8B">
              <w:t>Router Model</w:t>
            </w:r>
          </w:p>
        </w:tc>
        <w:tc>
          <w:tcPr>
            <w:tcW w:w="2250" w:type="dxa"/>
          </w:tcPr>
          <w:p w14:paraId="06436949" w14:textId="77777777" w:rsidR="00E949FA" w:rsidRPr="00763D8B" w:rsidRDefault="00E949FA" w:rsidP="007336D6">
            <w:pPr>
              <w:pStyle w:val="TableHeading"/>
            </w:pPr>
            <w:r w:rsidRPr="00763D8B">
              <w:t>Ethernet Interface #1</w:t>
            </w:r>
          </w:p>
        </w:tc>
        <w:tc>
          <w:tcPr>
            <w:tcW w:w="2250" w:type="dxa"/>
          </w:tcPr>
          <w:p w14:paraId="632ADB20" w14:textId="77777777" w:rsidR="00E949FA" w:rsidRPr="00763D8B" w:rsidRDefault="00E949FA" w:rsidP="007336D6">
            <w:pPr>
              <w:pStyle w:val="TableHeading"/>
            </w:pPr>
            <w:r w:rsidRPr="00763D8B">
              <w:t>Ethernet Interface #2</w:t>
            </w:r>
          </w:p>
        </w:tc>
        <w:tc>
          <w:tcPr>
            <w:tcW w:w="2070" w:type="dxa"/>
          </w:tcPr>
          <w:p w14:paraId="7E255102" w14:textId="77777777" w:rsidR="00E949FA" w:rsidRPr="00763D8B" w:rsidRDefault="00E949FA" w:rsidP="007336D6">
            <w:pPr>
              <w:pStyle w:val="TableHeading"/>
            </w:pPr>
            <w:r w:rsidRPr="00763D8B">
              <w:t>Serial Interface #1</w:t>
            </w:r>
          </w:p>
        </w:tc>
        <w:tc>
          <w:tcPr>
            <w:tcW w:w="2160" w:type="dxa"/>
          </w:tcPr>
          <w:p w14:paraId="78A1B9A0" w14:textId="77777777" w:rsidR="00E949FA" w:rsidRPr="00763D8B" w:rsidRDefault="00E949FA" w:rsidP="007336D6">
            <w:pPr>
              <w:pStyle w:val="TableHeading"/>
            </w:pPr>
            <w:r w:rsidRPr="00763D8B">
              <w:t>Serial Interface #2</w:t>
            </w:r>
          </w:p>
        </w:tc>
      </w:tr>
      <w:tr w:rsidR="00E949FA" w14:paraId="5A7206AA" w14:textId="77777777" w:rsidTr="007336D6">
        <w:tc>
          <w:tcPr>
            <w:tcW w:w="1530" w:type="dxa"/>
          </w:tcPr>
          <w:p w14:paraId="188F7720" w14:textId="77777777" w:rsidR="00E949FA" w:rsidRPr="008B4F81" w:rsidRDefault="00E949FA" w:rsidP="007336D6">
            <w:pPr>
              <w:pStyle w:val="TableText"/>
              <w:rPr>
                <w:rStyle w:val="DnTnobold"/>
              </w:rPr>
            </w:pPr>
            <w:r w:rsidRPr="008B4F81">
              <w:rPr>
                <w:rStyle w:val="DnTnobold"/>
              </w:rPr>
              <w:t>1900</w:t>
            </w:r>
          </w:p>
        </w:tc>
        <w:tc>
          <w:tcPr>
            <w:tcW w:w="2250" w:type="dxa"/>
          </w:tcPr>
          <w:p w14:paraId="52D9D646" w14:textId="77777777" w:rsidR="00E949FA" w:rsidRPr="008B4F81" w:rsidRDefault="00E949FA" w:rsidP="007336D6">
            <w:pPr>
              <w:pStyle w:val="TableText"/>
              <w:rPr>
                <w:rStyle w:val="DnTnobold"/>
              </w:rPr>
            </w:pPr>
            <w:r w:rsidRPr="008B4F81">
              <w:rPr>
                <w:rStyle w:val="DnTnobold"/>
              </w:rPr>
              <w:t>Gigabit Ethernet 0/0 (G0/0)</w:t>
            </w:r>
          </w:p>
        </w:tc>
        <w:tc>
          <w:tcPr>
            <w:tcW w:w="2250" w:type="dxa"/>
          </w:tcPr>
          <w:p w14:paraId="09FE187F" w14:textId="77777777" w:rsidR="00E949FA" w:rsidRPr="008B4F81" w:rsidRDefault="00E949FA" w:rsidP="007336D6">
            <w:pPr>
              <w:pStyle w:val="TableText"/>
              <w:rPr>
                <w:rStyle w:val="DnTnobold"/>
              </w:rPr>
            </w:pPr>
            <w:r w:rsidRPr="008B4F81">
              <w:rPr>
                <w:rStyle w:val="DnTnobold"/>
              </w:rPr>
              <w:t>Gigabit Ethernet 0/1 (G0/1)</w:t>
            </w:r>
          </w:p>
        </w:tc>
        <w:tc>
          <w:tcPr>
            <w:tcW w:w="2070" w:type="dxa"/>
          </w:tcPr>
          <w:p w14:paraId="73FE642D" w14:textId="77777777" w:rsidR="00E949FA" w:rsidRPr="008B4F81" w:rsidRDefault="00E949FA" w:rsidP="007336D6">
            <w:pPr>
              <w:pStyle w:val="TableText"/>
              <w:rPr>
                <w:rStyle w:val="DnTnobold"/>
              </w:rPr>
            </w:pPr>
            <w:r w:rsidRPr="008B4F81">
              <w:rPr>
                <w:rStyle w:val="DnTnobold"/>
              </w:rPr>
              <w:t>Serial 0/0/0 (S0/0/0)</w:t>
            </w:r>
          </w:p>
        </w:tc>
        <w:tc>
          <w:tcPr>
            <w:tcW w:w="2160" w:type="dxa"/>
          </w:tcPr>
          <w:p w14:paraId="0155FA5A" w14:textId="77777777" w:rsidR="00E949FA" w:rsidRPr="008B4F81" w:rsidRDefault="00E949FA" w:rsidP="007336D6">
            <w:pPr>
              <w:pStyle w:val="TableText"/>
              <w:rPr>
                <w:rStyle w:val="DnTnobold"/>
              </w:rPr>
            </w:pPr>
            <w:r w:rsidRPr="008B4F81">
              <w:rPr>
                <w:rStyle w:val="DnTnobold"/>
              </w:rPr>
              <w:t>Serial 0/0/1 (S0/0/1)</w:t>
            </w:r>
          </w:p>
        </w:tc>
      </w:tr>
      <w:tr w:rsidR="00E949FA" w14:paraId="2292BF45" w14:textId="77777777" w:rsidTr="007336D6">
        <w:tc>
          <w:tcPr>
            <w:tcW w:w="1530" w:type="dxa"/>
          </w:tcPr>
          <w:p w14:paraId="63769BE5" w14:textId="77777777" w:rsidR="00E949FA" w:rsidRPr="008B4F81" w:rsidRDefault="00E949FA" w:rsidP="007336D6">
            <w:pPr>
              <w:pStyle w:val="TableText"/>
              <w:rPr>
                <w:rStyle w:val="DnTnobold"/>
              </w:rPr>
            </w:pPr>
            <w:r w:rsidRPr="008B4F81">
              <w:rPr>
                <w:rStyle w:val="DnTnobold"/>
              </w:rPr>
              <w:t>2900</w:t>
            </w:r>
          </w:p>
        </w:tc>
        <w:tc>
          <w:tcPr>
            <w:tcW w:w="2250" w:type="dxa"/>
          </w:tcPr>
          <w:p w14:paraId="58479A53" w14:textId="77777777" w:rsidR="00E949FA" w:rsidRPr="008B4F81" w:rsidRDefault="00E949FA" w:rsidP="007336D6">
            <w:pPr>
              <w:pStyle w:val="TableText"/>
              <w:rPr>
                <w:rStyle w:val="DnTnobold"/>
              </w:rPr>
            </w:pPr>
            <w:r w:rsidRPr="008B4F81">
              <w:rPr>
                <w:rStyle w:val="DnTnobold"/>
              </w:rPr>
              <w:t>Gigabit Ethernet 0/0 (G0/0)</w:t>
            </w:r>
          </w:p>
        </w:tc>
        <w:tc>
          <w:tcPr>
            <w:tcW w:w="2250" w:type="dxa"/>
          </w:tcPr>
          <w:p w14:paraId="4DF83ED7" w14:textId="77777777" w:rsidR="00E949FA" w:rsidRPr="008B4F81" w:rsidRDefault="00E949FA" w:rsidP="007336D6">
            <w:pPr>
              <w:pStyle w:val="TableText"/>
              <w:rPr>
                <w:rStyle w:val="DnTnobold"/>
              </w:rPr>
            </w:pPr>
            <w:r w:rsidRPr="008B4F81">
              <w:rPr>
                <w:rStyle w:val="DnTnobold"/>
              </w:rPr>
              <w:t>Gigabit Ethernet 0/1 (G0/1)</w:t>
            </w:r>
          </w:p>
        </w:tc>
        <w:tc>
          <w:tcPr>
            <w:tcW w:w="2070" w:type="dxa"/>
          </w:tcPr>
          <w:p w14:paraId="478F8C08" w14:textId="77777777" w:rsidR="00E949FA" w:rsidRPr="008B4F81" w:rsidRDefault="00E949FA" w:rsidP="007336D6">
            <w:pPr>
              <w:pStyle w:val="TableText"/>
              <w:rPr>
                <w:rStyle w:val="DnTnobold"/>
              </w:rPr>
            </w:pPr>
            <w:r w:rsidRPr="008B4F81">
              <w:rPr>
                <w:rStyle w:val="DnTnobold"/>
              </w:rPr>
              <w:t>Serial 0/0/0 (S0/0/0)</w:t>
            </w:r>
          </w:p>
        </w:tc>
        <w:tc>
          <w:tcPr>
            <w:tcW w:w="2160" w:type="dxa"/>
          </w:tcPr>
          <w:p w14:paraId="68FBE526" w14:textId="77777777" w:rsidR="00E949FA" w:rsidRPr="008B4F81" w:rsidRDefault="00E949FA" w:rsidP="007336D6">
            <w:pPr>
              <w:pStyle w:val="TableText"/>
              <w:rPr>
                <w:rStyle w:val="DnTnobold"/>
              </w:rPr>
            </w:pPr>
            <w:r w:rsidRPr="008B4F81">
              <w:rPr>
                <w:rStyle w:val="DnTnobold"/>
              </w:rPr>
              <w:t>Serial 0/0/1 (S0/0/1)</w:t>
            </w:r>
          </w:p>
        </w:tc>
      </w:tr>
      <w:tr w:rsidR="00E949FA" w14:paraId="16FCC9C5" w14:textId="77777777" w:rsidTr="007336D6">
        <w:tc>
          <w:tcPr>
            <w:tcW w:w="1530" w:type="dxa"/>
          </w:tcPr>
          <w:p w14:paraId="72C07316" w14:textId="77777777" w:rsidR="00E949FA" w:rsidRPr="008B4F81" w:rsidRDefault="00E949FA" w:rsidP="007336D6">
            <w:pPr>
              <w:pStyle w:val="TableText"/>
              <w:rPr>
                <w:rStyle w:val="DnTnobold"/>
              </w:rPr>
            </w:pPr>
            <w:r w:rsidRPr="008B4F81">
              <w:rPr>
                <w:rStyle w:val="DnTnobold"/>
              </w:rPr>
              <w:t>4221</w:t>
            </w:r>
          </w:p>
        </w:tc>
        <w:tc>
          <w:tcPr>
            <w:tcW w:w="2250" w:type="dxa"/>
          </w:tcPr>
          <w:p w14:paraId="5C0BF599" w14:textId="77777777" w:rsidR="00E949FA" w:rsidRPr="008B4F81" w:rsidRDefault="00E949FA" w:rsidP="007336D6">
            <w:pPr>
              <w:pStyle w:val="TableText"/>
              <w:rPr>
                <w:rStyle w:val="DnTnobold"/>
              </w:rPr>
            </w:pPr>
            <w:r w:rsidRPr="008B4F81">
              <w:rPr>
                <w:rStyle w:val="DnTnobold"/>
              </w:rPr>
              <w:t>Gigabit Ethernet 0/0/0 (G0/0/0)</w:t>
            </w:r>
          </w:p>
        </w:tc>
        <w:tc>
          <w:tcPr>
            <w:tcW w:w="2250" w:type="dxa"/>
          </w:tcPr>
          <w:p w14:paraId="51D9C9EB" w14:textId="77777777" w:rsidR="00E949FA" w:rsidRPr="008B4F81" w:rsidRDefault="00E949FA" w:rsidP="007336D6">
            <w:pPr>
              <w:pStyle w:val="TableText"/>
              <w:rPr>
                <w:rStyle w:val="DnTnobold"/>
              </w:rPr>
            </w:pPr>
            <w:r w:rsidRPr="008B4F81">
              <w:rPr>
                <w:rStyle w:val="DnTnobold"/>
              </w:rPr>
              <w:t>Gigabit Ethernet 0/0/1 (G0/0/1)</w:t>
            </w:r>
          </w:p>
        </w:tc>
        <w:tc>
          <w:tcPr>
            <w:tcW w:w="2070" w:type="dxa"/>
          </w:tcPr>
          <w:p w14:paraId="2B242652" w14:textId="77777777" w:rsidR="00E949FA" w:rsidRPr="008B4F81" w:rsidRDefault="00E949FA" w:rsidP="007336D6">
            <w:pPr>
              <w:pStyle w:val="TableText"/>
              <w:rPr>
                <w:rStyle w:val="DnTnobold"/>
              </w:rPr>
            </w:pPr>
            <w:r w:rsidRPr="008B4F81">
              <w:rPr>
                <w:rStyle w:val="DnTnobold"/>
              </w:rPr>
              <w:t>Serial 0/1/0 (S0/1/0)</w:t>
            </w:r>
          </w:p>
        </w:tc>
        <w:tc>
          <w:tcPr>
            <w:tcW w:w="2160" w:type="dxa"/>
          </w:tcPr>
          <w:p w14:paraId="24DEEB7C" w14:textId="77777777" w:rsidR="00E949FA" w:rsidRPr="008B4F81" w:rsidRDefault="00E949FA" w:rsidP="007336D6">
            <w:pPr>
              <w:pStyle w:val="TableText"/>
              <w:rPr>
                <w:rStyle w:val="DnTnobold"/>
              </w:rPr>
            </w:pPr>
            <w:r w:rsidRPr="008B4F81">
              <w:rPr>
                <w:rStyle w:val="DnTnobold"/>
              </w:rPr>
              <w:t>Serial 0/1/1 (S0/1/1)</w:t>
            </w:r>
          </w:p>
        </w:tc>
      </w:tr>
      <w:tr w:rsidR="00E949FA" w14:paraId="41DDEB53" w14:textId="77777777" w:rsidTr="007336D6">
        <w:tc>
          <w:tcPr>
            <w:tcW w:w="1530" w:type="dxa"/>
          </w:tcPr>
          <w:p w14:paraId="7AD5363F" w14:textId="77777777" w:rsidR="00E949FA" w:rsidRPr="008B4F81" w:rsidRDefault="00E949FA" w:rsidP="007336D6">
            <w:pPr>
              <w:pStyle w:val="TableText"/>
              <w:rPr>
                <w:rStyle w:val="DnTnobold"/>
              </w:rPr>
            </w:pPr>
            <w:r w:rsidRPr="008B4F81">
              <w:rPr>
                <w:rStyle w:val="DnTnobold"/>
              </w:rPr>
              <w:t>4300</w:t>
            </w:r>
          </w:p>
        </w:tc>
        <w:tc>
          <w:tcPr>
            <w:tcW w:w="2250" w:type="dxa"/>
          </w:tcPr>
          <w:p w14:paraId="608F0B1E" w14:textId="77777777" w:rsidR="00E949FA" w:rsidRPr="008B4F81" w:rsidRDefault="00E949FA" w:rsidP="007336D6">
            <w:pPr>
              <w:pStyle w:val="TableText"/>
              <w:rPr>
                <w:rStyle w:val="DnTnobold"/>
              </w:rPr>
            </w:pPr>
            <w:r w:rsidRPr="008B4F81">
              <w:rPr>
                <w:rStyle w:val="DnTnobold"/>
              </w:rPr>
              <w:t>Gigabit Ethernet 0/0/0 (G0/0/0)</w:t>
            </w:r>
          </w:p>
        </w:tc>
        <w:tc>
          <w:tcPr>
            <w:tcW w:w="2250" w:type="dxa"/>
          </w:tcPr>
          <w:p w14:paraId="6AAA5E07" w14:textId="77777777" w:rsidR="00E949FA" w:rsidRPr="008B4F81" w:rsidRDefault="00E949FA" w:rsidP="007336D6">
            <w:pPr>
              <w:pStyle w:val="TableText"/>
              <w:rPr>
                <w:rStyle w:val="DnTnobold"/>
              </w:rPr>
            </w:pPr>
            <w:r w:rsidRPr="008B4F81">
              <w:rPr>
                <w:rStyle w:val="DnTnobold"/>
              </w:rPr>
              <w:t>Gigabit Ethernet 0/0/1 (G0/0/1)</w:t>
            </w:r>
          </w:p>
        </w:tc>
        <w:tc>
          <w:tcPr>
            <w:tcW w:w="2070" w:type="dxa"/>
          </w:tcPr>
          <w:p w14:paraId="24E63478" w14:textId="77777777" w:rsidR="00E949FA" w:rsidRPr="008B4F81" w:rsidRDefault="00E949FA" w:rsidP="007336D6">
            <w:pPr>
              <w:pStyle w:val="TableText"/>
              <w:rPr>
                <w:rStyle w:val="DnTnobold"/>
              </w:rPr>
            </w:pPr>
            <w:r w:rsidRPr="008B4F81">
              <w:rPr>
                <w:rStyle w:val="DnTnobold"/>
              </w:rPr>
              <w:t>Serial 0/1/0 (S0/1/0)</w:t>
            </w:r>
          </w:p>
        </w:tc>
        <w:tc>
          <w:tcPr>
            <w:tcW w:w="2160" w:type="dxa"/>
          </w:tcPr>
          <w:p w14:paraId="2E77B816" w14:textId="77777777" w:rsidR="00E949FA" w:rsidRPr="008B4F81" w:rsidRDefault="00E949FA" w:rsidP="007336D6">
            <w:pPr>
              <w:pStyle w:val="TableText"/>
              <w:rPr>
                <w:rStyle w:val="DnTnobold"/>
              </w:rPr>
            </w:pPr>
            <w:r w:rsidRPr="008B4F81">
              <w:rPr>
                <w:rStyle w:val="DnTnobold"/>
              </w:rPr>
              <w:t>Serial 0/1/1 (S0/1/1)</w:t>
            </w:r>
          </w:p>
        </w:tc>
      </w:tr>
    </w:tbl>
    <w:p w14:paraId="7999A5FE" w14:textId="77777777" w:rsidR="00E949FA" w:rsidRDefault="00E949FA" w:rsidP="00E949FA">
      <w:pPr>
        <w:pStyle w:val="ConfigWindow"/>
      </w:pPr>
      <w:r>
        <w:t>Blank Line, No additional information</w:t>
      </w:r>
    </w:p>
    <w:p w14:paraId="1681EF1F" w14:textId="77777777" w:rsidR="00E949FA" w:rsidRPr="00603503" w:rsidRDefault="00E949FA" w:rsidP="00E949FA">
      <w:pPr>
        <w:pStyle w:val="Body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p w14:paraId="2B1DF0BC" w14:textId="37F294FF" w:rsidR="00AA40A0" w:rsidRPr="00AA40A0" w:rsidRDefault="00AA40A0" w:rsidP="00AA40A0">
      <w:pPr>
        <w:pStyle w:val="ConfigWindow"/>
      </w:pPr>
      <w:r w:rsidRPr="00AA40A0">
        <w:t>End of document</w:t>
      </w:r>
    </w:p>
    <w:sectPr w:rsidR="00AA40A0" w:rsidRPr="00AA40A0" w:rsidSect="009C3182">
      <w:headerReference w:type="default" r:id="rId9"/>
      <w:footerReference w:type="default" r:id="rId10"/>
      <w:headerReference w:type="first" r:id="rId11"/>
      <w:footerReference w:type="first" r:id="rId12"/>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E4F20C" w14:textId="77777777" w:rsidR="00505AF0" w:rsidRDefault="00505AF0" w:rsidP="00710659">
      <w:pPr>
        <w:spacing w:after="0" w:line="240" w:lineRule="auto"/>
      </w:pPr>
      <w:r>
        <w:separator/>
      </w:r>
    </w:p>
    <w:p w14:paraId="5426A27B" w14:textId="77777777" w:rsidR="00505AF0" w:rsidRDefault="00505AF0"/>
  </w:endnote>
  <w:endnote w:type="continuationSeparator" w:id="0">
    <w:p w14:paraId="10BE391D" w14:textId="77777777" w:rsidR="00505AF0" w:rsidRDefault="00505AF0" w:rsidP="00710659">
      <w:pPr>
        <w:spacing w:after="0" w:line="240" w:lineRule="auto"/>
      </w:pPr>
      <w:r>
        <w:continuationSeparator/>
      </w:r>
    </w:p>
    <w:p w14:paraId="6CA1BFF6" w14:textId="77777777" w:rsidR="00505AF0" w:rsidRDefault="00505AF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IDAJEB+Arial,Bold">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124ABC" w14:textId="4F97473A" w:rsidR="003358FA" w:rsidRPr="00882B63" w:rsidRDefault="003358FA"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E949FA">
          <w:t>2019</w:t>
        </w:r>
      </w:sdtContent>
    </w:sdt>
    <w:r>
      <w:t xml:space="preserve"> - </w:t>
    </w:r>
    <w:r>
      <w:fldChar w:fldCharType="begin"/>
    </w:r>
    <w:r>
      <w:instrText xml:space="preserve"> SAVEDATE  \@ "yyyy"  \* MERGEFORMAT </w:instrText>
    </w:r>
    <w:r>
      <w:fldChar w:fldCharType="separate"/>
    </w:r>
    <w:r w:rsidR="001E749D">
      <w:rPr>
        <w:noProof/>
      </w:rPr>
      <w:t>2021</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352374" w14:textId="7A252C5A" w:rsidR="003358FA" w:rsidRPr="00882B63" w:rsidRDefault="003358FA" w:rsidP="00E859E3">
    <w:pPr>
      <w:pStyle w:val="Footer"/>
      <w:rPr>
        <w:szCs w:val="16"/>
      </w:rPr>
    </w:pPr>
    <w:r w:rsidRPr="00B31F19">
      <w:sym w:font="Symbol" w:char="F0E3"/>
    </w:r>
    <w:r>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E949FA">
          <w:t>2019</w:t>
        </w:r>
      </w:sdtContent>
    </w:sdt>
    <w:r>
      <w:t xml:space="preserve"> - </w:t>
    </w:r>
    <w:r>
      <w:fldChar w:fldCharType="begin"/>
    </w:r>
    <w:r>
      <w:instrText xml:space="preserve"> SAVEDATE  \@ "yyyy"  \* MERGEFORMAT </w:instrText>
    </w:r>
    <w:r>
      <w:fldChar w:fldCharType="separate"/>
    </w:r>
    <w:r w:rsidR="001E749D">
      <w:rPr>
        <w:noProof/>
      </w:rPr>
      <w:t>2021</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DEA104" w14:textId="77777777" w:rsidR="00505AF0" w:rsidRDefault="00505AF0" w:rsidP="00710659">
      <w:pPr>
        <w:spacing w:after="0" w:line="240" w:lineRule="auto"/>
      </w:pPr>
      <w:r>
        <w:separator/>
      </w:r>
    </w:p>
    <w:p w14:paraId="62D3F95B" w14:textId="77777777" w:rsidR="00505AF0" w:rsidRDefault="00505AF0"/>
  </w:footnote>
  <w:footnote w:type="continuationSeparator" w:id="0">
    <w:p w14:paraId="44E0A388" w14:textId="77777777" w:rsidR="00505AF0" w:rsidRDefault="00505AF0" w:rsidP="00710659">
      <w:pPr>
        <w:spacing w:after="0" w:line="240" w:lineRule="auto"/>
      </w:pPr>
      <w:r>
        <w:continuationSeparator/>
      </w:r>
    </w:p>
    <w:p w14:paraId="78EE6DBF" w14:textId="77777777" w:rsidR="00505AF0" w:rsidRDefault="00505AF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alias w:val="Title"/>
      <w:tag w:val=""/>
      <w:id w:val="-1711953976"/>
      <w:placeholder>
        <w:docPart w:val="4CE53E9B6576436CA9E6550499783298"/>
      </w:placeholder>
      <w:dataBinding w:prefixMappings="xmlns:ns0='http://purl.org/dc/elements/1.1/' xmlns:ns1='http://schemas.openxmlformats.org/package/2006/metadata/core-properties' " w:xpath="/ns1:coreProperties[1]/ns0:title[1]" w:storeItemID="{6C3C8BC8-F283-45AE-878A-BAB7291924A1}"/>
      <w:text/>
    </w:sdtPr>
    <w:sdtEndPr/>
    <w:sdtContent>
      <w:p w14:paraId="7B73A1EB" w14:textId="1AAF93BA" w:rsidR="003358FA" w:rsidRDefault="00C42133" w:rsidP="008402F2">
        <w:pPr>
          <w:pStyle w:val="PageHead"/>
        </w:pPr>
        <w:r>
          <w:t>Optional Lab - Configure ASA Network Services, Routing, and DMZ with ACLs Using CLI</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0D3B3F" w14:textId="77777777" w:rsidR="003358FA" w:rsidRDefault="003358FA" w:rsidP="006C3FCF">
    <w:pPr>
      <w:ind w:left="-288"/>
    </w:pPr>
    <w:r>
      <w:rPr>
        <w:noProof/>
      </w:rPr>
      <w:drawing>
        <wp:inline distT="0" distB="0" distL="0" distR="0" wp14:anchorId="216E13D0" wp14:editId="16FACC09">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F697239"/>
    <w:multiLevelType w:val="multilevel"/>
    <w:tmpl w:val="0D2CB928"/>
    <w:lvl w:ilvl="0">
      <w:start w:val="1"/>
      <w:numFmt w:val="none"/>
      <w:suff w:val="nothing"/>
      <w:lvlText w:val=""/>
      <w:lvlJc w:val="left"/>
      <w:pPr>
        <w:ind w:left="0" w:firstLine="0"/>
      </w:pPr>
      <w:rPr>
        <w:rFonts w:hint="default"/>
      </w:rPr>
    </w:lvl>
    <w:lvl w:ilvl="1">
      <w:start w:val="1"/>
      <w:numFmt w:val="decimal"/>
      <w:suff w:val="space"/>
      <w:lvlText w:val="Part %2:"/>
      <w:lvlJc w:val="left"/>
      <w:pPr>
        <w:ind w:left="0" w:firstLine="0"/>
      </w:pPr>
      <w:rPr>
        <w:rFonts w:hint="default"/>
      </w:rPr>
    </w:lvl>
    <w:lvl w:ilvl="2">
      <w:start w:val="1"/>
      <w:numFmt w:val="decimal"/>
      <w:suff w:val="space"/>
      <w:lvlText w:val="Step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3"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796360"/>
    <w:multiLevelType w:val="multilevel"/>
    <w:tmpl w:val="7398136E"/>
    <w:styleLink w:val="PartStepSubStepList"/>
    <w:lvl w:ilvl="0">
      <w:start w:val="1"/>
      <w:numFmt w:val="decimal"/>
      <w:suff w:val="space"/>
      <w:lvlText w:val="Part %1:"/>
      <w:lvlJc w:val="left"/>
      <w:pPr>
        <w:ind w:left="0" w:firstLine="0"/>
      </w:pPr>
      <w:rPr>
        <w:rFonts w:hint="default"/>
      </w:rPr>
    </w:lvl>
    <w:lvl w:ilvl="1">
      <w:start w:val="1"/>
      <w:numFmt w:val="decimal"/>
      <w:suff w:val="space"/>
      <w:lvlText w:val="Task %2:"/>
      <w:lvlJc w:val="left"/>
      <w:pPr>
        <w:ind w:left="0" w:firstLine="0"/>
      </w:pPr>
      <w:rPr>
        <w:rFonts w:hint="default"/>
      </w:rPr>
    </w:lvl>
    <w:lvl w:ilvl="2">
      <w:start w:val="1"/>
      <w:numFmt w:val="decimal"/>
      <w:suff w:val="space"/>
      <w:lvlText w:val="Step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DF612DD"/>
    <w:multiLevelType w:val="multilevel"/>
    <w:tmpl w:val="BE2C3BBC"/>
    <w:styleLink w:val="LabList"/>
    <w:lvl w:ilvl="0">
      <w:start w:val="1"/>
      <w:numFmt w:val="none"/>
      <w:pStyle w:val="Heading1"/>
      <w:suff w:val="nothing"/>
      <w:lvlText w:val=""/>
      <w:lvlJc w:val="left"/>
      <w:pPr>
        <w:ind w:left="360" w:hanging="36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6"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15:restartNumberingAfterBreak="0">
    <w:nsid w:val="25210975"/>
    <w:multiLevelType w:val="hybridMultilevel"/>
    <w:tmpl w:val="4288A68C"/>
    <w:lvl w:ilvl="0" w:tplc="4F2A85D2">
      <w:start w:val="255"/>
      <w:numFmt w:val="bullet"/>
      <w:lvlText w:val="-"/>
      <w:lvlJc w:val="left"/>
      <w:pPr>
        <w:ind w:left="480" w:hanging="360"/>
      </w:pPr>
      <w:rPr>
        <w:rFonts w:ascii="Courier New" w:eastAsia="Calibri" w:hAnsi="Courier New" w:cs="Courier New"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8" w15:restartNumberingAfterBreak="0">
    <w:nsid w:val="2E651664"/>
    <w:multiLevelType w:val="hybridMultilevel"/>
    <w:tmpl w:val="6B7616BC"/>
    <w:lvl w:ilvl="0" w:tplc="C01EC9E2">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4BF23836"/>
    <w:multiLevelType w:val="multilevel"/>
    <w:tmpl w:val="E40678D6"/>
    <w:styleLink w:val="BulletList"/>
    <w:lvl w:ilvl="0">
      <w:start w:val="1"/>
      <w:numFmt w:val="bullet"/>
      <w:pStyle w:val="Bulletlevel1"/>
      <w:lvlText w:val=""/>
      <w:lvlJc w:val="left"/>
      <w:pPr>
        <w:ind w:left="720" w:hanging="360"/>
      </w:pPr>
      <w:rPr>
        <w:rFonts w:ascii="Webdings" w:hAnsi="Webdings" w:hint="default"/>
        <w:sz w:val="14"/>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0" w15:restartNumberingAfterBreak="0">
    <w:nsid w:val="574411D5"/>
    <w:multiLevelType w:val="multilevel"/>
    <w:tmpl w:val="7EA287D8"/>
    <w:lvl w:ilvl="0">
      <w:start w:val="1"/>
      <w:numFmt w:val="non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9"/>
  </w:num>
  <w:num w:numId="2">
    <w:abstractNumId w:val="5"/>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3"/>
  </w:num>
  <w:num w:numId="4">
    <w:abstractNumId w:val="5"/>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5"/>
  </w:num>
  <w:num w:numId="6">
    <w:abstractNumId w:val="0"/>
  </w:num>
  <w:num w:numId="7">
    <w:abstractNumId w:val="1"/>
  </w:num>
  <w:num w:numId="8">
    <w:abstractNumId w:val="6"/>
    <w:lvlOverride w:ilvl="0">
      <w:lvl w:ilvl="0">
        <w:start w:val="1"/>
        <w:numFmt w:val="decimal"/>
        <w:lvlText w:val="Part %1:"/>
        <w:lvlJc w:val="left"/>
        <w:pPr>
          <w:tabs>
            <w:tab w:val="num" w:pos="1152"/>
          </w:tabs>
          <w:ind w:left="1152" w:hanging="792"/>
        </w:pPr>
        <w:rPr>
          <w:rFonts w:hint="default"/>
        </w:rPr>
      </w:lvl>
    </w:lvlOverride>
  </w:num>
  <w:num w:numId="9">
    <w:abstractNumId w:val="5"/>
  </w:num>
  <w:num w:numId="10">
    <w:abstractNumId w:val="10"/>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lvl w:ilvl="0">
        <w:start w:val="1"/>
        <w:numFmt w:val="decimal"/>
        <w:suff w:val="space"/>
        <w:lvlText w:val="Part %1:"/>
        <w:lvlJc w:val="left"/>
        <w:pPr>
          <w:ind w:left="0" w:firstLine="0"/>
        </w:pPr>
        <w:rPr>
          <w:rFonts w:hint="default"/>
        </w:rPr>
      </w:lvl>
    </w:lvlOverride>
    <w:lvlOverride w:ilvl="1">
      <w:lvl w:ilvl="1">
        <w:start w:val="1"/>
        <w:numFmt w:val="decimal"/>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3">
    <w:abstractNumId w:val="4"/>
  </w:num>
  <w:num w:numId="14">
    <w:abstractNumId w:val="8"/>
  </w:num>
  <w:num w:numId="15">
    <w:abstractNumId w:val="9"/>
    <w:lvlOverride w:ilvl="0">
      <w:lvl w:ilvl="0">
        <w:start w:val="1"/>
        <w:numFmt w:val="bullet"/>
        <w:pStyle w:val="Bulletlevel1"/>
        <w:lvlText w:val=""/>
        <w:lvlJc w:val="left"/>
        <w:pPr>
          <w:ind w:left="720" w:hanging="360"/>
        </w:pPr>
        <w:rPr>
          <w:rFonts w:ascii="Webdings" w:hAnsi="Webdings" w:hint="default"/>
          <w:sz w:val="14"/>
          <w:szCs w:val="14"/>
        </w:rPr>
      </w:lvl>
    </w:lvlOverride>
  </w:num>
  <w:num w:numId="16">
    <w:abstractNumId w:val="2"/>
    <w:lvlOverride w:ilvl="0">
      <w:lvl w:ilvl="0">
        <w:start w:val="1"/>
        <w:numFmt w:val="decimal"/>
        <w:suff w:val="space"/>
        <w:lvlText w:val="Part %1:"/>
        <w:lvlJc w:val="left"/>
        <w:pPr>
          <w:ind w:left="0" w:firstLine="0"/>
        </w:pPr>
        <w:rPr>
          <w:rFonts w:hint="default"/>
        </w:rPr>
      </w:lvl>
    </w:lvlOverride>
    <w:lvlOverride w:ilvl="1">
      <w:lvl w:ilvl="1">
        <w:start w:val="1"/>
        <w:numFmt w:val="decimal"/>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7">
    <w:abstractNumId w:val="2"/>
    <w:lvlOverride w:ilvl="0">
      <w:startOverride w:val="1"/>
      <w:lvl w:ilvl="0">
        <w:start w:val="1"/>
        <w:numFmt w:val="decimal"/>
        <w:suff w:val="space"/>
        <w:lvlText w:val="Part %1:"/>
        <w:lvlJc w:val="left"/>
        <w:pPr>
          <w:ind w:left="0" w:firstLine="0"/>
        </w:pPr>
        <w:rPr>
          <w:rFonts w:hint="default"/>
        </w:rPr>
      </w:lvl>
    </w:lvlOverride>
    <w:lvlOverride w:ilvl="1">
      <w:startOverride w:val="1"/>
      <w:lvl w:ilvl="1">
        <w:start w:val="1"/>
        <w:numFmt w:val="decimal"/>
        <w:suff w:val="space"/>
        <w:lvlText w:val="Task %2:"/>
        <w:lvlJc w:val="left"/>
        <w:pPr>
          <w:ind w:left="0" w:firstLine="0"/>
        </w:pPr>
        <w:rPr>
          <w:rFonts w:hint="default"/>
        </w:rPr>
      </w:lvl>
    </w:lvlOverride>
    <w:lvlOverride w:ilvl="2">
      <w:startOverride w:val="1"/>
      <w:lvl w:ilvl="2">
        <w:start w:val="1"/>
        <w:numFmt w:val="decimal"/>
        <w:suff w:val="space"/>
        <w:lvlText w:val="Step %3:"/>
        <w:lvlJc w:val="left"/>
        <w:pPr>
          <w:ind w:left="0" w:firstLine="0"/>
        </w:pPr>
        <w:rPr>
          <w:rFonts w:hint="default"/>
        </w:rPr>
      </w:lvl>
    </w:lvlOverride>
    <w:lvlOverride w:ilvl="3">
      <w:startOverride w:val="1"/>
      <w:lvl w:ilvl="3">
        <w:start w:val="1"/>
        <w:numFmt w:val="lowerLetter"/>
        <w:lvlText w:val="%4."/>
        <w:lvlJc w:val="left"/>
        <w:pPr>
          <w:tabs>
            <w:tab w:val="num" w:pos="720"/>
          </w:tabs>
          <w:ind w:left="720" w:hanging="360"/>
        </w:pPr>
        <w:rPr>
          <w:rFonts w:hint="default"/>
          <w:b w:val="0"/>
        </w:rPr>
      </w:lvl>
    </w:lvlOverride>
    <w:lvlOverride w:ilvl="4">
      <w:startOverride w:val="1"/>
      <w:lvl w:ilvl="4">
        <w:start w:val="1"/>
        <w:numFmt w:val="decimal"/>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18">
    <w:abstractNumId w:val="2"/>
  </w:num>
  <w:num w:numId="19">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1641"/>
    <w:rsid w:val="00001BDF"/>
    <w:rsid w:val="0000380F"/>
    <w:rsid w:val="00004175"/>
    <w:rsid w:val="000059C9"/>
    <w:rsid w:val="00012C22"/>
    <w:rsid w:val="000160F7"/>
    <w:rsid w:val="00016D5B"/>
    <w:rsid w:val="00016F30"/>
    <w:rsid w:val="0002047C"/>
    <w:rsid w:val="00021B9A"/>
    <w:rsid w:val="000242D6"/>
    <w:rsid w:val="00024EE5"/>
    <w:rsid w:val="000250FB"/>
    <w:rsid w:val="00041AF6"/>
    <w:rsid w:val="00044E62"/>
    <w:rsid w:val="00050BA4"/>
    <w:rsid w:val="0005141D"/>
    <w:rsid w:val="00051738"/>
    <w:rsid w:val="0005242B"/>
    <w:rsid w:val="00052548"/>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55B4"/>
    <w:rsid w:val="000E65F0"/>
    <w:rsid w:val="000F072C"/>
    <w:rsid w:val="000F2074"/>
    <w:rsid w:val="000F31D7"/>
    <w:rsid w:val="000F36F4"/>
    <w:rsid w:val="000F6743"/>
    <w:rsid w:val="001006C2"/>
    <w:rsid w:val="00101BE8"/>
    <w:rsid w:val="00103401"/>
    <w:rsid w:val="00103A44"/>
    <w:rsid w:val="00103D36"/>
    <w:rsid w:val="0010436E"/>
    <w:rsid w:val="00107B2B"/>
    <w:rsid w:val="00111641"/>
    <w:rsid w:val="00111B36"/>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1F52"/>
    <w:rsid w:val="00162105"/>
    <w:rsid w:val="00162EEA"/>
    <w:rsid w:val="00163164"/>
    <w:rsid w:val="00166253"/>
    <w:rsid w:val="001704B7"/>
    <w:rsid w:val="001708A6"/>
    <w:rsid w:val="001710C0"/>
    <w:rsid w:val="00172AFB"/>
    <w:rsid w:val="001772B8"/>
    <w:rsid w:val="00177B76"/>
    <w:rsid w:val="00180FBF"/>
    <w:rsid w:val="001813C3"/>
    <w:rsid w:val="00182CF4"/>
    <w:rsid w:val="001847F2"/>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777"/>
    <w:rsid w:val="001E38E0"/>
    <w:rsid w:val="001E4E72"/>
    <w:rsid w:val="001E62B3"/>
    <w:rsid w:val="001E6424"/>
    <w:rsid w:val="001E749D"/>
    <w:rsid w:val="001F0171"/>
    <w:rsid w:val="001F0D77"/>
    <w:rsid w:val="001F643A"/>
    <w:rsid w:val="001F7DD8"/>
    <w:rsid w:val="00201928"/>
    <w:rsid w:val="00203E26"/>
    <w:rsid w:val="0020449C"/>
    <w:rsid w:val="00207125"/>
    <w:rsid w:val="00210EF6"/>
    <w:rsid w:val="002113B8"/>
    <w:rsid w:val="00215665"/>
    <w:rsid w:val="002163BB"/>
    <w:rsid w:val="0021792C"/>
    <w:rsid w:val="00220909"/>
    <w:rsid w:val="002240AB"/>
    <w:rsid w:val="00225E37"/>
    <w:rsid w:val="00231DCA"/>
    <w:rsid w:val="00235792"/>
    <w:rsid w:val="00242E3A"/>
    <w:rsid w:val="002455EA"/>
    <w:rsid w:val="00246492"/>
    <w:rsid w:val="002506CF"/>
    <w:rsid w:val="0025107F"/>
    <w:rsid w:val="00260CD4"/>
    <w:rsid w:val="002639D8"/>
    <w:rsid w:val="00265F77"/>
    <w:rsid w:val="00266C83"/>
    <w:rsid w:val="00270FCC"/>
    <w:rsid w:val="002768DC"/>
    <w:rsid w:val="00294C8F"/>
    <w:rsid w:val="002A0B2E"/>
    <w:rsid w:val="002A0DC1"/>
    <w:rsid w:val="002A3898"/>
    <w:rsid w:val="002A6C56"/>
    <w:rsid w:val="002B1A87"/>
    <w:rsid w:val="002C04C4"/>
    <w:rsid w:val="002C090C"/>
    <w:rsid w:val="002C1243"/>
    <w:rsid w:val="002C1815"/>
    <w:rsid w:val="002C475E"/>
    <w:rsid w:val="002C6AD6"/>
    <w:rsid w:val="002D6C2A"/>
    <w:rsid w:val="002D7A86"/>
    <w:rsid w:val="002F4100"/>
    <w:rsid w:val="002F45FF"/>
    <w:rsid w:val="002F66D3"/>
    <w:rsid w:val="002F6D17"/>
    <w:rsid w:val="00302887"/>
    <w:rsid w:val="003056EB"/>
    <w:rsid w:val="003071FF"/>
    <w:rsid w:val="00310652"/>
    <w:rsid w:val="00311065"/>
    <w:rsid w:val="0031371D"/>
    <w:rsid w:val="0031789F"/>
    <w:rsid w:val="00320788"/>
    <w:rsid w:val="003233A3"/>
    <w:rsid w:val="00325D44"/>
    <w:rsid w:val="00330FA3"/>
    <w:rsid w:val="00332C8A"/>
    <w:rsid w:val="00334C33"/>
    <w:rsid w:val="003358FA"/>
    <w:rsid w:val="0034218C"/>
    <w:rsid w:val="003440B4"/>
    <w:rsid w:val="0034455D"/>
    <w:rsid w:val="0034604B"/>
    <w:rsid w:val="00346D17"/>
    <w:rsid w:val="00347972"/>
    <w:rsid w:val="0035469B"/>
    <w:rsid w:val="003559CC"/>
    <w:rsid w:val="00355D4B"/>
    <w:rsid w:val="003565D4"/>
    <w:rsid w:val="003569D7"/>
    <w:rsid w:val="003608AC"/>
    <w:rsid w:val="003626B7"/>
    <w:rsid w:val="00363A23"/>
    <w:rsid w:val="0036440C"/>
    <w:rsid w:val="0036465A"/>
    <w:rsid w:val="00386D65"/>
    <w:rsid w:val="00390C38"/>
    <w:rsid w:val="00392748"/>
    <w:rsid w:val="00392C65"/>
    <w:rsid w:val="00392ED5"/>
    <w:rsid w:val="003A19DC"/>
    <w:rsid w:val="003A1B45"/>
    <w:rsid w:val="003A220C"/>
    <w:rsid w:val="003A50D3"/>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298C"/>
    <w:rsid w:val="0042385C"/>
    <w:rsid w:val="00426FA5"/>
    <w:rsid w:val="00431654"/>
    <w:rsid w:val="00434926"/>
    <w:rsid w:val="00440D40"/>
    <w:rsid w:val="00443ACE"/>
    <w:rsid w:val="00444217"/>
    <w:rsid w:val="004478F4"/>
    <w:rsid w:val="00450F7A"/>
    <w:rsid w:val="00452C6D"/>
    <w:rsid w:val="00455E0B"/>
    <w:rsid w:val="0045724D"/>
    <w:rsid w:val="00457934"/>
    <w:rsid w:val="00462B9F"/>
    <w:rsid w:val="004648E1"/>
    <w:rsid w:val="004659EE"/>
    <w:rsid w:val="00473E34"/>
    <w:rsid w:val="00476BA9"/>
    <w:rsid w:val="00481650"/>
    <w:rsid w:val="00490807"/>
    <w:rsid w:val="00493169"/>
    <w:rsid w:val="004936C2"/>
    <w:rsid w:val="0049379C"/>
    <w:rsid w:val="004A1CA0"/>
    <w:rsid w:val="004A22E9"/>
    <w:rsid w:val="004A4ACD"/>
    <w:rsid w:val="004A506C"/>
    <w:rsid w:val="004A5BC5"/>
    <w:rsid w:val="004B023D"/>
    <w:rsid w:val="004C0909"/>
    <w:rsid w:val="004C3F97"/>
    <w:rsid w:val="004C66BF"/>
    <w:rsid w:val="004C7630"/>
    <w:rsid w:val="004D01F2"/>
    <w:rsid w:val="004D2CED"/>
    <w:rsid w:val="004D3339"/>
    <w:rsid w:val="004D353F"/>
    <w:rsid w:val="004D36D7"/>
    <w:rsid w:val="004D682B"/>
    <w:rsid w:val="004E12F8"/>
    <w:rsid w:val="004E2692"/>
    <w:rsid w:val="004E6152"/>
    <w:rsid w:val="004F344A"/>
    <w:rsid w:val="004F4EC3"/>
    <w:rsid w:val="0050481A"/>
    <w:rsid w:val="00504D52"/>
    <w:rsid w:val="00504ED4"/>
    <w:rsid w:val="00505AF0"/>
    <w:rsid w:val="00507D50"/>
    <w:rsid w:val="00510639"/>
    <w:rsid w:val="00511791"/>
    <w:rsid w:val="005139BE"/>
    <w:rsid w:val="00514195"/>
    <w:rsid w:val="00516142"/>
    <w:rsid w:val="0051681C"/>
    <w:rsid w:val="00520027"/>
    <w:rsid w:val="0052093C"/>
    <w:rsid w:val="00521B31"/>
    <w:rsid w:val="00522469"/>
    <w:rsid w:val="0052400A"/>
    <w:rsid w:val="00536277"/>
    <w:rsid w:val="00536F43"/>
    <w:rsid w:val="00540151"/>
    <w:rsid w:val="00542616"/>
    <w:rsid w:val="005468C1"/>
    <w:rsid w:val="005510BA"/>
    <w:rsid w:val="005538C8"/>
    <w:rsid w:val="00554B4E"/>
    <w:rsid w:val="00556C02"/>
    <w:rsid w:val="00561BB2"/>
    <w:rsid w:val="00563249"/>
    <w:rsid w:val="00570A65"/>
    <w:rsid w:val="005762B1"/>
    <w:rsid w:val="00577125"/>
    <w:rsid w:val="00580456"/>
    <w:rsid w:val="00580E73"/>
    <w:rsid w:val="00587CB0"/>
    <w:rsid w:val="00592329"/>
    <w:rsid w:val="00593386"/>
    <w:rsid w:val="00596998"/>
    <w:rsid w:val="0059790F"/>
    <w:rsid w:val="005A6E62"/>
    <w:rsid w:val="005A70FA"/>
    <w:rsid w:val="005B2FB3"/>
    <w:rsid w:val="005B5F3E"/>
    <w:rsid w:val="005C07D7"/>
    <w:rsid w:val="005C6DE5"/>
    <w:rsid w:val="005D22F4"/>
    <w:rsid w:val="005D2704"/>
    <w:rsid w:val="005D2B29"/>
    <w:rsid w:val="005D354A"/>
    <w:rsid w:val="005D3E53"/>
    <w:rsid w:val="005D506C"/>
    <w:rsid w:val="005E3235"/>
    <w:rsid w:val="005E4176"/>
    <w:rsid w:val="005E4876"/>
    <w:rsid w:val="005E65B5"/>
    <w:rsid w:val="005F0301"/>
    <w:rsid w:val="005F3AE9"/>
    <w:rsid w:val="005F758F"/>
    <w:rsid w:val="006007BB"/>
    <w:rsid w:val="00601BD0"/>
    <w:rsid w:val="00601DC0"/>
    <w:rsid w:val="006034CB"/>
    <w:rsid w:val="00603503"/>
    <w:rsid w:val="00603C52"/>
    <w:rsid w:val="006131CE"/>
    <w:rsid w:val="0061336B"/>
    <w:rsid w:val="00617D6E"/>
    <w:rsid w:val="00620ED5"/>
    <w:rsid w:val="00622D61"/>
    <w:rsid w:val="00624198"/>
    <w:rsid w:val="00633E2C"/>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6339"/>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06362"/>
    <w:rsid w:val="00710659"/>
    <w:rsid w:val="0071147A"/>
    <w:rsid w:val="0071185D"/>
    <w:rsid w:val="0071662A"/>
    <w:rsid w:val="00721E01"/>
    <w:rsid w:val="007222AD"/>
    <w:rsid w:val="007258A6"/>
    <w:rsid w:val="007267CF"/>
    <w:rsid w:val="007269D8"/>
    <w:rsid w:val="00731F3F"/>
    <w:rsid w:val="00733BAB"/>
    <w:rsid w:val="0073604C"/>
    <w:rsid w:val="007436BF"/>
    <w:rsid w:val="007443E9"/>
    <w:rsid w:val="00745DCE"/>
    <w:rsid w:val="00747F8F"/>
    <w:rsid w:val="00753D89"/>
    <w:rsid w:val="00753DDA"/>
    <w:rsid w:val="00754A6E"/>
    <w:rsid w:val="007550F9"/>
    <w:rsid w:val="007553D8"/>
    <w:rsid w:val="00755C9B"/>
    <w:rsid w:val="00760FE4"/>
    <w:rsid w:val="007636C2"/>
    <w:rsid w:val="00763D8B"/>
    <w:rsid w:val="007657F6"/>
    <w:rsid w:val="00765E47"/>
    <w:rsid w:val="0077125A"/>
    <w:rsid w:val="00774E09"/>
    <w:rsid w:val="0078405B"/>
    <w:rsid w:val="00786F58"/>
    <w:rsid w:val="00787CC1"/>
    <w:rsid w:val="00792DE2"/>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49C9"/>
    <w:rsid w:val="007E61DC"/>
    <w:rsid w:val="007E6402"/>
    <w:rsid w:val="007F0A0B"/>
    <w:rsid w:val="007F3A60"/>
    <w:rsid w:val="007F3D0B"/>
    <w:rsid w:val="007F46D8"/>
    <w:rsid w:val="007F7C94"/>
    <w:rsid w:val="00802FFA"/>
    <w:rsid w:val="00810E4B"/>
    <w:rsid w:val="0081231C"/>
    <w:rsid w:val="00814BAA"/>
    <w:rsid w:val="00816F0C"/>
    <w:rsid w:val="0082211C"/>
    <w:rsid w:val="00824295"/>
    <w:rsid w:val="00827A65"/>
    <w:rsid w:val="00830473"/>
    <w:rsid w:val="008313F3"/>
    <w:rsid w:val="008328B2"/>
    <w:rsid w:val="008402F2"/>
    <w:rsid w:val="00840469"/>
    <w:rsid w:val="008405BB"/>
    <w:rsid w:val="0084564F"/>
    <w:rsid w:val="00846494"/>
    <w:rsid w:val="00847B20"/>
    <w:rsid w:val="008509D3"/>
    <w:rsid w:val="008512F2"/>
    <w:rsid w:val="00853418"/>
    <w:rsid w:val="00856EBD"/>
    <w:rsid w:val="00857CF6"/>
    <w:rsid w:val="008610ED"/>
    <w:rsid w:val="00861C6A"/>
    <w:rsid w:val="00865199"/>
    <w:rsid w:val="00867EAF"/>
    <w:rsid w:val="00870763"/>
    <w:rsid w:val="008713EA"/>
    <w:rsid w:val="00873C6B"/>
    <w:rsid w:val="00882B63"/>
    <w:rsid w:val="00882E83"/>
    <w:rsid w:val="00883500"/>
    <w:rsid w:val="0088426A"/>
    <w:rsid w:val="008852BA"/>
    <w:rsid w:val="00890108"/>
    <w:rsid w:val="00893877"/>
    <w:rsid w:val="0089532C"/>
    <w:rsid w:val="00896165"/>
    <w:rsid w:val="00896681"/>
    <w:rsid w:val="0089767B"/>
    <w:rsid w:val="008A2749"/>
    <w:rsid w:val="008A3A90"/>
    <w:rsid w:val="008B06D4"/>
    <w:rsid w:val="008B4F20"/>
    <w:rsid w:val="008B68E7"/>
    <w:rsid w:val="008B7FFD"/>
    <w:rsid w:val="008C22D9"/>
    <w:rsid w:val="008C286A"/>
    <w:rsid w:val="008C2920"/>
    <w:rsid w:val="008C4307"/>
    <w:rsid w:val="008D23DF"/>
    <w:rsid w:val="008D256F"/>
    <w:rsid w:val="008D73BF"/>
    <w:rsid w:val="008D7F09"/>
    <w:rsid w:val="008E00D5"/>
    <w:rsid w:val="008E395E"/>
    <w:rsid w:val="008E5B64"/>
    <w:rsid w:val="008E7DAA"/>
    <w:rsid w:val="008F0094"/>
    <w:rsid w:val="008F03EF"/>
    <w:rsid w:val="008F1798"/>
    <w:rsid w:val="008F340F"/>
    <w:rsid w:val="00903523"/>
    <w:rsid w:val="00906281"/>
    <w:rsid w:val="0090659A"/>
    <w:rsid w:val="00911080"/>
    <w:rsid w:val="00912500"/>
    <w:rsid w:val="0091350B"/>
    <w:rsid w:val="00915986"/>
    <w:rsid w:val="00917624"/>
    <w:rsid w:val="00925E44"/>
    <w:rsid w:val="00926CB2"/>
    <w:rsid w:val="00930386"/>
    <w:rsid w:val="009309F5"/>
    <w:rsid w:val="00933237"/>
    <w:rsid w:val="00933F28"/>
    <w:rsid w:val="009400C3"/>
    <w:rsid w:val="00942299"/>
    <w:rsid w:val="009453F7"/>
    <w:rsid w:val="009476C0"/>
    <w:rsid w:val="00963E34"/>
    <w:rsid w:val="00964DFA"/>
    <w:rsid w:val="00970A69"/>
    <w:rsid w:val="009764DC"/>
    <w:rsid w:val="00980E85"/>
    <w:rsid w:val="0098155C"/>
    <w:rsid w:val="00981CCA"/>
    <w:rsid w:val="00983B77"/>
    <w:rsid w:val="009851E9"/>
    <w:rsid w:val="00996053"/>
    <w:rsid w:val="00997E71"/>
    <w:rsid w:val="009A0B2F"/>
    <w:rsid w:val="009A1CF4"/>
    <w:rsid w:val="009A37D7"/>
    <w:rsid w:val="009A4E17"/>
    <w:rsid w:val="009A6955"/>
    <w:rsid w:val="009B0697"/>
    <w:rsid w:val="009B341C"/>
    <w:rsid w:val="009B5747"/>
    <w:rsid w:val="009C0B81"/>
    <w:rsid w:val="009C3182"/>
    <w:rsid w:val="009D2C27"/>
    <w:rsid w:val="009D503E"/>
    <w:rsid w:val="009E2309"/>
    <w:rsid w:val="009E42B9"/>
    <w:rsid w:val="009E4E17"/>
    <w:rsid w:val="009E54B9"/>
    <w:rsid w:val="009F1F4E"/>
    <w:rsid w:val="009F4C2E"/>
    <w:rsid w:val="00A014A3"/>
    <w:rsid w:val="00A027CC"/>
    <w:rsid w:val="00A03F3D"/>
    <w:rsid w:val="00A0412D"/>
    <w:rsid w:val="00A15DF0"/>
    <w:rsid w:val="00A21211"/>
    <w:rsid w:val="00A24A9E"/>
    <w:rsid w:val="00A30F8A"/>
    <w:rsid w:val="00A33890"/>
    <w:rsid w:val="00A34E7F"/>
    <w:rsid w:val="00A4182A"/>
    <w:rsid w:val="00A4336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0082"/>
    <w:rsid w:val="00A96172"/>
    <w:rsid w:val="00A96D52"/>
    <w:rsid w:val="00A97C5F"/>
    <w:rsid w:val="00AA3870"/>
    <w:rsid w:val="00AA40A0"/>
    <w:rsid w:val="00AB0D6A"/>
    <w:rsid w:val="00AB43B3"/>
    <w:rsid w:val="00AB49B9"/>
    <w:rsid w:val="00AB501D"/>
    <w:rsid w:val="00AB758A"/>
    <w:rsid w:val="00AC027E"/>
    <w:rsid w:val="00AC05AB"/>
    <w:rsid w:val="00AC1E7E"/>
    <w:rsid w:val="00AC507D"/>
    <w:rsid w:val="00AC66E4"/>
    <w:rsid w:val="00AD0118"/>
    <w:rsid w:val="00AD04F2"/>
    <w:rsid w:val="00AD317D"/>
    <w:rsid w:val="00AD4578"/>
    <w:rsid w:val="00AD68E9"/>
    <w:rsid w:val="00AD761F"/>
    <w:rsid w:val="00AE56C0"/>
    <w:rsid w:val="00AF3EFD"/>
    <w:rsid w:val="00AF7ACC"/>
    <w:rsid w:val="00B00914"/>
    <w:rsid w:val="00B02A8E"/>
    <w:rsid w:val="00B052EE"/>
    <w:rsid w:val="00B1081F"/>
    <w:rsid w:val="00B22F4F"/>
    <w:rsid w:val="00B2496B"/>
    <w:rsid w:val="00B27499"/>
    <w:rsid w:val="00B3010D"/>
    <w:rsid w:val="00B34F7E"/>
    <w:rsid w:val="00B35151"/>
    <w:rsid w:val="00B402D3"/>
    <w:rsid w:val="00B42F9A"/>
    <w:rsid w:val="00B433F2"/>
    <w:rsid w:val="00B458E8"/>
    <w:rsid w:val="00B47940"/>
    <w:rsid w:val="00B5397B"/>
    <w:rsid w:val="00B53EE9"/>
    <w:rsid w:val="00B6183E"/>
    <w:rsid w:val="00B62809"/>
    <w:rsid w:val="00B72F2A"/>
    <w:rsid w:val="00B74716"/>
    <w:rsid w:val="00B7675A"/>
    <w:rsid w:val="00B777EF"/>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322F"/>
    <w:rsid w:val="00BC7423"/>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112D"/>
    <w:rsid w:val="00C32713"/>
    <w:rsid w:val="00C33A03"/>
    <w:rsid w:val="00C351B8"/>
    <w:rsid w:val="00C410D9"/>
    <w:rsid w:val="00C42133"/>
    <w:rsid w:val="00C44DB7"/>
    <w:rsid w:val="00C4510A"/>
    <w:rsid w:val="00C477C2"/>
    <w:rsid w:val="00C47F2E"/>
    <w:rsid w:val="00C52BA6"/>
    <w:rsid w:val="00C56646"/>
    <w:rsid w:val="00C57A1A"/>
    <w:rsid w:val="00C60BBD"/>
    <w:rsid w:val="00C60EA8"/>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95B07"/>
    <w:rsid w:val="00CA2BB2"/>
    <w:rsid w:val="00CA73D5"/>
    <w:rsid w:val="00CB2FC9"/>
    <w:rsid w:val="00CB5068"/>
    <w:rsid w:val="00CB7D2B"/>
    <w:rsid w:val="00CC1C87"/>
    <w:rsid w:val="00CC3000"/>
    <w:rsid w:val="00CC4859"/>
    <w:rsid w:val="00CC7A35"/>
    <w:rsid w:val="00CD072A"/>
    <w:rsid w:val="00CD1070"/>
    <w:rsid w:val="00CD1B81"/>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3FF1"/>
    <w:rsid w:val="00D56A0E"/>
    <w:rsid w:val="00D57AD3"/>
    <w:rsid w:val="00D62F25"/>
    <w:rsid w:val="00D635FE"/>
    <w:rsid w:val="00D66A7B"/>
    <w:rsid w:val="00D729DE"/>
    <w:rsid w:val="00D75B6A"/>
    <w:rsid w:val="00D778DF"/>
    <w:rsid w:val="00D84BDA"/>
    <w:rsid w:val="00D85325"/>
    <w:rsid w:val="00D86D9E"/>
    <w:rsid w:val="00D87013"/>
    <w:rsid w:val="00D876A8"/>
    <w:rsid w:val="00D87F26"/>
    <w:rsid w:val="00D913F0"/>
    <w:rsid w:val="00D93063"/>
    <w:rsid w:val="00D933B0"/>
    <w:rsid w:val="00D951FC"/>
    <w:rsid w:val="00D977E8"/>
    <w:rsid w:val="00D97B16"/>
    <w:rsid w:val="00DA119B"/>
    <w:rsid w:val="00DB173D"/>
    <w:rsid w:val="00DB1C89"/>
    <w:rsid w:val="00DB3763"/>
    <w:rsid w:val="00DB4029"/>
    <w:rsid w:val="00DB5F4D"/>
    <w:rsid w:val="00DB66F2"/>
    <w:rsid w:val="00DB6DA5"/>
    <w:rsid w:val="00DC076B"/>
    <w:rsid w:val="00DC186F"/>
    <w:rsid w:val="00DC252F"/>
    <w:rsid w:val="00DC509B"/>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2D81"/>
    <w:rsid w:val="00E53F99"/>
    <w:rsid w:val="00E56510"/>
    <w:rsid w:val="00E62EA8"/>
    <w:rsid w:val="00E67A6E"/>
    <w:rsid w:val="00E70096"/>
    <w:rsid w:val="00E71B43"/>
    <w:rsid w:val="00E806BE"/>
    <w:rsid w:val="00E81612"/>
    <w:rsid w:val="00E82BD7"/>
    <w:rsid w:val="00E859E3"/>
    <w:rsid w:val="00E87D18"/>
    <w:rsid w:val="00E87D62"/>
    <w:rsid w:val="00E949FA"/>
    <w:rsid w:val="00E97333"/>
    <w:rsid w:val="00EA0B65"/>
    <w:rsid w:val="00EA486E"/>
    <w:rsid w:val="00EA4FA3"/>
    <w:rsid w:val="00EB001B"/>
    <w:rsid w:val="00EB3082"/>
    <w:rsid w:val="00EB6C33"/>
    <w:rsid w:val="00EC1DEA"/>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2427"/>
    <w:rsid w:val="00F86EB0"/>
    <w:rsid w:val="00FA154B"/>
    <w:rsid w:val="00FA3811"/>
    <w:rsid w:val="00FA3B9F"/>
    <w:rsid w:val="00FA3F06"/>
    <w:rsid w:val="00FA4A26"/>
    <w:rsid w:val="00FA7084"/>
    <w:rsid w:val="00FA7BEF"/>
    <w:rsid w:val="00FB1105"/>
    <w:rsid w:val="00FB1929"/>
    <w:rsid w:val="00FB5FD9"/>
    <w:rsid w:val="00FB6713"/>
    <w:rsid w:val="00FB7FFE"/>
    <w:rsid w:val="00FC4790"/>
    <w:rsid w:val="00FD1398"/>
    <w:rsid w:val="00FD33AB"/>
    <w:rsid w:val="00FD3BA4"/>
    <w:rsid w:val="00FD4724"/>
    <w:rsid w:val="00FD4A68"/>
    <w:rsid w:val="00FD68ED"/>
    <w:rsid w:val="00FD7E00"/>
    <w:rsid w:val="00FE2824"/>
    <w:rsid w:val="00FE2EA5"/>
    <w:rsid w:val="00FE2F0E"/>
    <w:rsid w:val="00FE53F2"/>
    <w:rsid w:val="00FE56B8"/>
    <w:rsid w:val="00FE661F"/>
    <w:rsid w:val="00FF0400"/>
    <w:rsid w:val="00FF3D6B"/>
    <w:rsid w:val="00FF5407"/>
    <w:rsid w:val="00FF6D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6683FA"/>
  <w15:docId w15:val="{E692CCC5-BAB0-4B21-A950-29199767F1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71662A"/>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71662A"/>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71662A"/>
    <w:pPr>
      <w:keepNext/>
      <w:numPr>
        <w:ilvl w:val="1"/>
        <w:numId w:val="5"/>
      </w:numPr>
      <w:spacing w:before="240" w:after="120" w:line="240" w:lineRule="auto"/>
      <w:outlineLvl w:val="1"/>
    </w:pPr>
    <w:rPr>
      <w:rFonts w:eastAsia="Times New Roman"/>
      <w:b/>
      <w:bCs/>
      <w:sz w:val="24"/>
      <w:szCs w:val="26"/>
    </w:rPr>
  </w:style>
  <w:style w:type="paragraph" w:styleId="Heading3">
    <w:name w:val="heading 3"/>
    <w:basedOn w:val="Normal"/>
    <w:next w:val="BodyTextL25"/>
    <w:link w:val="Heading3Char"/>
    <w:unhideWhenUsed/>
    <w:qFormat/>
    <w:rsid w:val="0071662A"/>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71662A"/>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71662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71662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71662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71662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71662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1662A"/>
    <w:rPr>
      <w:b/>
      <w:bCs/>
      <w:noProof/>
      <w:sz w:val="26"/>
      <w:szCs w:val="26"/>
    </w:rPr>
  </w:style>
  <w:style w:type="character" w:customStyle="1" w:styleId="Heading2Char">
    <w:name w:val="Heading 2 Char"/>
    <w:link w:val="Heading2"/>
    <w:uiPriority w:val="9"/>
    <w:rsid w:val="0071662A"/>
    <w:rPr>
      <w:rFonts w:eastAsia="Times New Roman"/>
      <w:b/>
      <w:bCs/>
      <w:sz w:val="24"/>
      <w:szCs w:val="26"/>
    </w:rPr>
  </w:style>
  <w:style w:type="paragraph" w:customStyle="1" w:styleId="ClientNote">
    <w:name w:val="Client Note"/>
    <w:basedOn w:val="Normal"/>
    <w:next w:val="Normal"/>
    <w:autoRedefine/>
    <w:semiHidden/>
    <w:unhideWhenUsed/>
    <w:qFormat/>
    <w:rsid w:val="0071662A"/>
    <w:pPr>
      <w:spacing w:after="0" w:line="240" w:lineRule="auto"/>
    </w:pPr>
    <w:rPr>
      <w:i/>
      <w:color w:val="FF0000"/>
    </w:rPr>
  </w:style>
  <w:style w:type="paragraph" w:customStyle="1" w:styleId="AnswerLineL25">
    <w:name w:val="Answer Line L25"/>
    <w:basedOn w:val="BodyTextL25"/>
    <w:next w:val="BodyTextL25"/>
    <w:qFormat/>
    <w:rsid w:val="0071662A"/>
    <w:rPr>
      <w:b/>
      <w:i/>
      <w:color w:val="FFFFFF" w:themeColor="background1"/>
    </w:rPr>
  </w:style>
  <w:style w:type="paragraph" w:customStyle="1" w:styleId="PageHead">
    <w:name w:val="Page Head"/>
    <w:basedOn w:val="Normal"/>
    <w:qFormat/>
    <w:rsid w:val="0071662A"/>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71662A"/>
    <w:pPr>
      <w:ind w:left="720"/>
    </w:pPr>
  </w:style>
  <w:style w:type="paragraph" w:styleId="Header">
    <w:name w:val="header"/>
    <w:basedOn w:val="Normal"/>
    <w:link w:val="HeaderChar"/>
    <w:unhideWhenUsed/>
    <w:rsid w:val="0071662A"/>
    <w:pPr>
      <w:tabs>
        <w:tab w:val="center" w:pos="4680"/>
        <w:tab w:val="right" w:pos="9360"/>
      </w:tabs>
    </w:pPr>
  </w:style>
  <w:style w:type="character" w:customStyle="1" w:styleId="HeaderChar">
    <w:name w:val="Header Char"/>
    <w:basedOn w:val="DefaultParagraphFont"/>
    <w:link w:val="Header"/>
    <w:rsid w:val="0071662A"/>
    <w:rPr>
      <w:sz w:val="22"/>
      <w:szCs w:val="22"/>
    </w:rPr>
  </w:style>
  <w:style w:type="paragraph" w:styleId="Footer">
    <w:name w:val="footer"/>
    <w:basedOn w:val="Normal"/>
    <w:link w:val="FooterChar"/>
    <w:autoRedefine/>
    <w:uiPriority w:val="99"/>
    <w:unhideWhenUsed/>
    <w:rsid w:val="0071662A"/>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71662A"/>
    <w:rPr>
      <w:sz w:val="16"/>
      <w:szCs w:val="22"/>
    </w:rPr>
  </w:style>
  <w:style w:type="paragraph" w:styleId="BalloonText">
    <w:name w:val="Balloon Text"/>
    <w:basedOn w:val="Normal"/>
    <w:link w:val="BalloonTextChar"/>
    <w:uiPriority w:val="99"/>
    <w:semiHidden/>
    <w:unhideWhenUsed/>
    <w:rsid w:val="0071662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71662A"/>
    <w:rPr>
      <w:rFonts w:ascii="Tahoma" w:hAnsi="Tahoma"/>
      <w:sz w:val="16"/>
      <w:szCs w:val="16"/>
    </w:rPr>
  </w:style>
  <w:style w:type="paragraph" w:customStyle="1" w:styleId="TableText">
    <w:name w:val="Table Text"/>
    <w:basedOn w:val="Normal"/>
    <w:link w:val="TableTextChar"/>
    <w:qFormat/>
    <w:rsid w:val="0071662A"/>
    <w:pPr>
      <w:spacing w:line="240" w:lineRule="auto"/>
    </w:pPr>
    <w:rPr>
      <w:sz w:val="20"/>
      <w:szCs w:val="20"/>
    </w:rPr>
  </w:style>
  <w:style w:type="character" w:customStyle="1" w:styleId="TableTextChar">
    <w:name w:val="Table Text Char"/>
    <w:link w:val="TableText"/>
    <w:rsid w:val="0071662A"/>
  </w:style>
  <w:style w:type="table" w:styleId="TableGrid">
    <w:name w:val="Table Grid"/>
    <w:basedOn w:val="TableNormal"/>
    <w:uiPriority w:val="59"/>
    <w:rsid w:val="007166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71662A"/>
    <w:pPr>
      <w:keepNext/>
      <w:spacing w:before="120" w:after="120"/>
      <w:jc w:val="center"/>
    </w:pPr>
    <w:rPr>
      <w:b/>
      <w:sz w:val="20"/>
    </w:rPr>
  </w:style>
  <w:style w:type="paragraph" w:customStyle="1" w:styleId="Bulletlevel1">
    <w:name w:val="Bullet level 1"/>
    <w:basedOn w:val="BodyTextL25"/>
    <w:qFormat/>
    <w:rsid w:val="0071662A"/>
    <w:pPr>
      <w:numPr>
        <w:numId w:val="1"/>
      </w:numPr>
    </w:pPr>
  </w:style>
  <w:style w:type="paragraph" w:customStyle="1" w:styleId="Bulletlevel2">
    <w:name w:val="Bullet level 2"/>
    <w:basedOn w:val="BodyTextL25"/>
    <w:qFormat/>
    <w:rsid w:val="0071662A"/>
    <w:pPr>
      <w:numPr>
        <w:numId w:val="7"/>
      </w:numPr>
      <w:ind w:left="1080"/>
    </w:pPr>
  </w:style>
  <w:style w:type="paragraph" w:customStyle="1" w:styleId="InstNoteRed">
    <w:name w:val="Inst Note Red"/>
    <w:basedOn w:val="Normal"/>
    <w:qFormat/>
    <w:rsid w:val="0071662A"/>
    <w:pPr>
      <w:spacing w:line="240" w:lineRule="auto"/>
    </w:pPr>
    <w:rPr>
      <w:color w:val="EE0000"/>
      <w:sz w:val="20"/>
    </w:rPr>
  </w:style>
  <w:style w:type="paragraph" w:customStyle="1" w:styleId="ConfigWindow">
    <w:name w:val="Config Window"/>
    <w:basedOn w:val="BodyText"/>
    <w:next w:val="BodyTextL25"/>
    <w:qFormat/>
    <w:rsid w:val="0071662A"/>
    <w:pPr>
      <w:spacing w:before="0" w:after="0"/>
    </w:pPr>
    <w:rPr>
      <w:i/>
      <w:color w:val="FFFFFF" w:themeColor="background1"/>
      <w:sz w:val="6"/>
    </w:rPr>
  </w:style>
  <w:style w:type="paragraph" w:customStyle="1" w:styleId="SubStepAlpha">
    <w:name w:val="SubStep Alpha"/>
    <w:basedOn w:val="BodyTextL25"/>
    <w:qFormat/>
    <w:rsid w:val="0071662A"/>
    <w:pPr>
      <w:numPr>
        <w:ilvl w:val="3"/>
        <w:numId w:val="5"/>
      </w:numPr>
    </w:pPr>
  </w:style>
  <w:style w:type="paragraph" w:customStyle="1" w:styleId="CMD">
    <w:name w:val="CMD"/>
    <w:basedOn w:val="BodyTextL25"/>
    <w:link w:val="CMDChar"/>
    <w:qFormat/>
    <w:rsid w:val="0071662A"/>
    <w:pPr>
      <w:spacing w:before="60" w:after="60"/>
      <w:ind w:left="720"/>
    </w:pPr>
    <w:rPr>
      <w:rFonts w:ascii="Courier New" w:hAnsi="Courier New"/>
    </w:rPr>
  </w:style>
  <w:style w:type="paragraph" w:customStyle="1" w:styleId="BodyTextL50">
    <w:name w:val="Body Text L50"/>
    <w:basedOn w:val="Normal"/>
    <w:link w:val="BodyTextL50Char"/>
    <w:qFormat/>
    <w:rsid w:val="0071662A"/>
    <w:pPr>
      <w:spacing w:before="120" w:after="120" w:line="240" w:lineRule="auto"/>
      <w:ind w:left="720"/>
    </w:pPr>
    <w:rPr>
      <w:sz w:val="20"/>
    </w:rPr>
  </w:style>
  <w:style w:type="paragraph" w:customStyle="1" w:styleId="BodyTextL25">
    <w:name w:val="Body Text L25"/>
    <w:basedOn w:val="Normal"/>
    <w:link w:val="BodyTextL25Char"/>
    <w:qFormat/>
    <w:rsid w:val="0071662A"/>
    <w:pPr>
      <w:spacing w:before="120" w:after="120" w:line="240" w:lineRule="auto"/>
      <w:ind w:left="360"/>
    </w:pPr>
    <w:rPr>
      <w:sz w:val="20"/>
    </w:rPr>
  </w:style>
  <w:style w:type="paragraph" w:customStyle="1" w:styleId="InstNoteRedL50">
    <w:name w:val="Inst Note Red L50"/>
    <w:basedOn w:val="InstNoteRed"/>
    <w:next w:val="Normal"/>
    <w:qFormat/>
    <w:rsid w:val="0071662A"/>
    <w:pPr>
      <w:spacing w:before="120" w:after="120"/>
      <w:ind w:left="720"/>
    </w:pPr>
  </w:style>
  <w:style w:type="paragraph" w:customStyle="1" w:styleId="DevConfigs">
    <w:name w:val="DevConfigs"/>
    <w:basedOn w:val="Normal"/>
    <w:link w:val="DevConfigsChar"/>
    <w:qFormat/>
    <w:rsid w:val="0071662A"/>
    <w:pPr>
      <w:spacing w:before="0" w:after="0"/>
    </w:pPr>
    <w:rPr>
      <w:rFonts w:ascii="Courier New" w:hAnsi="Courier New"/>
      <w:sz w:val="20"/>
    </w:rPr>
  </w:style>
  <w:style w:type="paragraph" w:customStyle="1" w:styleId="Visual">
    <w:name w:val="Visual"/>
    <w:basedOn w:val="Normal"/>
    <w:qFormat/>
    <w:rsid w:val="0071662A"/>
    <w:pPr>
      <w:spacing w:before="240" w:after="240"/>
      <w:jc w:val="center"/>
    </w:pPr>
  </w:style>
  <w:style w:type="paragraph" w:styleId="DocumentMap">
    <w:name w:val="Document Map"/>
    <w:basedOn w:val="Normal"/>
    <w:link w:val="DocumentMapChar"/>
    <w:uiPriority w:val="99"/>
    <w:semiHidden/>
    <w:unhideWhenUsed/>
    <w:rsid w:val="0071662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71662A"/>
    <w:rPr>
      <w:rFonts w:ascii="Tahoma" w:hAnsi="Tahoma"/>
      <w:sz w:val="16"/>
      <w:szCs w:val="16"/>
    </w:rPr>
  </w:style>
  <w:style w:type="character" w:customStyle="1" w:styleId="LabTitleInstVersred">
    <w:name w:val="Lab Title Inst Vers (red)"/>
    <w:uiPriority w:val="1"/>
    <w:qFormat/>
    <w:rsid w:val="0071662A"/>
    <w:rPr>
      <w:rFonts w:ascii="Arial" w:hAnsi="Arial"/>
      <w:b/>
      <w:color w:val="EE0000"/>
      <w:sz w:val="32"/>
    </w:rPr>
  </w:style>
  <w:style w:type="character" w:customStyle="1" w:styleId="AnswerGray">
    <w:name w:val="Answer Gray"/>
    <w:basedOn w:val="DefaultParagraphFont"/>
    <w:uiPriority w:val="1"/>
    <w:qFormat/>
    <w:rsid w:val="0071662A"/>
    <w:rPr>
      <w:rFonts w:ascii="Arial" w:hAnsi="Arial"/>
      <w:b/>
      <w:color w:val="auto"/>
      <w:sz w:val="20"/>
      <w:bdr w:val="none" w:sz="0" w:space="0" w:color="auto"/>
      <w:shd w:val="clear" w:color="auto" w:fill="D9D9D9" w:themeFill="background1" w:themeFillShade="D9"/>
    </w:rPr>
  </w:style>
  <w:style w:type="character" w:customStyle="1" w:styleId="Heading1Gray">
    <w:name w:val="Heading 1 Gray"/>
    <w:basedOn w:val="Heading1Char"/>
    <w:uiPriority w:val="1"/>
    <w:qFormat/>
    <w:rsid w:val="0071662A"/>
    <w:rPr>
      <w:rFonts w:ascii="Arial" w:hAnsi="Arial"/>
      <w:b w:val="0"/>
      <w:bCs/>
      <w:noProof/>
      <w:sz w:val="26"/>
      <w:szCs w:val="26"/>
      <w:bdr w:val="none" w:sz="0" w:space="0" w:color="auto"/>
      <w:shd w:val="clear" w:color="auto" w:fill="D9D9D9" w:themeFill="background1" w:themeFillShade="D9"/>
    </w:rPr>
  </w:style>
  <w:style w:type="paragraph" w:customStyle="1" w:styleId="SubStepNum">
    <w:name w:val="SubStep Num"/>
    <w:basedOn w:val="BodyTextL25"/>
    <w:qFormat/>
    <w:rsid w:val="0071662A"/>
    <w:pPr>
      <w:numPr>
        <w:ilvl w:val="4"/>
        <w:numId w:val="5"/>
      </w:numPr>
    </w:pPr>
  </w:style>
  <w:style w:type="table" w:customStyle="1" w:styleId="LightList-Accent11">
    <w:name w:val="Light List - Accent 11"/>
    <w:basedOn w:val="TableNormal"/>
    <w:uiPriority w:val="61"/>
    <w:rsid w:val="0071662A"/>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71662A"/>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rPr>
        <w:tblHeader/>
      </w:tr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tcPr>
    </w:tblStylePr>
  </w:style>
  <w:style w:type="character" w:customStyle="1" w:styleId="DevConfigGray">
    <w:name w:val="DevConfig Gray"/>
    <w:uiPriority w:val="1"/>
    <w:qFormat/>
    <w:rsid w:val="0071662A"/>
    <w:rPr>
      <w:rFonts w:ascii="Courier New" w:hAnsi="Courier New"/>
      <w:b/>
      <w:color w:val="auto"/>
      <w:sz w:val="20"/>
      <w:bdr w:val="none" w:sz="0" w:space="0" w:color="auto"/>
      <w:shd w:val="clear" w:color="auto" w:fill="D9D9D9" w:themeFill="background1" w:themeFillShade="D9"/>
    </w:rPr>
  </w:style>
  <w:style w:type="numbering" w:customStyle="1" w:styleId="BulletList">
    <w:name w:val="Bullet_List"/>
    <w:basedOn w:val="NoList"/>
    <w:uiPriority w:val="99"/>
    <w:rsid w:val="0071662A"/>
    <w:pPr>
      <w:numPr>
        <w:numId w:val="1"/>
      </w:numPr>
    </w:pPr>
  </w:style>
  <w:style w:type="numbering" w:customStyle="1" w:styleId="LabList">
    <w:name w:val="Lab List"/>
    <w:basedOn w:val="NoList"/>
    <w:uiPriority w:val="99"/>
    <w:rsid w:val="0071662A"/>
    <w:pPr>
      <w:numPr>
        <w:numId w:val="5"/>
      </w:numPr>
    </w:pPr>
  </w:style>
  <w:style w:type="paragraph" w:customStyle="1" w:styleId="CMDOutput">
    <w:name w:val="CMD Output"/>
    <w:basedOn w:val="BodyTextL25"/>
    <w:link w:val="CMDOutputChar"/>
    <w:qFormat/>
    <w:rsid w:val="0071662A"/>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71662A"/>
    <w:rPr>
      <w:color w:val="EE0000"/>
    </w:rPr>
  </w:style>
  <w:style w:type="paragraph" w:customStyle="1" w:styleId="BodyTextL25Bold">
    <w:name w:val="Body Text L25 Bold"/>
    <w:basedOn w:val="BodyTextL25"/>
    <w:qFormat/>
    <w:rsid w:val="0071662A"/>
    <w:rPr>
      <w:b/>
    </w:rPr>
  </w:style>
  <w:style w:type="paragraph" w:styleId="HTMLPreformatted">
    <w:name w:val="HTML Preformatted"/>
    <w:basedOn w:val="Normal"/>
    <w:link w:val="HTMLPreformattedChar"/>
    <w:uiPriority w:val="99"/>
    <w:unhideWhenUsed/>
    <w:rsid w:val="007166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rsid w:val="0071662A"/>
    <w:rPr>
      <w:rFonts w:ascii="Courier New" w:eastAsia="Times New Roman" w:hAnsi="Courier New"/>
    </w:rPr>
  </w:style>
  <w:style w:type="character" w:styleId="CommentReference">
    <w:name w:val="annotation reference"/>
    <w:semiHidden/>
    <w:unhideWhenUsed/>
    <w:rsid w:val="0071662A"/>
    <w:rPr>
      <w:sz w:val="16"/>
      <w:szCs w:val="16"/>
    </w:rPr>
  </w:style>
  <w:style w:type="paragraph" w:styleId="CommentText">
    <w:name w:val="annotation text"/>
    <w:basedOn w:val="Normal"/>
    <w:link w:val="CommentTextChar"/>
    <w:semiHidden/>
    <w:unhideWhenUsed/>
    <w:rsid w:val="0071662A"/>
    <w:rPr>
      <w:sz w:val="20"/>
      <w:szCs w:val="20"/>
    </w:rPr>
  </w:style>
  <w:style w:type="character" w:customStyle="1" w:styleId="CommentTextChar">
    <w:name w:val="Comment Text Char"/>
    <w:basedOn w:val="DefaultParagraphFont"/>
    <w:link w:val="CommentText"/>
    <w:semiHidden/>
    <w:rsid w:val="0071662A"/>
  </w:style>
  <w:style w:type="paragraph" w:styleId="CommentSubject">
    <w:name w:val="annotation subject"/>
    <w:basedOn w:val="CommentText"/>
    <w:next w:val="CommentText"/>
    <w:link w:val="CommentSubjectChar"/>
    <w:uiPriority w:val="99"/>
    <w:semiHidden/>
    <w:unhideWhenUsed/>
    <w:rsid w:val="0071662A"/>
    <w:rPr>
      <w:b/>
      <w:bCs/>
    </w:rPr>
  </w:style>
  <w:style w:type="character" w:customStyle="1" w:styleId="CommentSubjectChar">
    <w:name w:val="Comment Subject Char"/>
    <w:link w:val="CommentSubject"/>
    <w:uiPriority w:val="99"/>
    <w:semiHidden/>
    <w:rsid w:val="0071662A"/>
    <w:rPr>
      <w:b/>
      <w:bCs/>
    </w:rPr>
  </w:style>
  <w:style w:type="paragraph" w:customStyle="1" w:styleId="ReflectionQ">
    <w:name w:val="Reflection Q"/>
    <w:basedOn w:val="BodyTextL25"/>
    <w:qFormat/>
    <w:rsid w:val="0071662A"/>
    <w:pPr>
      <w:keepNext/>
      <w:numPr>
        <w:ilvl w:val="1"/>
        <w:numId w:val="3"/>
      </w:numPr>
    </w:pPr>
  </w:style>
  <w:style w:type="numbering" w:customStyle="1" w:styleId="SectionList">
    <w:name w:val="Section_List"/>
    <w:basedOn w:val="NoList"/>
    <w:uiPriority w:val="99"/>
    <w:rsid w:val="0071662A"/>
    <w:pPr>
      <w:numPr>
        <w:numId w:val="3"/>
      </w:numPr>
    </w:pPr>
  </w:style>
  <w:style w:type="character" w:customStyle="1" w:styleId="Heading4Char">
    <w:name w:val="Heading 4 Char"/>
    <w:basedOn w:val="DefaultParagraphFont"/>
    <w:link w:val="Heading4"/>
    <w:rsid w:val="0071662A"/>
    <w:rPr>
      <w:rFonts w:eastAsia="Times New Roman"/>
      <w:bCs/>
      <w:color w:val="FFFFFF" w:themeColor="background1"/>
      <w:sz w:val="6"/>
      <w:szCs w:val="28"/>
    </w:rPr>
  </w:style>
  <w:style w:type="character" w:customStyle="1" w:styleId="Heading5Char">
    <w:name w:val="Heading 5 Char"/>
    <w:basedOn w:val="DefaultParagraphFont"/>
    <w:link w:val="Heading5"/>
    <w:semiHidden/>
    <w:rsid w:val="0071662A"/>
    <w:rPr>
      <w:rFonts w:eastAsia="Times New Roman"/>
      <w:b/>
      <w:bCs/>
      <w:i/>
      <w:iCs/>
      <w:sz w:val="26"/>
      <w:szCs w:val="26"/>
    </w:rPr>
  </w:style>
  <w:style w:type="character" w:customStyle="1" w:styleId="Heading6Char">
    <w:name w:val="Heading 6 Char"/>
    <w:basedOn w:val="DefaultParagraphFont"/>
    <w:link w:val="Heading6"/>
    <w:semiHidden/>
    <w:rsid w:val="0071662A"/>
    <w:rPr>
      <w:rFonts w:eastAsia="Times New Roman"/>
      <w:b/>
      <w:bCs/>
      <w:sz w:val="22"/>
      <w:szCs w:val="22"/>
    </w:rPr>
  </w:style>
  <w:style w:type="character" w:customStyle="1" w:styleId="Heading7Char">
    <w:name w:val="Heading 7 Char"/>
    <w:basedOn w:val="DefaultParagraphFont"/>
    <w:link w:val="Heading7"/>
    <w:semiHidden/>
    <w:rsid w:val="0071662A"/>
    <w:rPr>
      <w:rFonts w:eastAsia="Times New Roman"/>
      <w:szCs w:val="24"/>
    </w:rPr>
  </w:style>
  <w:style w:type="character" w:customStyle="1" w:styleId="Heading8Char">
    <w:name w:val="Heading 8 Char"/>
    <w:basedOn w:val="DefaultParagraphFont"/>
    <w:link w:val="Heading8"/>
    <w:semiHidden/>
    <w:rsid w:val="0071662A"/>
    <w:rPr>
      <w:rFonts w:eastAsia="Times New Roman"/>
      <w:i/>
      <w:iCs/>
      <w:szCs w:val="24"/>
    </w:rPr>
  </w:style>
  <w:style w:type="character" w:customStyle="1" w:styleId="Heading9Char">
    <w:name w:val="Heading 9 Char"/>
    <w:basedOn w:val="DefaultParagraphFont"/>
    <w:link w:val="Heading9"/>
    <w:semiHidden/>
    <w:rsid w:val="0071662A"/>
    <w:rPr>
      <w:rFonts w:eastAsia="Times New Roman" w:cs="Arial"/>
      <w:sz w:val="22"/>
      <w:szCs w:val="22"/>
    </w:rPr>
  </w:style>
  <w:style w:type="character" w:customStyle="1" w:styleId="Heading3Char">
    <w:name w:val="Heading 3 Char"/>
    <w:link w:val="Heading3"/>
    <w:rsid w:val="0071662A"/>
    <w:rPr>
      <w:rFonts w:eastAsia="Times New Roman"/>
      <w:b/>
      <w:bCs/>
      <w:sz w:val="22"/>
      <w:szCs w:val="26"/>
    </w:rPr>
  </w:style>
  <w:style w:type="paragraph" w:styleId="EndnoteText">
    <w:name w:val="endnote text"/>
    <w:basedOn w:val="Normal"/>
    <w:link w:val="EndnoteTextChar"/>
    <w:semiHidden/>
    <w:rsid w:val="0071662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71662A"/>
    <w:rPr>
      <w:rFonts w:eastAsia="Times New Roman"/>
    </w:rPr>
  </w:style>
  <w:style w:type="paragraph" w:styleId="FootnoteText">
    <w:name w:val="footnote text"/>
    <w:basedOn w:val="Normal"/>
    <w:link w:val="FootnoteTextChar"/>
    <w:semiHidden/>
    <w:rsid w:val="0071662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71662A"/>
    <w:rPr>
      <w:rFonts w:eastAsia="Times New Roman"/>
    </w:rPr>
  </w:style>
  <w:style w:type="paragraph" w:styleId="Index1">
    <w:name w:val="index 1"/>
    <w:basedOn w:val="Normal"/>
    <w:next w:val="Normal"/>
    <w:autoRedefine/>
    <w:semiHidden/>
    <w:rsid w:val="0071662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71662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71662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71662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71662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71662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71662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71662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71662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71662A"/>
    <w:pPr>
      <w:spacing w:before="0" w:after="0" w:line="240" w:lineRule="auto"/>
    </w:pPr>
    <w:rPr>
      <w:rFonts w:eastAsia="Times New Roman" w:cs="Arial"/>
      <w:b/>
      <w:bCs/>
      <w:sz w:val="20"/>
      <w:szCs w:val="24"/>
    </w:rPr>
  </w:style>
  <w:style w:type="paragraph" w:styleId="MacroText">
    <w:name w:val="macro"/>
    <w:link w:val="MacroTextChar"/>
    <w:semiHidden/>
    <w:rsid w:val="0071662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71662A"/>
    <w:rPr>
      <w:rFonts w:ascii="Courier New" w:eastAsia="Times New Roman" w:hAnsi="Courier New" w:cs="Courier New"/>
    </w:rPr>
  </w:style>
  <w:style w:type="paragraph" w:styleId="TableofAuthorities">
    <w:name w:val="table of authorities"/>
    <w:basedOn w:val="Normal"/>
    <w:next w:val="Normal"/>
    <w:semiHidden/>
    <w:rsid w:val="0071662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71662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71662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71662A"/>
    <w:pPr>
      <w:spacing w:before="0" w:after="0" w:line="240" w:lineRule="auto"/>
    </w:pPr>
    <w:rPr>
      <w:rFonts w:eastAsia="Times New Roman"/>
      <w:sz w:val="20"/>
      <w:szCs w:val="24"/>
    </w:rPr>
  </w:style>
  <w:style w:type="paragraph" w:styleId="TOC2">
    <w:name w:val="toc 2"/>
    <w:basedOn w:val="Normal"/>
    <w:next w:val="Normal"/>
    <w:autoRedefine/>
    <w:semiHidden/>
    <w:rsid w:val="0071662A"/>
    <w:pPr>
      <w:spacing w:before="0" w:after="0" w:line="240" w:lineRule="auto"/>
      <w:ind w:left="240"/>
    </w:pPr>
    <w:rPr>
      <w:rFonts w:eastAsia="Times New Roman"/>
      <w:sz w:val="20"/>
      <w:szCs w:val="24"/>
    </w:rPr>
  </w:style>
  <w:style w:type="paragraph" w:styleId="TOC3">
    <w:name w:val="toc 3"/>
    <w:basedOn w:val="Normal"/>
    <w:next w:val="Normal"/>
    <w:autoRedefine/>
    <w:semiHidden/>
    <w:rsid w:val="0071662A"/>
    <w:pPr>
      <w:spacing w:before="0" w:after="0" w:line="240" w:lineRule="auto"/>
      <w:ind w:left="480"/>
    </w:pPr>
    <w:rPr>
      <w:rFonts w:eastAsia="Times New Roman"/>
      <w:sz w:val="20"/>
      <w:szCs w:val="24"/>
    </w:rPr>
  </w:style>
  <w:style w:type="paragraph" w:styleId="TOC4">
    <w:name w:val="toc 4"/>
    <w:basedOn w:val="Normal"/>
    <w:next w:val="Normal"/>
    <w:autoRedefine/>
    <w:semiHidden/>
    <w:rsid w:val="0071662A"/>
    <w:pPr>
      <w:spacing w:before="0" w:after="0" w:line="240" w:lineRule="auto"/>
      <w:ind w:left="720"/>
    </w:pPr>
    <w:rPr>
      <w:rFonts w:eastAsia="Times New Roman"/>
      <w:sz w:val="20"/>
      <w:szCs w:val="24"/>
    </w:rPr>
  </w:style>
  <w:style w:type="paragraph" w:styleId="TOC5">
    <w:name w:val="toc 5"/>
    <w:basedOn w:val="Normal"/>
    <w:next w:val="Normal"/>
    <w:autoRedefine/>
    <w:semiHidden/>
    <w:rsid w:val="0071662A"/>
    <w:pPr>
      <w:spacing w:before="0" w:after="0" w:line="240" w:lineRule="auto"/>
      <w:ind w:left="960"/>
    </w:pPr>
    <w:rPr>
      <w:rFonts w:eastAsia="Times New Roman"/>
      <w:sz w:val="20"/>
      <w:szCs w:val="24"/>
    </w:rPr>
  </w:style>
  <w:style w:type="paragraph" w:styleId="TOC6">
    <w:name w:val="toc 6"/>
    <w:basedOn w:val="Normal"/>
    <w:next w:val="Normal"/>
    <w:autoRedefine/>
    <w:semiHidden/>
    <w:rsid w:val="0071662A"/>
    <w:pPr>
      <w:spacing w:before="0" w:after="0" w:line="240" w:lineRule="auto"/>
      <w:ind w:left="1200"/>
    </w:pPr>
    <w:rPr>
      <w:rFonts w:eastAsia="Times New Roman"/>
      <w:sz w:val="20"/>
      <w:szCs w:val="24"/>
    </w:rPr>
  </w:style>
  <w:style w:type="paragraph" w:styleId="TOC7">
    <w:name w:val="toc 7"/>
    <w:basedOn w:val="Normal"/>
    <w:next w:val="Normal"/>
    <w:autoRedefine/>
    <w:semiHidden/>
    <w:rsid w:val="0071662A"/>
    <w:pPr>
      <w:spacing w:before="0" w:after="0" w:line="240" w:lineRule="auto"/>
      <w:ind w:left="1440"/>
    </w:pPr>
    <w:rPr>
      <w:rFonts w:eastAsia="Times New Roman"/>
      <w:sz w:val="20"/>
      <w:szCs w:val="24"/>
    </w:rPr>
  </w:style>
  <w:style w:type="paragraph" w:styleId="TOC8">
    <w:name w:val="toc 8"/>
    <w:basedOn w:val="Normal"/>
    <w:next w:val="Normal"/>
    <w:autoRedefine/>
    <w:semiHidden/>
    <w:rsid w:val="0071662A"/>
    <w:pPr>
      <w:spacing w:before="0" w:after="0" w:line="240" w:lineRule="auto"/>
      <w:ind w:left="1680"/>
    </w:pPr>
    <w:rPr>
      <w:rFonts w:eastAsia="Times New Roman"/>
      <w:sz w:val="20"/>
      <w:szCs w:val="24"/>
    </w:rPr>
  </w:style>
  <w:style w:type="paragraph" w:styleId="TOC9">
    <w:name w:val="toc 9"/>
    <w:basedOn w:val="Normal"/>
    <w:next w:val="Normal"/>
    <w:autoRedefine/>
    <w:semiHidden/>
    <w:rsid w:val="0071662A"/>
    <w:pPr>
      <w:spacing w:before="0" w:after="0" w:line="240" w:lineRule="auto"/>
      <w:ind w:left="1920"/>
    </w:pPr>
    <w:rPr>
      <w:rFonts w:eastAsia="Times New Roman"/>
      <w:sz w:val="20"/>
      <w:szCs w:val="24"/>
    </w:rPr>
  </w:style>
  <w:style w:type="paragraph" w:styleId="BodyText">
    <w:name w:val="Body Text"/>
    <w:basedOn w:val="Normal"/>
    <w:link w:val="BodyTextChar"/>
    <w:rsid w:val="0071662A"/>
    <w:pPr>
      <w:spacing w:before="120" w:after="120" w:line="240" w:lineRule="auto"/>
    </w:pPr>
    <w:rPr>
      <w:rFonts w:eastAsia="Times New Roman"/>
      <w:sz w:val="20"/>
      <w:szCs w:val="24"/>
    </w:rPr>
  </w:style>
  <w:style w:type="character" w:customStyle="1" w:styleId="BodyTextChar">
    <w:name w:val="Body Text Char"/>
    <w:link w:val="BodyText"/>
    <w:rsid w:val="0071662A"/>
    <w:rPr>
      <w:rFonts w:eastAsia="Times New Roman"/>
      <w:szCs w:val="24"/>
    </w:rPr>
  </w:style>
  <w:style w:type="paragraph" w:customStyle="1" w:styleId="ColorfulShading-Accent11">
    <w:name w:val="Colorful Shading - Accent 11"/>
    <w:hidden/>
    <w:semiHidden/>
    <w:rsid w:val="0071662A"/>
    <w:rPr>
      <w:rFonts w:eastAsia="Times New Roman" w:cs="Arial"/>
    </w:rPr>
  </w:style>
  <w:style w:type="paragraph" w:customStyle="1" w:styleId="BodyTextBold">
    <w:name w:val="Body Text Bold"/>
    <w:basedOn w:val="BodyText"/>
    <w:next w:val="BodyTextL25"/>
    <w:link w:val="BodyTextBoldChar"/>
    <w:qFormat/>
    <w:rsid w:val="0071662A"/>
    <w:rPr>
      <w:b/>
    </w:rPr>
  </w:style>
  <w:style w:type="character" w:customStyle="1" w:styleId="CMDChar">
    <w:name w:val="CMD Char"/>
    <w:basedOn w:val="DefaultParagraphFont"/>
    <w:link w:val="CMD"/>
    <w:rsid w:val="0071662A"/>
    <w:rPr>
      <w:rFonts w:ascii="Courier New" w:hAnsi="Courier New"/>
      <w:szCs w:val="22"/>
    </w:rPr>
  </w:style>
  <w:style w:type="character" w:customStyle="1" w:styleId="BodyTextBoldChar">
    <w:name w:val="Body Text Bold Char"/>
    <w:basedOn w:val="BodyTextChar"/>
    <w:link w:val="BodyTextBold"/>
    <w:rsid w:val="0071662A"/>
    <w:rPr>
      <w:rFonts w:eastAsia="Times New Roman"/>
      <w:b/>
      <w:szCs w:val="24"/>
    </w:rPr>
  </w:style>
  <w:style w:type="paragraph" w:styleId="Title">
    <w:name w:val="Title"/>
    <w:basedOn w:val="Normal"/>
    <w:next w:val="BodyTextL25"/>
    <w:link w:val="TitleChar"/>
    <w:qFormat/>
    <w:rsid w:val="0071662A"/>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71662A"/>
    <w:rPr>
      <w:rFonts w:eastAsiaTheme="majorEastAsia" w:cstheme="majorBidi"/>
      <w:b/>
      <w:kern w:val="28"/>
      <w:sz w:val="32"/>
      <w:szCs w:val="56"/>
    </w:rPr>
  </w:style>
  <w:style w:type="character" w:styleId="PlaceholderText">
    <w:name w:val="Placeholder Text"/>
    <w:basedOn w:val="DefaultParagraphFont"/>
    <w:uiPriority w:val="99"/>
    <w:semiHidden/>
    <w:rsid w:val="0071662A"/>
    <w:rPr>
      <w:color w:val="808080"/>
    </w:rPr>
  </w:style>
  <w:style w:type="paragraph" w:customStyle="1" w:styleId="CMDRed">
    <w:name w:val="CMD Red"/>
    <w:basedOn w:val="CMD"/>
    <w:link w:val="CMDRedChar"/>
    <w:qFormat/>
    <w:rsid w:val="0071662A"/>
    <w:rPr>
      <w:color w:val="EE0000"/>
    </w:rPr>
  </w:style>
  <w:style w:type="character" w:customStyle="1" w:styleId="CMDRedChar">
    <w:name w:val="CMD Red Char"/>
    <w:basedOn w:val="CMDChar"/>
    <w:link w:val="CMDRed"/>
    <w:rsid w:val="0071662A"/>
    <w:rPr>
      <w:rFonts w:ascii="Courier New" w:hAnsi="Courier New"/>
      <w:color w:val="EE0000"/>
      <w:szCs w:val="22"/>
    </w:rPr>
  </w:style>
  <w:style w:type="paragraph" w:customStyle="1" w:styleId="CMDOutputRed">
    <w:name w:val="CMD Output Red"/>
    <w:basedOn w:val="CMDOutput"/>
    <w:link w:val="CMDOutputRedChar"/>
    <w:qFormat/>
    <w:rsid w:val="0071662A"/>
    <w:rPr>
      <w:color w:val="EE0000"/>
    </w:rPr>
  </w:style>
  <w:style w:type="character" w:customStyle="1" w:styleId="BodyTextL25Char">
    <w:name w:val="Body Text L25 Char"/>
    <w:basedOn w:val="DefaultParagraphFont"/>
    <w:link w:val="BodyTextL25"/>
    <w:rsid w:val="0071662A"/>
    <w:rPr>
      <w:szCs w:val="22"/>
    </w:rPr>
  </w:style>
  <w:style w:type="character" w:customStyle="1" w:styleId="CMDOutputChar">
    <w:name w:val="CMD Output Char"/>
    <w:basedOn w:val="BodyTextL25Char"/>
    <w:link w:val="CMDOutput"/>
    <w:rsid w:val="0071662A"/>
    <w:rPr>
      <w:rFonts w:ascii="Courier New" w:hAnsi="Courier New"/>
      <w:sz w:val="18"/>
      <w:szCs w:val="22"/>
    </w:rPr>
  </w:style>
  <w:style w:type="character" w:customStyle="1" w:styleId="CMDOutputRedChar">
    <w:name w:val="CMD Output Red Char"/>
    <w:basedOn w:val="CMDOutputChar"/>
    <w:link w:val="CMDOutputRed"/>
    <w:rsid w:val="0071662A"/>
    <w:rPr>
      <w:rFonts w:ascii="Courier New" w:hAnsi="Courier New"/>
      <w:color w:val="EE0000"/>
      <w:sz w:val="18"/>
      <w:szCs w:val="22"/>
    </w:rPr>
  </w:style>
  <w:style w:type="paragraph" w:customStyle="1" w:styleId="Drawing">
    <w:name w:val="Drawing"/>
    <w:basedOn w:val="AnswerLineL25"/>
    <w:qFormat/>
    <w:rsid w:val="0071662A"/>
  </w:style>
  <w:style w:type="paragraph" w:customStyle="1" w:styleId="TableAnswer">
    <w:name w:val="Table Answer"/>
    <w:basedOn w:val="TableText"/>
    <w:qFormat/>
    <w:rsid w:val="0071662A"/>
  </w:style>
  <w:style w:type="character" w:customStyle="1" w:styleId="Heading2Gray">
    <w:name w:val="Heading 2 Gray"/>
    <w:basedOn w:val="Heading2Char"/>
    <w:uiPriority w:val="1"/>
    <w:qFormat/>
    <w:rsid w:val="00C477C2"/>
    <w:rPr>
      <w:rFonts w:ascii="Arial" w:eastAsia="Times New Roman" w:hAnsi="Arial"/>
      <w:b w:val="0"/>
      <w:bCs/>
      <w:sz w:val="24"/>
      <w:szCs w:val="26"/>
      <w:bdr w:val="none" w:sz="0" w:space="0" w:color="auto"/>
      <w:shd w:val="clear" w:color="auto" w:fill="F2F2F2" w:themeFill="background1" w:themeFillShade="F2"/>
    </w:rPr>
  </w:style>
  <w:style w:type="paragraph" w:customStyle="1" w:styleId="Default">
    <w:name w:val="Default"/>
    <w:rsid w:val="008C22D9"/>
    <w:pPr>
      <w:autoSpaceDE w:val="0"/>
      <w:autoSpaceDN w:val="0"/>
      <w:adjustRightInd w:val="0"/>
    </w:pPr>
    <w:rPr>
      <w:rFonts w:ascii="IDAJEB+Arial,Bold" w:eastAsia="Times New Roman" w:hAnsi="IDAJEB+Arial,Bold" w:cs="IDAJEB+Arial,Bold"/>
      <w:color w:val="000000"/>
      <w:sz w:val="24"/>
      <w:szCs w:val="24"/>
      <w:lang w:eastAsia="ko-KR"/>
    </w:rPr>
  </w:style>
  <w:style w:type="numbering" w:customStyle="1" w:styleId="PartStepSubStepList">
    <w:name w:val="Part_Step_SubStep_List"/>
    <w:basedOn w:val="NoList"/>
    <w:uiPriority w:val="99"/>
    <w:rsid w:val="008C22D9"/>
    <w:pPr>
      <w:numPr>
        <w:numId w:val="13"/>
      </w:numPr>
    </w:pPr>
  </w:style>
  <w:style w:type="character" w:styleId="Hyperlink">
    <w:name w:val="Hyperlink"/>
    <w:unhideWhenUsed/>
    <w:rsid w:val="008C22D9"/>
    <w:rPr>
      <w:color w:val="0000FF"/>
      <w:u w:val="single"/>
    </w:rPr>
  </w:style>
  <w:style w:type="paragraph" w:styleId="Revision">
    <w:name w:val="Revision"/>
    <w:hidden/>
    <w:uiPriority w:val="99"/>
    <w:semiHidden/>
    <w:rsid w:val="008C22D9"/>
    <w:rPr>
      <w:sz w:val="22"/>
      <w:szCs w:val="22"/>
    </w:rPr>
  </w:style>
  <w:style w:type="character" w:customStyle="1" w:styleId="Heading2GrayDnT">
    <w:name w:val="Heading 2 Gray DnT"/>
    <w:basedOn w:val="Heading2Char"/>
    <w:uiPriority w:val="1"/>
    <w:qFormat/>
    <w:rsid w:val="0071662A"/>
    <w:rPr>
      <w:rFonts w:ascii="Arial" w:eastAsia="Times New Roman" w:hAnsi="Arial"/>
      <w:b w:val="0"/>
      <w:bCs/>
      <w:sz w:val="24"/>
      <w:szCs w:val="26"/>
      <w:bdr w:val="none" w:sz="0" w:space="0" w:color="auto"/>
      <w:shd w:val="clear" w:color="auto" w:fill="D9D9D9" w:themeFill="background1" w:themeFillShade="D9"/>
    </w:rPr>
  </w:style>
  <w:style w:type="table" w:customStyle="1" w:styleId="LabAnswerTable">
    <w:name w:val="Lab_Answer_Table"/>
    <w:basedOn w:val="LabTableStyle"/>
    <w:uiPriority w:val="99"/>
    <w:rsid w:val="0071662A"/>
    <w:tblPr/>
    <w:tblStylePr w:type="firstRow">
      <w:pPr>
        <w:wordWrap/>
        <w:jc w:val="center"/>
      </w:pPr>
      <w:rPr>
        <w:rFonts w:ascii="Arial" w:hAnsi="Arial"/>
        <w:b w:val="0"/>
        <w:sz w:val="20"/>
      </w:rPr>
      <w:tblPr/>
      <w:trPr>
        <w:tblHeader/>
      </w:tr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F2DBDB" w:themeFill="accent2" w:themeFillTint="33"/>
        <w:vAlign w:val="top"/>
      </w:tcPr>
    </w:tblStylePr>
  </w:style>
  <w:style w:type="paragraph" w:customStyle="1" w:styleId="BodyTextL50Answer">
    <w:name w:val="Body Text L50 Answer"/>
    <w:basedOn w:val="BodyTextL25Answer"/>
    <w:next w:val="BodyTextL50"/>
    <w:link w:val="BodyTextL50AnswerChar"/>
    <w:qFormat/>
    <w:rsid w:val="0071662A"/>
    <w:pPr>
      <w:ind w:left="720"/>
    </w:pPr>
  </w:style>
  <w:style w:type="character" w:customStyle="1" w:styleId="BodyTextL50Char">
    <w:name w:val="Body Text L50 Char"/>
    <w:basedOn w:val="DefaultParagraphFont"/>
    <w:link w:val="BodyTextL50"/>
    <w:rsid w:val="0071662A"/>
    <w:rPr>
      <w:szCs w:val="22"/>
    </w:rPr>
  </w:style>
  <w:style w:type="character" w:customStyle="1" w:styleId="BodyTextL50AnswerChar">
    <w:name w:val="Body Text L50 Answer Char"/>
    <w:basedOn w:val="BodyTextL50Char"/>
    <w:link w:val="BodyTextL50Answer"/>
    <w:rsid w:val="0071662A"/>
    <w:rPr>
      <w:b/>
      <w:szCs w:val="22"/>
      <w:shd w:val="clear" w:color="auto" w:fill="D9D9D9" w:themeFill="background1" w:themeFillShade="D9"/>
    </w:rPr>
  </w:style>
  <w:style w:type="paragraph" w:customStyle="1" w:styleId="BodyTextL25Answer">
    <w:name w:val="Body Text L25 Answer"/>
    <w:basedOn w:val="BodyTextL25"/>
    <w:link w:val="BodyTextL25AnswerChar"/>
    <w:qFormat/>
    <w:rsid w:val="0071662A"/>
    <w:pPr>
      <w:shd w:val="clear" w:color="auto" w:fill="D9D9D9" w:themeFill="background1" w:themeFillShade="D9"/>
    </w:pPr>
    <w:rPr>
      <w:b/>
    </w:rPr>
  </w:style>
  <w:style w:type="character" w:customStyle="1" w:styleId="BodyTextL25AnswerChar">
    <w:name w:val="Body Text L25 Answer Char"/>
    <w:basedOn w:val="BodyTextL25Char"/>
    <w:link w:val="BodyTextL25Answer"/>
    <w:rsid w:val="0071662A"/>
    <w:rPr>
      <w:b/>
      <w:szCs w:val="22"/>
      <w:shd w:val="clear" w:color="auto" w:fill="D9D9D9" w:themeFill="background1" w:themeFillShade="D9"/>
    </w:rPr>
  </w:style>
  <w:style w:type="character" w:customStyle="1" w:styleId="DevConfigsChar">
    <w:name w:val="DevConfigs Char"/>
    <w:basedOn w:val="DefaultParagraphFont"/>
    <w:link w:val="DevConfigs"/>
    <w:rsid w:val="0071662A"/>
    <w:rPr>
      <w:rFonts w:ascii="Courier New" w:hAnsi="Courier New"/>
      <w:szCs w:val="22"/>
    </w:rPr>
  </w:style>
  <w:style w:type="character" w:customStyle="1" w:styleId="DnTbold">
    <w:name w:val="DnT bold"/>
    <w:basedOn w:val="DefaultParagraphFont"/>
    <w:uiPriority w:val="1"/>
    <w:qFormat/>
    <w:rsid w:val="0071662A"/>
    <w:rPr>
      <w:rFonts w:ascii="Arial" w:hAnsi="Arial"/>
      <w:b/>
      <w:sz w:val="20"/>
    </w:rPr>
  </w:style>
  <w:style w:type="character" w:customStyle="1" w:styleId="DnTnobold">
    <w:name w:val="DnT no bold"/>
    <w:basedOn w:val="DefaultParagraphFont"/>
    <w:uiPriority w:val="1"/>
    <w:rsid w:val="0071662A"/>
  </w:style>
  <w:style w:type="paragraph" w:styleId="NormalWeb">
    <w:name w:val="Normal (Web)"/>
    <w:basedOn w:val="Normal"/>
    <w:uiPriority w:val="99"/>
    <w:semiHidden/>
    <w:unhideWhenUsed/>
    <w:rsid w:val="00A4182A"/>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62070509">
      <w:bodyDiv w:val="1"/>
      <w:marLeft w:val="0"/>
      <w:marRight w:val="0"/>
      <w:marTop w:val="0"/>
      <w:marBottom w:val="0"/>
      <w:divBdr>
        <w:top w:val="none" w:sz="0" w:space="0" w:color="auto"/>
        <w:left w:val="none" w:sz="0" w:space="0" w:color="auto"/>
        <w:bottom w:val="none" w:sz="0" w:space="0" w:color="auto"/>
        <w:right w:val="none" w:sz="0" w:space="0" w:color="auto"/>
      </w:divBdr>
    </w:div>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holzing\AppData\Roaming\Microsoft\Templates\Lab_Template%20-%20ILM%20-%20Lates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4CE53E9B6576436CA9E6550499783298"/>
        <w:category>
          <w:name w:val="General"/>
          <w:gallery w:val="placeholder"/>
        </w:category>
        <w:types>
          <w:type w:val="bbPlcHdr"/>
        </w:types>
        <w:behaviors>
          <w:behavior w:val="content"/>
        </w:behaviors>
        <w:guid w:val="{9B72F430-73D8-4B10-B6E1-C5A7EE5D6A30}"/>
      </w:docPartPr>
      <w:docPartBody>
        <w:p w:rsidR="007F557E" w:rsidRDefault="001C328B">
          <w:pPr>
            <w:pStyle w:val="4CE53E9B6576436CA9E6550499783298"/>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IDAJEB+Arial,Bold">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328B"/>
    <w:rsid w:val="001C328B"/>
    <w:rsid w:val="002E7F9E"/>
    <w:rsid w:val="003A18CC"/>
    <w:rsid w:val="004D14B7"/>
    <w:rsid w:val="00587003"/>
    <w:rsid w:val="007F557E"/>
    <w:rsid w:val="00B130B5"/>
    <w:rsid w:val="00B9498A"/>
    <w:rsid w:val="00C502D3"/>
    <w:rsid w:val="00FF5D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4CE53E9B6576436CA9E6550499783298">
    <w:name w:val="4CE53E9B6576436CA9E655049978329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86B87FA-E40E-4AEF-A9A0-F677E61664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 - Latest.dotx</Template>
  <TotalTime>2</TotalTime>
  <Pages>1</Pages>
  <Words>4481</Words>
  <Characters>25545</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Lab - Configure ASA Network Services, Routing, and DMZ with ACLs Using CLI</vt:lpstr>
    </vt:vector>
  </TitlesOfParts>
  <Company>Cisco Systems, Inc.</Company>
  <LinksUpToDate>false</LinksUpToDate>
  <CharactersWithSpaces>29967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Optional Lab - Configure ASA Network Services, Routing, and DMZ with ACLs Using CLI</dc:title>
  <dc:creator>SP</dc:creator>
  <dc:description>2019</dc:description>
  <cp:lastModifiedBy>DH</cp:lastModifiedBy>
  <cp:revision>6</cp:revision>
  <cp:lastPrinted>2021-03-09T17:38:00Z</cp:lastPrinted>
  <dcterms:created xsi:type="dcterms:W3CDTF">2021-03-09T17:37:00Z</dcterms:created>
  <dcterms:modified xsi:type="dcterms:W3CDTF">2021-03-11T18:02:00Z</dcterms:modified>
</cp:coreProperties>
</file>